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763C1" w14:textId="77777777" w:rsidR="00303869" w:rsidRPr="00303869" w:rsidRDefault="00303869" w:rsidP="00303869">
      <w:pPr>
        <w:jc w:val="center"/>
        <w:rPr>
          <w:rFonts w:ascii="Verdana" w:hAnsi="Verdana"/>
          <w:sz w:val="28"/>
        </w:rPr>
      </w:pPr>
      <w:r w:rsidRPr="00303869">
        <w:rPr>
          <w:noProof/>
        </w:rPr>
        <w:drawing>
          <wp:inline distT="0" distB="0" distL="0" distR="0" wp14:anchorId="2D9EA2F5" wp14:editId="39DE62E7">
            <wp:extent cx="869950" cy="546100"/>
            <wp:effectExtent l="0" t="0" r="0" b="0"/>
            <wp:docPr id="24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AA965" w14:textId="77777777" w:rsidR="00303869" w:rsidRPr="00303869" w:rsidRDefault="00303869" w:rsidP="00303869">
      <w:pPr>
        <w:jc w:val="center"/>
        <w:rPr>
          <w:rFonts w:ascii="Verdana" w:hAnsi="Verdana"/>
          <w:sz w:val="28"/>
        </w:rPr>
      </w:pPr>
    </w:p>
    <w:p w14:paraId="74817010" w14:textId="77777777" w:rsidR="00303869" w:rsidRPr="00303869" w:rsidRDefault="00303869" w:rsidP="00303869">
      <w:pPr>
        <w:jc w:val="center"/>
        <w:rPr>
          <w:rFonts w:ascii="Verdana" w:hAnsi="Verdana"/>
          <w:color w:val="FF6600"/>
          <w:sz w:val="28"/>
        </w:rPr>
      </w:pPr>
      <w:r w:rsidRPr="00303869">
        <w:rPr>
          <w:rFonts w:ascii="Verdana" w:hAnsi="Verdana"/>
          <w:color w:val="FF6600"/>
          <w:sz w:val="28"/>
        </w:rPr>
        <w:t>GENERALNA DYREKCJA DRÓG KRAJOWYCH I AUTOSTRAD</w:t>
      </w:r>
    </w:p>
    <w:p w14:paraId="24B516FE" w14:textId="77777777" w:rsidR="00303869" w:rsidRPr="00303869" w:rsidRDefault="00303869" w:rsidP="00303869">
      <w:pPr>
        <w:keepNext/>
        <w:keepLines/>
        <w:suppressAutoHyphens/>
        <w:spacing w:before="360" w:after="120"/>
        <w:ind w:left="284"/>
        <w:outlineLvl w:val="0"/>
        <w:rPr>
          <w:b/>
          <w:caps/>
          <w:kern w:val="28"/>
        </w:rPr>
      </w:pPr>
    </w:p>
    <w:p w14:paraId="523FC771" w14:textId="77777777" w:rsidR="00303869" w:rsidRPr="00303869" w:rsidRDefault="00303869" w:rsidP="00303869">
      <w:pPr>
        <w:rPr>
          <w:rFonts w:ascii="Verdana" w:hAnsi="Verdana"/>
        </w:rPr>
      </w:pPr>
    </w:p>
    <w:p w14:paraId="73D32A97" w14:textId="77777777" w:rsidR="00303869" w:rsidRPr="00303869" w:rsidRDefault="00303869" w:rsidP="00303869">
      <w:pPr>
        <w:rPr>
          <w:rFonts w:ascii="Verdana" w:hAnsi="Verdana"/>
        </w:rPr>
      </w:pPr>
    </w:p>
    <w:p w14:paraId="0715DC51" w14:textId="77777777" w:rsidR="00303869" w:rsidRPr="00303869" w:rsidRDefault="00303869" w:rsidP="00303869">
      <w:pPr>
        <w:rPr>
          <w:rFonts w:ascii="Verdana" w:hAnsi="Verdana"/>
        </w:rPr>
      </w:pPr>
    </w:p>
    <w:p w14:paraId="6CB1D3D5" w14:textId="77777777" w:rsidR="00303869" w:rsidRPr="00303869" w:rsidRDefault="00303869" w:rsidP="00303869">
      <w:pPr>
        <w:rPr>
          <w:rFonts w:ascii="Verdana" w:hAnsi="Verdana"/>
        </w:rPr>
      </w:pPr>
    </w:p>
    <w:p w14:paraId="7D188C5C" w14:textId="77777777" w:rsidR="00303869" w:rsidRPr="00303869" w:rsidRDefault="00303869" w:rsidP="00303869">
      <w:pPr>
        <w:rPr>
          <w:rFonts w:ascii="Verdana" w:hAnsi="Verdana"/>
        </w:rPr>
      </w:pPr>
    </w:p>
    <w:p w14:paraId="31CD9A89" w14:textId="77777777" w:rsidR="00303869" w:rsidRPr="00303869" w:rsidRDefault="00303869" w:rsidP="00303869">
      <w:pPr>
        <w:rPr>
          <w:rFonts w:ascii="Verdana" w:hAnsi="Verdana"/>
        </w:rPr>
      </w:pPr>
    </w:p>
    <w:p w14:paraId="37AE5003" w14:textId="77777777" w:rsidR="00303869" w:rsidRPr="00303869" w:rsidRDefault="00303869" w:rsidP="00303869">
      <w:pPr>
        <w:rPr>
          <w:rFonts w:ascii="Verdana" w:hAnsi="Verdana"/>
        </w:rPr>
      </w:pPr>
    </w:p>
    <w:p w14:paraId="35405F8D" w14:textId="77777777" w:rsidR="00303869" w:rsidRPr="00303869" w:rsidRDefault="00303869" w:rsidP="00303869">
      <w:pPr>
        <w:rPr>
          <w:rFonts w:ascii="Verdana" w:hAnsi="Verdana"/>
        </w:rPr>
      </w:pPr>
    </w:p>
    <w:p w14:paraId="019E839C" w14:textId="77777777" w:rsidR="00303869" w:rsidRPr="00303869" w:rsidRDefault="00303869" w:rsidP="00303869">
      <w:pPr>
        <w:rPr>
          <w:rFonts w:ascii="Verdana" w:hAnsi="Verdana"/>
        </w:rPr>
      </w:pPr>
    </w:p>
    <w:p w14:paraId="392BB3EA" w14:textId="77777777" w:rsidR="00303869" w:rsidRPr="00303869" w:rsidRDefault="00303869" w:rsidP="00303869">
      <w:pPr>
        <w:rPr>
          <w:rFonts w:ascii="Verdana" w:hAnsi="Verdana"/>
        </w:rPr>
      </w:pPr>
    </w:p>
    <w:p w14:paraId="5CA1F358" w14:textId="77777777" w:rsidR="00303869" w:rsidRPr="00303869" w:rsidRDefault="00303869" w:rsidP="00303869">
      <w:pPr>
        <w:rPr>
          <w:rFonts w:ascii="Verdana" w:hAnsi="Verdana"/>
        </w:rPr>
      </w:pPr>
    </w:p>
    <w:p w14:paraId="4C016C62" w14:textId="77777777" w:rsidR="00303869" w:rsidRPr="00303869" w:rsidRDefault="00303869" w:rsidP="00303869">
      <w:pPr>
        <w:rPr>
          <w:rFonts w:ascii="Verdana" w:hAnsi="Verdana"/>
        </w:rPr>
      </w:pPr>
    </w:p>
    <w:p w14:paraId="6DA7B747" w14:textId="77777777" w:rsidR="00303869" w:rsidRPr="00303869" w:rsidRDefault="00303869" w:rsidP="00303869">
      <w:pPr>
        <w:rPr>
          <w:rFonts w:ascii="Verdana" w:hAnsi="Verdana"/>
        </w:rPr>
      </w:pPr>
    </w:p>
    <w:p w14:paraId="562F0A2A" w14:textId="77777777" w:rsidR="00303869" w:rsidRPr="00303869" w:rsidRDefault="00303869" w:rsidP="00303869">
      <w:pPr>
        <w:jc w:val="center"/>
        <w:rPr>
          <w:rFonts w:ascii="Verdana" w:hAnsi="Verdana"/>
          <w:sz w:val="36"/>
          <w:szCs w:val="36"/>
        </w:rPr>
      </w:pPr>
      <w:r w:rsidRPr="00303869">
        <w:rPr>
          <w:rFonts w:ascii="Verdana" w:hAnsi="Verdana"/>
          <w:sz w:val="36"/>
          <w:szCs w:val="36"/>
        </w:rPr>
        <w:t>SPECYFIKACJA NA PROJEKTOWANIE</w:t>
      </w:r>
    </w:p>
    <w:p w14:paraId="65A5D256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583085B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303869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4</w:t>
      </w:r>
      <w:r w:rsidRPr="00303869">
        <w:rPr>
          <w:rFonts w:ascii="Verdana" w:hAnsi="Verdana"/>
          <w:b/>
          <w:w w:val="90"/>
          <w:sz w:val="72"/>
          <w:szCs w:val="72"/>
        </w:rPr>
        <w:t>0.00</w:t>
      </w:r>
    </w:p>
    <w:p w14:paraId="2EE4601B" w14:textId="77777777" w:rsidR="00303869" w:rsidRPr="00303869" w:rsidRDefault="00303869" w:rsidP="00303869">
      <w:pPr>
        <w:jc w:val="center"/>
        <w:rPr>
          <w:rFonts w:ascii="Verdana" w:hAnsi="Verdana"/>
          <w:b/>
          <w:sz w:val="36"/>
          <w:szCs w:val="36"/>
        </w:rPr>
      </w:pPr>
    </w:p>
    <w:p w14:paraId="0A47A582" w14:textId="77777777" w:rsidR="00303869" w:rsidRPr="00303869" w:rsidRDefault="00303869" w:rsidP="00303869">
      <w:pPr>
        <w:jc w:val="center"/>
        <w:rPr>
          <w:rFonts w:ascii="Verdana" w:hAnsi="Verdana"/>
          <w:b/>
          <w:sz w:val="36"/>
          <w:szCs w:val="36"/>
        </w:rPr>
      </w:pPr>
      <w:r w:rsidRPr="00303869">
        <w:rPr>
          <w:rFonts w:ascii="Verdana" w:hAnsi="Verdana"/>
          <w:b/>
          <w:sz w:val="36"/>
          <w:szCs w:val="36"/>
        </w:rPr>
        <w:t xml:space="preserve">MAPA Z POMIARU POWYKONAWCZEGO DRÓG WRAZ Z ODTWORZENIEM GRANIC </w:t>
      </w:r>
      <w:r>
        <w:rPr>
          <w:rFonts w:ascii="Verdana" w:hAnsi="Verdana"/>
          <w:b/>
          <w:sz w:val="36"/>
          <w:szCs w:val="36"/>
        </w:rPr>
        <w:br/>
      </w:r>
      <w:r w:rsidRPr="00303869">
        <w:rPr>
          <w:rFonts w:ascii="Verdana" w:hAnsi="Verdana"/>
          <w:b/>
          <w:sz w:val="36"/>
          <w:szCs w:val="36"/>
        </w:rPr>
        <w:t>PASA DROGOWEGO</w:t>
      </w:r>
    </w:p>
    <w:p w14:paraId="79A51A74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DF4D71D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44ED60DB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1A98BEC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56"/>
          <w:szCs w:val="72"/>
        </w:rPr>
      </w:pPr>
    </w:p>
    <w:p w14:paraId="4069B8D2" w14:textId="2201287D" w:rsidR="00303869" w:rsidRPr="00303869" w:rsidRDefault="00303869" w:rsidP="00303869">
      <w:pPr>
        <w:jc w:val="center"/>
        <w:rPr>
          <w:rFonts w:ascii="Verdana" w:hAnsi="Verdana"/>
          <w:w w:val="90"/>
          <w:sz w:val="36"/>
          <w:szCs w:val="36"/>
        </w:rPr>
      </w:pPr>
      <w:r w:rsidRPr="00303869">
        <w:rPr>
          <w:rFonts w:ascii="Verdana" w:hAnsi="Verdana"/>
          <w:w w:val="90"/>
          <w:sz w:val="36"/>
          <w:szCs w:val="36"/>
        </w:rPr>
        <w:t>WERSJA 1.</w:t>
      </w:r>
      <w:r w:rsidR="00571C0A">
        <w:rPr>
          <w:rFonts w:ascii="Verdana" w:hAnsi="Verdana"/>
          <w:w w:val="90"/>
          <w:sz w:val="36"/>
          <w:szCs w:val="36"/>
        </w:rPr>
        <w:t>3</w:t>
      </w:r>
    </w:p>
    <w:p w14:paraId="32E43332" w14:textId="77777777" w:rsidR="00303869" w:rsidRPr="00303869" w:rsidRDefault="00303869" w:rsidP="00303869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778CD602" w14:textId="5B4185A1" w:rsidR="00303869" w:rsidRPr="00303869" w:rsidRDefault="00303869" w:rsidP="00303869">
      <w:pPr>
        <w:jc w:val="center"/>
        <w:rPr>
          <w:rFonts w:ascii="Verdana" w:hAnsi="Verdana"/>
          <w:w w:val="90"/>
          <w:sz w:val="36"/>
          <w:szCs w:val="36"/>
        </w:rPr>
      </w:pPr>
      <w:r w:rsidRPr="00303869">
        <w:rPr>
          <w:rFonts w:ascii="Verdana" w:hAnsi="Verdana"/>
          <w:w w:val="90"/>
          <w:sz w:val="36"/>
          <w:szCs w:val="36"/>
        </w:rPr>
        <w:t xml:space="preserve">WARSZAWA, </w:t>
      </w:r>
      <w:r w:rsidR="00D87FD9">
        <w:rPr>
          <w:rFonts w:ascii="Verdana" w:hAnsi="Verdana"/>
          <w:w w:val="90"/>
          <w:sz w:val="36"/>
          <w:szCs w:val="36"/>
        </w:rPr>
        <w:t>LIPIEC</w:t>
      </w:r>
      <w:r w:rsidRPr="00303869">
        <w:rPr>
          <w:rFonts w:ascii="Verdana" w:hAnsi="Verdana"/>
          <w:w w:val="90"/>
          <w:sz w:val="36"/>
          <w:szCs w:val="36"/>
        </w:rPr>
        <w:t xml:space="preserve"> 202</w:t>
      </w:r>
      <w:r w:rsidR="00571C0A">
        <w:rPr>
          <w:rFonts w:ascii="Verdana" w:hAnsi="Verdana"/>
          <w:w w:val="90"/>
          <w:sz w:val="36"/>
          <w:szCs w:val="36"/>
        </w:rPr>
        <w:t>4</w:t>
      </w:r>
      <w:r w:rsidRPr="00303869">
        <w:rPr>
          <w:rFonts w:ascii="Verdana" w:hAnsi="Verdana"/>
          <w:w w:val="90"/>
          <w:sz w:val="36"/>
          <w:szCs w:val="36"/>
        </w:rPr>
        <w:t xml:space="preserve"> R</w:t>
      </w:r>
      <w:r w:rsidR="00CE0D5A">
        <w:rPr>
          <w:rFonts w:ascii="Verdana" w:hAnsi="Verdana"/>
          <w:w w:val="90"/>
          <w:sz w:val="36"/>
          <w:szCs w:val="36"/>
        </w:rPr>
        <w:t>.</w:t>
      </w:r>
    </w:p>
    <w:p w14:paraId="70FB0A8D" w14:textId="77777777" w:rsidR="00992AF6" w:rsidRPr="00303869" w:rsidRDefault="00992AF6" w:rsidP="00303869">
      <w:pPr>
        <w:overflowPunct/>
        <w:autoSpaceDE/>
        <w:autoSpaceDN/>
        <w:adjustRightInd/>
        <w:spacing w:before="240"/>
        <w:textAlignment w:val="auto"/>
        <w:rPr>
          <w:rFonts w:ascii="Verdana" w:hAnsi="Verdana"/>
          <w:b/>
          <w:sz w:val="24"/>
        </w:rPr>
      </w:pPr>
      <w:r w:rsidRPr="00303869">
        <w:rPr>
          <w:rFonts w:ascii="Verdana" w:hAnsi="Verdana"/>
          <w:b/>
          <w:sz w:val="24"/>
        </w:rPr>
        <w:lastRenderedPageBreak/>
        <w:t>SPIS TREŚCI</w:t>
      </w:r>
    </w:p>
    <w:p w14:paraId="69D0BEED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0839861C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="000B1ED9" w:rsidRPr="000E0450">
          <w:rPr>
            <w:rStyle w:val="Hipercze"/>
            <w:rFonts w:ascii="Verdana" w:hAnsi="Verdana"/>
            <w:noProof/>
            <w:w w:val="90"/>
          </w:rPr>
          <w:t>1.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WSTĘP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21DA84E4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="000B1ED9" w:rsidRPr="000E0450">
          <w:rPr>
            <w:rStyle w:val="Hipercze"/>
            <w:rFonts w:ascii="Verdana" w:hAnsi="Verdana"/>
            <w:noProof/>
            <w:w w:val="90"/>
          </w:rPr>
          <w:t>2.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728D274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="000B1ED9" w:rsidRPr="000E0450">
          <w:rPr>
            <w:rStyle w:val="Hipercze"/>
            <w:rFonts w:ascii="Verdana" w:hAnsi="Verdana"/>
            <w:noProof/>
            <w:w w:val="90"/>
          </w:rPr>
          <w:t>3.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41E8BC0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="000B1ED9" w:rsidRPr="000E0450">
          <w:rPr>
            <w:rStyle w:val="Hipercze"/>
            <w:rFonts w:ascii="Verdana" w:hAnsi="Verdana"/>
            <w:noProof/>
            <w:w w:val="90"/>
          </w:rPr>
          <w:t>4.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3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E415E6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="000B1ED9" w:rsidRPr="000E0450">
          <w:rPr>
            <w:rStyle w:val="Hipercze"/>
            <w:rFonts w:ascii="Verdana" w:hAnsi="Verdana"/>
            <w:noProof/>
            <w:w w:val="90"/>
          </w:rPr>
          <w:t>5.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7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328E787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="000B1ED9" w:rsidRPr="000E0450">
          <w:rPr>
            <w:rStyle w:val="Hipercze"/>
            <w:rFonts w:ascii="Verdana" w:hAnsi="Verdana"/>
            <w:noProof/>
            <w:w w:val="90"/>
          </w:rPr>
          <w:t>6.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7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0347111F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="000B1ED9" w:rsidRPr="000E0450">
          <w:rPr>
            <w:rStyle w:val="Hipercze"/>
            <w:rFonts w:ascii="Verdana" w:hAnsi="Verdana"/>
            <w:noProof/>
            <w:w w:val="90"/>
          </w:rPr>
          <w:t>7.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68751A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="000B1ED9" w:rsidRPr="000E0450">
          <w:rPr>
            <w:rStyle w:val="Hipercze"/>
            <w:rFonts w:ascii="Verdana" w:hAnsi="Verdana"/>
            <w:noProof/>
            <w:w w:val="90"/>
          </w:rPr>
          <w:t>8.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A61520C" w14:textId="77777777" w:rsidR="000B1ED9" w:rsidRPr="000E0450" w:rsidRDefault="00000000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="000B1ED9" w:rsidRPr="000E0450">
          <w:rPr>
            <w:rStyle w:val="Hipercze"/>
            <w:rFonts w:ascii="Verdana" w:hAnsi="Verdana"/>
            <w:noProof/>
          </w:rPr>
          <w:t>9.</w:t>
        </w:r>
        <w:r w:rsidR="000B1ED9"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="000B1ED9" w:rsidRPr="000E0450">
          <w:rPr>
            <w:rStyle w:val="Hipercze"/>
            <w:rFonts w:ascii="Verdana" w:hAnsi="Verdana"/>
            <w:noProof/>
          </w:rPr>
          <w:t>przepisy związane</w:t>
        </w:r>
        <w:r w:rsidR="000B1ED9" w:rsidRPr="000E0450">
          <w:rPr>
            <w:rFonts w:ascii="Verdana" w:hAnsi="Verdana"/>
            <w:noProof/>
            <w:webHidden/>
          </w:rPr>
          <w:tab/>
        </w:r>
        <w:r w:rsidR="000B1ED9" w:rsidRPr="000E0450">
          <w:rPr>
            <w:rFonts w:ascii="Verdana" w:hAnsi="Verdana"/>
            <w:noProof/>
            <w:webHidden/>
          </w:rPr>
          <w:fldChar w:fldCharType="begin"/>
        </w:r>
        <w:r w:rsidR="000B1ED9"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="000B1ED9" w:rsidRPr="000E0450">
          <w:rPr>
            <w:rFonts w:ascii="Verdana" w:hAnsi="Verdana"/>
            <w:noProof/>
            <w:webHidden/>
          </w:rPr>
        </w:r>
        <w:r w:rsidR="000B1ED9" w:rsidRPr="000E0450">
          <w:rPr>
            <w:rFonts w:ascii="Verdana" w:hAnsi="Verdana"/>
            <w:noProof/>
            <w:webHidden/>
          </w:rPr>
          <w:fldChar w:fldCharType="separate"/>
        </w:r>
        <w:r w:rsidR="0034281B">
          <w:rPr>
            <w:rFonts w:ascii="Verdana" w:hAnsi="Verdana"/>
            <w:noProof/>
            <w:webHidden/>
          </w:rPr>
          <w:t>8</w:t>
        </w:r>
        <w:r w:rsidR="000B1ED9"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42955A8B" w14:textId="77777777" w:rsidR="00992AF6" w:rsidRPr="00C146E7" w:rsidRDefault="00992AF6" w:rsidP="00303869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0E0450">
        <w:rPr>
          <w:rFonts w:ascii="Verdana" w:hAnsi="Verdana"/>
        </w:rPr>
        <w:fldChar w:fldCharType="end"/>
      </w:r>
    </w:p>
    <w:p w14:paraId="76BF6B92" w14:textId="77777777" w:rsidR="00992AF6" w:rsidRPr="00C146E7" w:rsidRDefault="00992AF6" w:rsidP="00303869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288EC184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7A2BA0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C64BB3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3A52C04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3A680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759FE7CF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28CF0EE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440390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7C4FDB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B466AD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77C87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F71AB7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6CAF93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3C6E9A1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50FD7FA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281641E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8EAB2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EBE727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B3A514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74C783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BACC00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D4EC10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14FFB4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468263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8FE2A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F6069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568A3DB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A62D4D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C8BEC2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EEBEC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818A2E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42DE82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031275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8C0284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ED4F6B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08BD2B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94DDE6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B5B0A8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B0FFA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74D165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35FE68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11A618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C1BD47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2B23545" w14:textId="77777777" w:rsidR="0078018B" w:rsidRPr="00097929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097929">
        <w:rPr>
          <w:rFonts w:ascii="Verdana" w:hAnsi="Verdana"/>
          <w:w w:val="90"/>
        </w:rPr>
        <w:lastRenderedPageBreak/>
        <w:t>WSTĘP</w:t>
      </w:r>
      <w:bookmarkEnd w:id="3"/>
    </w:p>
    <w:p w14:paraId="59B24459" w14:textId="77777777" w:rsidR="0078018B" w:rsidRPr="00097929" w:rsidRDefault="0078018B" w:rsidP="00303869">
      <w:pPr>
        <w:pStyle w:val="Nagwek2"/>
      </w:pPr>
      <w:r w:rsidRPr="00097929">
        <w:t xml:space="preserve">Przedmiot Specyfikacji </w:t>
      </w:r>
    </w:p>
    <w:p w14:paraId="26F4F196" w14:textId="77777777" w:rsidR="0078018B" w:rsidRPr="00097929" w:rsidRDefault="0078018B" w:rsidP="0078018B">
      <w:pPr>
        <w:pStyle w:val="tekstost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Przedmiotem niniejszej Specyfikacji są wymagania dotyczące wykonania i odbioru opracowań przewidzianych do wykonania </w:t>
      </w:r>
      <w:r w:rsidR="009C3220" w:rsidRPr="00097929">
        <w:rPr>
          <w:rFonts w:ascii="Verdana" w:hAnsi="Verdana"/>
          <w:w w:val="90"/>
        </w:rPr>
        <w:t>dla przedmiotowego zadania.</w:t>
      </w:r>
    </w:p>
    <w:p w14:paraId="1DE4C682" w14:textId="77777777" w:rsidR="0078018B" w:rsidRPr="00097929" w:rsidRDefault="0078018B" w:rsidP="00303869">
      <w:pPr>
        <w:pStyle w:val="Nagwek2"/>
      </w:pPr>
      <w:r w:rsidRPr="00097929">
        <w:t xml:space="preserve">Zakres stosowania Specyfikacji </w:t>
      </w:r>
    </w:p>
    <w:p w14:paraId="6CA039D9" w14:textId="7BB050DE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Niniejsza Specyfikacja stanowi obowiązujący dokument przetargowy i Umowny przy zlecaniu i realizacji opracowania </w:t>
      </w:r>
      <w:r w:rsidR="00D85189" w:rsidRPr="00097929">
        <w:rPr>
          <w:rFonts w:ascii="Verdana" w:hAnsi="Verdana"/>
          <w:w w:val="90"/>
        </w:rPr>
        <w:t>S</w:t>
      </w:r>
      <w:r w:rsidRPr="00097929">
        <w:rPr>
          <w:rFonts w:ascii="Verdana" w:hAnsi="Verdana"/>
          <w:w w:val="90"/>
        </w:rPr>
        <w:t>P</w:t>
      </w:r>
      <w:r w:rsidR="00E25D5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30</w:t>
      </w:r>
      <w:r w:rsidR="00C9776E" w:rsidRPr="00097929">
        <w:rPr>
          <w:rFonts w:ascii="Verdana" w:hAnsi="Verdana"/>
          <w:w w:val="90"/>
        </w:rPr>
        <w:t>.40</w:t>
      </w:r>
      <w:r w:rsidR="003C0576" w:rsidRPr="00097929">
        <w:rPr>
          <w:rFonts w:ascii="Verdana" w:hAnsi="Verdana"/>
          <w:w w:val="90"/>
        </w:rPr>
        <w:t>.00</w:t>
      </w:r>
      <w:r w:rsidR="00D87FD9" w:rsidRPr="00097929">
        <w:rPr>
          <w:rFonts w:ascii="Verdana" w:hAnsi="Verdana"/>
          <w:w w:val="90"/>
        </w:rPr>
        <w:t xml:space="preserve"> „</w:t>
      </w:r>
      <w:r w:rsidRPr="00097929">
        <w:rPr>
          <w:rFonts w:ascii="Verdana" w:hAnsi="Verdana"/>
          <w:w w:val="90"/>
        </w:rPr>
        <w:t xml:space="preserve">Mapa </w:t>
      </w:r>
      <w:r w:rsidR="00D364FD" w:rsidRPr="00097929">
        <w:rPr>
          <w:rFonts w:ascii="Verdana" w:hAnsi="Verdana"/>
          <w:w w:val="90"/>
        </w:rPr>
        <w:t>z pomiaru powykonawczego drogi</w:t>
      </w:r>
      <w:r w:rsidR="00FA29C2" w:rsidRPr="00097929">
        <w:rPr>
          <w:rFonts w:ascii="Verdana" w:hAnsi="Verdana"/>
          <w:w w:val="90"/>
        </w:rPr>
        <w:t xml:space="preserve"> wraz z odtworzeniem granic pasa drogowego</w:t>
      </w:r>
      <w:r w:rsidR="00D87FD9" w:rsidRPr="00097929">
        <w:rPr>
          <w:rFonts w:ascii="Verdana" w:hAnsi="Verdana"/>
          <w:w w:val="90"/>
        </w:rPr>
        <w:t>”</w:t>
      </w:r>
      <w:r w:rsidR="0063707A" w:rsidRPr="00097929">
        <w:rPr>
          <w:rFonts w:ascii="Verdana" w:hAnsi="Verdana"/>
          <w:w w:val="90"/>
        </w:rPr>
        <w:t>.</w:t>
      </w:r>
    </w:p>
    <w:p w14:paraId="59D824C1" w14:textId="77777777" w:rsidR="0078018B" w:rsidRPr="00097929" w:rsidRDefault="0078018B" w:rsidP="00303869">
      <w:pPr>
        <w:pStyle w:val="Nagwek2"/>
      </w:pPr>
      <w:r w:rsidRPr="00097929">
        <w:t>Określenia podstawowe</w:t>
      </w:r>
    </w:p>
    <w:p w14:paraId="5406E1BE" w14:textId="77777777" w:rsidR="0078018B" w:rsidRPr="00097929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Użyte w S</w:t>
      </w:r>
      <w:r w:rsidR="0056386E" w:rsidRPr="00097929">
        <w:rPr>
          <w:rFonts w:ascii="Verdana" w:hAnsi="Verdana"/>
          <w:w w:val="90"/>
        </w:rPr>
        <w:t xml:space="preserve">pecyfikacjach </w:t>
      </w:r>
      <w:r w:rsidR="0055641C" w:rsidRPr="00097929">
        <w:rPr>
          <w:rFonts w:ascii="Verdana" w:hAnsi="Verdana"/>
          <w:w w:val="90"/>
        </w:rPr>
        <w:t xml:space="preserve">określenia są zgodne z obowiązującymi, odpowiednimi polskimi przepisami </w:t>
      </w:r>
      <w:r w:rsidR="00C519E8" w:rsidRPr="00097929">
        <w:rPr>
          <w:rFonts w:ascii="Verdana" w:hAnsi="Verdana"/>
          <w:w w:val="90"/>
        </w:rPr>
        <w:br/>
      </w:r>
      <w:r w:rsidR="0055641C" w:rsidRPr="00097929">
        <w:rPr>
          <w:rFonts w:ascii="Verdana" w:hAnsi="Verdana"/>
          <w:w w:val="90"/>
        </w:rPr>
        <w:t>i polskimi normami oraz z definicjami podanymi w SP</w:t>
      </w:r>
      <w:r w:rsidR="00420293" w:rsidRPr="00097929">
        <w:rPr>
          <w:rFonts w:ascii="Verdana" w:hAnsi="Verdana"/>
          <w:w w:val="90"/>
        </w:rPr>
        <w:t>.</w:t>
      </w:r>
      <w:r w:rsidR="0055641C"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="0055641C" w:rsidRPr="00097929">
        <w:rPr>
          <w:rFonts w:ascii="Verdana" w:hAnsi="Verdana"/>
          <w:w w:val="90"/>
        </w:rPr>
        <w:t xml:space="preserve"> „Wymagania ogólne” i w innych S</w:t>
      </w:r>
      <w:r w:rsidR="008B2556" w:rsidRPr="00097929">
        <w:rPr>
          <w:rFonts w:ascii="Verdana" w:hAnsi="Verdana"/>
          <w:w w:val="90"/>
        </w:rPr>
        <w:t>pecyfikacjach</w:t>
      </w:r>
      <w:r w:rsidR="0055641C" w:rsidRPr="00097929">
        <w:rPr>
          <w:rFonts w:ascii="Verdana" w:hAnsi="Verdana"/>
          <w:w w:val="90"/>
        </w:rPr>
        <w:t>.</w:t>
      </w:r>
    </w:p>
    <w:p w14:paraId="270F29DD" w14:textId="77777777" w:rsidR="0078018B" w:rsidRPr="00097929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097929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0BC5D616" w14:textId="361B5D9E" w:rsidR="007E5766" w:rsidRPr="00097929" w:rsidRDefault="0078018B" w:rsidP="00303869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56386E" w:rsidRPr="00097929">
        <w:rPr>
          <w:rFonts w:ascii="Verdana" w:hAnsi="Verdana"/>
          <w:w w:val="90"/>
        </w:rPr>
        <w:t>w SP</w:t>
      </w:r>
      <w:r w:rsidR="00420293" w:rsidRPr="00097929">
        <w:rPr>
          <w:rFonts w:ascii="Verdana" w:hAnsi="Verdana"/>
          <w:w w:val="90"/>
        </w:rPr>
        <w:t>.</w:t>
      </w:r>
      <w:r w:rsidR="0056386E"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="0056386E" w:rsidRPr="00097929">
        <w:rPr>
          <w:rFonts w:ascii="Verdana" w:hAnsi="Verdana"/>
          <w:w w:val="90"/>
        </w:rPr>
        <w:t xml:space="preserve"> </w:t>
      </w:r>
      <w:r w:rsidR="00D87FD9" w:rsidRPr="00097929">
        <w:rPr>
          <w:rFonts w:ascii="Verdana" w:hAnsi="Verdana"/>
          <w:w w:val="90"/>
        </w:rPr>
        <w:t>„</w:t>
      </w:r>
      <w:r w:rsidR="0056386E" w:rsidRPr="00097929">
        <w:rPr>
          <w:rFonts w:ascii="Verdana" w:hAnsi="Verdana"/>
          <w:w w:val="90"/>
        </w:rPr>
        <w:t>Wymagania ogólne</w:t>
      </w:r>
      <w:r w:rsidR="00D87FD9" w:rsidRPr="00097929">
        <w:rPr>
          <w:rFonts w:ascii="Verdana" w:hAnsi="Verdana"/>
          <w:w w:val="90"/>
        </w:rPr>
        <w:t>”</w:t>
      </w:r>
      <w:r w:rsidR="00CC56EC" w:rsidRPr="00097929">
        <w:rPr>
          <w:rFonts w:ascii="Verdana" w:hAnsi="Verdana"/>
          <w:w w:val="90"/>
        </w:rPr>
        <w:t xml:space="preserve">, </w:t>
      </w:r>
      <w:r w:rsidR="008B2556" w:rsidRPr="00097929">
        <w:rPr>
          <w:rFonts w:ascii="Verdana" w:hAnsi="Verdana"/>
          <w:w w:val="90"/>
        </w:rPr>
        <w:t>S</w:t>
      </w:r>
      <w:r w:rsidR="00CC56EC" w:rsidRPr="00097929">
        <w:rPr>
          <w:rFonts w:ascii="Verdana" w:hAnsi="Verdana"/>
          <w:w w:val="90"/>
        </w:rPr>
        <w:t>P</w:t>
      </w:r>
      <w:r w:rsidR="00420293" w:rsidRPr="00097929">
        <w:rPr>
          <w:rFonts w:ascii="Verdana" w:hAnsi="Verdana"/>
          <w:w w:val="90"/>
        </w:rPr>
        <w:t>.</w:t>
      </w:r>
      <w:r w:rsidR="00CC56EC" w:rsidRPr="00097929">
        <w:rPr>
          <w:rFonts w:ascii="Verdana" w:hAnsi="Verdana"/>
          <w:w w:val="90"/>
        </w:rPr>
        <w:t>10.20</w:t>
      </w:r>
      <w:r w:rsidR="003C0576" w:rsidRPr="00097929">
        <w:rPr>
          <w:rFonts w:ascii="Verdana" w:hAnsi="Verdana"/>
          <w:w w:val="90"/>
        </w:rPr>
        <w:t>.00</w:t>
      </w:r>
      <w:r w:rsidR="00CC56EC" w:rsidRPr="00097929">
        <w:rPr>
          <w:rFonts w:ascii="Verdana" w:hAnsi="Verdana"/>
          <w:w w:val="90"/>
        </w:rPr>
        <w:t xml:space="preserve"> </w:t>
      </w:r>
      <w:r w:rsidR="003E0E76" w:rsidRPr="00097929">
        <w:rPr>
          <w:rFonts w:ascii="Verdana" w:hAnsi="Verdana"/>
          <w:w w:val="90"/>
        </w:rPr>
        <w:t>„</w:t>
      </w:r>
      <w:r w:rsidR="00CC56EC" w:rsidRPr="00097929">
        <w:rPr>
          <w:rFonts w:ascii="Verdana" w:hAnsi="Verdana"/>
          <w:w w:val="90"/>
        </w:rPr>
        <w:t>Koncepcja Programowa</w:t>
      </w:r>
      <w:r w:rsidR="003E0E76" w:rsidRPr="00097929">
        <w:rPr>
          <w:rFonts w:ascii="Verdana" w:hAnsi="Verdana"/>
          <w:w w:val="90"/>
        </w:rPr>
        <w:t>”</w:t>
      </w:r>
      <w:r w:rsidR="00CC56EC" w:rsidRPr="00097929">
        <w:rPr>
          <w:rFonts w:ascii="Verdana" w:hAnsi="Verdana"/>
          <w:w w:val="90"/>
        </w:rPr>
        <w:t xml:space="preserve"> </w:t>
      </w:r>
      <w:r w:rsidR="007E5766" w:rsidRPr="00097929">
        <w:rPr>
          <w:rFonts w:ascii="Verdana" w:hAnsi="Verdana"/>
          <w:w w:val="90"/>
        </w:rPr>
        <w:t>i</w:t>
      </w:r>
      <w:r w:rsidRPr="00097929">
        <w:rPr>
          <w:rFonts w:ascii="Verdana" w:hAnsi="Verdana"/>
          <w:w w:val="90"/>
        </w:rPr>
        <w:t xml:space="preserve"> </w:t>
      </w:r>
      <w:r w:rsidR="008B2556" w:rsidRPr="00097929">
        <w:rPr>
          <w:rFonts w:ascii="Verdana" w:hAnsi="Verdana"/>
          <w:w w:val="90"/>
        </w:rPr>
        <w:t>S</w:t>
      </w:r>
      <w:r w:rsidRPr="00097929">
        <w:rPr>
          <w:rFonts w:ascii="Verdana" w:hAnsi="Verdana"/>
          <w:w w:val="90"/>
        </w:rPr>
        <w:t>P</w:t>
      </w:r>
      <w:r w:rsidR="00420293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10.30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</w:t>
      </w:r>
      <w:r w:rsidR="003E0E76" w:rsidRPr="00097929">
        <w:rPr>
          <w:rFonts w:ascii="Verdana" w:hAnsi="Verdana"/>
          <w:w w:val="90"/>
        </w:rPr>
        <w:t>„</w:t>
      </w:r>
      <w:r w:rsidRPr="00097929">
        <w:rPr>
          <w:rFonts w:ascii="Verdana" w:hAnsi="Verdana"/>
          <w:w w:val="90"/>
        </w:rPr>
        <w:t>Projekt</w:t>
      </w:r>
      <w:r w:rsidR="007E5766" w:rsidRPr="00097929">
        <w:rPr>
          <w:rFonts w:ascii="Verdana" w:hAnsi="Verdana"/>
          <w:w w:val="90"/>
        </w:rPr>
        <w:t xml:space="preserve"> budowlany, Projekt wykonawczy</w:t>
      </w:r>
      <w:r w:rsidR="003E0E76" w:rsidRPr="00097929">
        <w:rPr>
          <w:rFonts w:ascii="Verdana" w:hAnsi="Verdana"/>
          <w:w w:val="90"/>
        </w:rPr>
        <w:t>”</w:t>
      </w:r>
      <w:r w:rsidRPr="00097929">
        <w:rPr>
          <w:rFonts w:ascii="Verdana" w:hAnsi="Verdana"/>
          <w:w w:val="90"/>
        </w:rPr>
        <w:t>.</w:t>
      </w:r>
    </w:p>
    <w:p w14:paraId="3FB2B274" w14:textId="77777777" w:rsidR="0078018B" w:rsidRPr="00097929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097929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4574E947" w14:textId="77777777" w:rsidR="0078018B" w:rsidRPr="00097929" w:rsidRDefault="0078018B" w:rsidP="00303869">
      <w:pPr>
        <w:pStyle w:val="Nagwek2"/>
      </w:pPr>
      <w:r w:rsidRPr="00097929">
        <w:t>Materiały wyjściowe do projektowania</w:t>
      </w:r>
    </w:p>
    <w:p w14:paraId="31261A2B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dotyczące materiałów wyjściowych do projektowania znajdują się w SP</w:t>
      </w:r>
      <w:r w:rsidR="00420293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3.</w:t>
      </w:r>
      <w:r w:rsidR="009B7F6E" w:rsidRPr="00097929">
        <w:rPr>
          <w:rFonts w:ascii="Verdana" w:hAnsi="Verdana"/>
          <w:w w:val="90"/>
        </w:rPr>
        <w:t>2</w:t>
      </w:r>
      <w:r w:rsidRPr="00097929">
        <w:rPr>
          <w:rFonts w:ascii="Verdana" w:hAnsi="Verdana"/>
          <w:w w:val="90"/>
        </w:rPr>
        <w:t xml:space="preserve">. </w:t>
      </w:r>
    </w:p>
    <w:p w14:paraId="1DC6A124" w14:textId="77777777" w:rsidR="0078018B" w:rsidRPr="00097929" w:rsidRDefault="0078018B" w:rsidP="00303869">
      <w:pPr>
        <w:pStyle w:val="Nagwek2"/>
      </w:pPr>
      <w:bookmarkStart w:id="10" w:name="_Ref58288371"/>
      <w:r w:rsidRPr="00097929">
        <w:t>Materiały archiwalne i warunki</w:t>
      </w:r>
    </w:p>
    <w:p w14:paraId="68209A6C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dotyczące materiałów archiwalnych i warunków przedstawiono w SP</w:t>
      </w:r>
      <w:r w:rsidR="00EB74B9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3.2. </w:t>
      </w:r>
    </w:p>
    <w:p w14:paraId="45D111DA" w14:textId="77777777" w:rsidR="0078018B" w:rsidRPr="00097929" w:rsidRDefault="0078018B" w:rsidP="00303869">
      <w:pPr>
        <w:pStyle w:val="Nagwek2"/>
      </w:pPr>
      <w:r w:rsidRPr="00097929">
        <w:t>Pomiary, badania, obliczenia i ekspertyzy</w:t>
      </w:r>
      <w:bookmarkEnd w:id="10"/>
    </w:p>
    <w:p w14:paraId="00A6B243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dotyczące pomiarów, badań, obliczeń i ekspertyz przedstawiono w SP</w:t>
      </w:r>
      <w:r w:rsidR="00D10F41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3.3.</w:t>
      </w:r>
    </w:p>
    <w:p w14:paraId="1611748E" w14:textId="77777777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określone </w:t>
      </w:r>
      <w:r w:rsidR="002263AE" w:rsidRPr="00097929">
        <w:rPr>
          <w:rFonts w:ascii="Verdana" w:hAnsi="Verdana"/>
          <w:w w:val="90"/>
        </w:rPr>
        <w:t xml:space="preserve">w </w:t>
      </w:r>
      <w:r w:rsidR="00A76358" w:rsidRPr="00097929">
        <w:rPr>
          <w:rFonts w:ascii="Verdana" w:hAnsi="Verdana"/>
          <w:w w:val="90"/>
        </w:rPr>
        <w:t>r</w:t>
      </w:r>
      <w:r w:rsidR="002263AE" w:rsidRPr="00097929">
        <w:rPr>
          <w:rFonts w:ascii="Verdana" w:hAnsi="Verdana"/>
          <w:w w:val="90"/>
        </w:rPr>
        <w:t xml:space="preserve">ozporządzeniu </w:t>
      </w:r>
      <w:r w:rsidR="00A76358" w:rsidRPr="00097929">
        <w:rPr>
          <w:rFonts w:ascii="Verdana" w:hAnsi="Verdana" w:cs="Arial"/>
          <w:b/>
          <w:snapToGrid w:val="0"/>
          <w:w w:val="90"/>
        </w:rPr>
        <w:t>[3.1]</w:t>
      </w:r>
      <w:r w:rsidR="002263AE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 xml:space="preserve"> Należy także spe</w:t>
      </w:r>
      <w:r w:rsidR="00CE3FB0" w:rsidRPr="00097929">
        <w:rPr>
          <w:rFonts w:ascii="Verdana" w:hAnsi="Verdana"/>
          <w:w w:val="90"/>
        </w:rPr>
        <w:t>łnić wymagania określone w pkt</w:t>
      </w:r>
      <w:r w:rsidRPr="00097929">
        <w:rPr>
          <w:rFonts w:ascii="Verdana" w:hAnsi="Verdana"/>
          <w:w w:val="90"/>
        </w:rPr>
        <w:t xml:space="preserve"> 4 niniejszej Specyfikacji</w:t>
      </w:r>
      <w:r w:rsidR="00145A62" w:rsidRPr="00097929">
        <w:rPr>
          <w:rFonts w:ascii="Verdana" w:hAnsi="Verdana"/>
          <w:w w:val="90"/>
        </w:rPr>
        <w:t>,</w:t>
      </w:r>
      <w:r w:rsidRPr="00097929">
        <w:rPr>
          <w:rFonts w:ascii="Verdana" w:hAnsi="Verdana"/>
          <w:w w:val="90"/>
        </w:rPr>
        <w:t xml:space="preserve"> wymagania </w:t>
      </w:r>
      <w:r w:rsidR="00C56E53" w:rsidRPr="00097929">
        <w:rPr>
          <w:rFonts w:ascii="Verdana" w:hAnsi="Verdana"/>
          <w:w w:val="90"/>
        </w:rPr>
        <w:t xml:space="preserve">organu prowadzącego </w:t>
      </w:r>
      <w:r w:rsidR="00BC414E" w:rsidRPr="00097929">
        <w:rPr>
          <w:rFonts w:ascii="Verdana" w:hAnsi="Verdana"/>
          <w:w w:val="90"/>
        </w:rPr>
        <w:t>właściw</w:t>
      </w:r>
      <w:r w:rsidR="004E1A8B" w:rsidRPr="00097929">
        <w:rPr>
          <w:rFonts w:ascii="Verdana" w:hAnsi="Verdana"/>
          <w:w w:val="90"/>
        </w:rPr>
        <w:t xml:space="preserve">y </w:t>
      </w:r>
      <w:r w:rsidRPr="00097929">
        <w:rPr>
          <w:rFonts w:ascii="Verdana" w:hAnsi="Verdana"/>
          <w:w w:val="90"/>
        </w:rPr>
        <w:t>Ośrod</w:t>
      </w:r>
      <w:r w:rsidR="00C56E53" w:rsidRPr="00097929">
        <w:rPr>
          <w:rFonts w:ascii="Verdana" w:hAnsi="Verdana"/>
          <w:w w:val="90"/>
        </w:rPr>
        <w:t>e</w:t>
      </w:r>
      <w:r w:rsidR="004E1A8B" w:rsidRPr="00097929">
        <w:rPr>
          <w:rFonts w:ascii="Verdana" w:hAnsi="Verdana"/>
          <w:w w:val="90"/>
        </w:rPr>
        <w:t>k</w:t>
      </w:r>
      <w:r w:rsidRPr="00097929">
        <w:rPr>
          <w:rFonts w:ascii="Verdana" w:hAnsi="Verdana"/>
          <w:w w:val="90"/>
        </w:rPr>
        <w:t xml:space="preserve"> Dokumentacji Geodezyjnej i Kartograficznej</w:t>
      </w:r>
      <w:r w:rsidR="0056386E" w:rsidRPr="00097929">
        <w:rPr>
          <w:rFonts w:ascii="Verdana" w:hAnsi="Verdana"/>
          <w:w w:val="90"/>
        </w:rPr>
        <w:t xml:space="preserve"> a w przypadku terenów zamkniętych podmiot</w:t>
      </w:r>
      <w:r w:rsidR="00BE22CD" w:rsidRPr="00097929">
        <w:rPr>
          <w:rFonts w:ascii="Verdana" w:hAnsi="Verdana"/>
          <w:w w:val="90"/>
        </w:rPr>
        <w:t>u</w:t>
      </w:r>
      <w:r w:rsidR="0056386E" w:rsidRPr="00097929">
        <w:rPr>
          <w:rFonts w:ascii="Verdana" w:hAnsi="Verdana"/>
          <w:w w:val="90"/>
        </w:rPr>
        <w:t xml:space="preserve"> zarządzając</w:t>
      </w:r>
      <w:r w:rsidR="00BE22CD" w:rsidRPr="00097929">
        <w:rPr>
          <w:rFonts w:ascii="Verdana" w:hAnsi="Verdana"/>
          <w:w w:val="90"/>
        </w:rPr>
        <w:t>ego</w:t>
      </w:r>
      <w:r w:rsidR="0056386E" w:rsidRPr="00097929">
        <w:rPr>
          <w:rFonts w:ascii="Verdana" w:hAnsi="Verdana"/>
          <w:w w:val="90"/>
        </w:rPr>
        <w:t xml:space="preserve"> tym terenem</w:t>
      </w:r>
      <w:r w:rsidRPr="00097929">
        <w:rPr>
          <w:rFonts w:ascii="Verdana" w:hAnsi="Verdana"/>
          <w:w w:val="90"/>
        </w:rPr>
        <w:t xml:space="preserve">, w tym kataster nieruchomości i </w:t>
      </w:r>
      <w:r w:rsidR="00A76358" w:rsidRPr="00097929">
        <w:rPr>
          <w:rFonts w:ascii="Verdana" w:hAnsi="Verdana"/>
          <w:w w:val="90"/>
        </w:rPr>
        <w:t>geodezyjną ewidencję</w:t>
      </w:r>
      <w:r w:rsidRPr="00097929">
        <w:rPr>
          <w:rFonts w:ascii="Verdana" w:hAnsi="Verdana"/>
          <w:w w:val="90"/>
        </w:rPr>
        <w:t xml:space="preserve"> sieci uzbrojenia</w:t>
      </w:r>
      <w:r w:rsidR="00A76358" w:rsidRPr="00097929">
        <w:rPr>
          <w:rFonts w:ascii="Verdana" w:hAnsi="Verdana"/>
          <w:w w:val="90"/>
        </w:rPr>
        <w:t>.</w:t>
      </w:r>
    </w:p>
    <w:p w14:paraId="36B1389D" w14:textId="77777777" w:rsidR="0078018B" w:rsidRPr="00097929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097929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7D5B9E3" w14:textId="52E351BC" w:rsidR="0078018B" w:rsidRPr="00097929" w:rsidRDefault="0078018B" w:rsidP="00E31A9B">
      <w:pPr>
        <w:pStyle w:val="tekstost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Poniżej przedstawione są wymagania, które należy uwzględnić przy wyko</w:t>
      </w:r>
      <w:r w:rsidR="004E57AF" w:rsidRPr="00097929">
        <w:rPr>
          <w:rFonts w:ascii="Verdana" w:hAnsi="Verdana"/>
          <w:w w:val="90"/>
        </w:rPr>
        <w:t>nywaniu opracowania</w:t>
      </w:r>
      <w:r w:rsidRPr="00097929">
        <w:rPr>
          <w:rFonts w:ascii="Verdana" w:hAnsi="Verdana"/>
          <w:w w:val="90"/>
        </w:rPr>
        <w:t>. Inne wymagania dotyczące wykonania opracowań projektowych przedstawiono w SP</w:t>
      </w:r>
      <w:r w:rsidR="00906EBE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4 oraz w </w:t>
      </w:r>
      <w:r w:rsidR="00E30860" w:rsidRPr="00097929">
        <w:rPr>
          <w:rFonts w:ascii="Verdana" w:hAnsi="Verdana"/>
          <w:w w:val="90"/>
        </w:rPr>
        <w:t>S</w:t>
      </w:r>
      <w:r w:rsidRPr="00097929">
        <w:rPr>
          <w:rFonts w:ascii="Verdana" w:hAnsi="Verdana"/>
          <w:w w:val="90"/>
        </w:rPr>
        <w:t>P</w:t>
      </w:r>
      <w:r w:rsidR="00906EBE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10.30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</w:t>
      </w:r>
      <w:r w:rsidR="003E0E76" w:rsidRPr="00097929">
        <w:rPr>
          <w:rFonts w:ascii="Verdana" w:hAnsi="Verdana"/>
          <w:w w:val="90"/>
        </w:rPr>
        <w:t>„</w:t>
      </w:r>
      <w:r w:rsidRPr="00097929">
        <w:rPr>
          <w:rFonts w:ascii="Verdana" w:hAnsi="Verdana"/>
          <w:w w:val="90"/>
        </w:rPr>
        <w:t>Projekt budowlan</w:t>
      </w:r>
      <w:r w:rsidR="009973C2" w:rsidRPr="00097929">
        <w:rPr>
          <w:rFonts w:ascii="Verdana" w:hAnsi="Verdana"/>
          <w:w w:val="90"/>
        </w:rPr>
        <w:t>y, Projekt wykonawczy</w:t>
      </w:r>
      <w:r w:rsidR="003E0E76" w:rsidRPr="00097929">
        <w:rPr>
          <w:rFonts w:ascii="Verdana" w:hAnsi="Verdana"/>
          <w:w w:val="90"/>
        </w:rPr>
        <w:t>”</w:t>
      </w:r>
      <w:r w:rsidR="009973C2" w:rsidRPr="00097929">
        <w:rPr>
          <w:rFonts w:ascii="Verdana" w:hAnsi="Verdana"/>
          <w:w w:val="90"/>
        </w:rPr>
        <w:t>.</w:t>
      </w:r>
    </w:p>
    <w:p w14:paraId="6D490956" w14:textId="77777777" w:rsidR="0078018B" w:rsidRPr="00097929" w:rsidRDefault="0078018B" w:rsidP="00303869">
      <w:pPr>
        <w:pStyle w:val="Nagwek2"/>
      </w:pPr>
      <w:r w:rsidRPr="00097929">
        <w:lastRenderedPageBreak/>
        <w:t>Szczegółowość opracowań projektowych</w:t>
      </w:r>
    </w:p>
    <w:p w14:paraId="25F81A36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oraz definicje dotyczące szczegółowości opracowań podano w SP</w:t>
      </w:r>
      <w:r w:rsidR="0016127D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4.</w:t>
      </w:r>
    </w:p>
    <w:p w14:paraId="3A1247BC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Wszystkie elementy opracowania mają być określone w sposób ostateczny.</w:t>
      </w:r>
    </w:p>
    <w:p w14:paraId="6A56C106" w14:textId="77777777" w:rsidR="0078018B" w:rsidRPr="00097929" w:rsidRDefault="0078018B" w:rsidP="00303869">
      <w:pPr>
        <w:pStyle w:val="Nagwek2"/>
      </w:pPr>
      <w:r w:rsidRPr="00097929">
        <w:t>Wymagania dla kolejności wykonywa</w:t>
      </w:r>
      <w:r w:rsidR="004E57AF" w:rsidRPr="00097929">
        <w:t>nia elementów opracowań</w:t>
      </w:r>
      <w:r w:rsidRPr="00097929">
        <w:t xml:space="preserve"> </w:t>
      </w:r>
    </w:p>
    <w:p w14:paraId="1D37F932" w14:textId="77777777" w:rsidR="0078018B" w:rsidRPr="00097929" w:rsidRDefault="00FC7202" w:rsidP="00CA39B1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78018B" w:rsidRPr="00097929">
        <w:rPr>
          <w:rFonts w:ascii="Verdana" w:hAnsi="Verdana"/>
          <w:w w:val="90"/>
        </w:rPr>
        <w:t>ykonanie opracowania objętego niniejszą Specyfikacją powinno odbywać z zachowaniem wymagań, dotyczących kolejności wykonania poszczególnych elementów opracowania</w:t>
      </w:r>
      <w:r w:rsidR="00CE3FB0" w:rsidRPr="00097929">
        <w:rPr>
          <w:rFonts w:ascii="Verdana" w:hAnsi="Verdana"/>
          <w:w w:val="90"/>
        </w:rPr>
        <w:t>, zawartych w pkt</w:t>
      </w:r>
      <w:r w:rsidR="0078018B" w:rsidRPr="00097929">
        <w:rPr>
          <w:rFonts w:ascii="Verdana" w:hAnsi="Verdana"/>
          <w:w w:val="90"/>
        </w:rPr>
        <w:t xml:space="preserve"> 4 niniejszej Specyfikacji.</w:t>
      </w:r>
    </w:p>
    <w:p w14:paraId="075FA9DE" w14:textId="77777777" w:rsidR="0078018B" w:rsidRPr="00097929" w:rsidRDefault="0078018B" w:rsidP="00303869">
      <w:pPr>
        <w:pStyle w:val="Nagwek2"/>
      </w:pPr>
      <w:bookmarkStart w:id="13" w:name="_Toc416830700"/>
      <w:bookmarkStart w:id="14" w:name="_Toc6881281"/>
      <w:r w:rsidRPr="00097929">
        <w:t>Sprzęt</w:t>
      </w:r>
      <w:bookmarkEnd w:id="13"/>
      <w:bookmarkEnd w:id="14"/>
      <w:r w:rsidRPr="00097929">
        <w:t xml:space="preserve"> i transport</w:t>
      </w:r>
    </w:p>
    <w:p w14:paraId="7C044DB0" w14:textId="77777777" w:rsidR="0078018B" w:rsidRPr="00097929" w:rsidRDefault="0078018B" w:rsidP="00722927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dotyczące sprzętu i transportu przedstawiono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</w:t>
      </w:r>
      <w:r w:rsidR="00827F8F" w:rsidRPr="00097929">
        <w:rPr>
          <w:rFonts w:ascii="Verdana" w:hAnsi="Verdana"/>
          <w:w w:val="90"/>
        </w:rPr>
        <w:br/>
      </w:r>
      <w:r w:rsidRPr="00097929">
        <w:rPr>
          <w:rFonts w:ascii="Verdana" w:hAnsi="Verdana"/>
          <w:w w:val="90"/>
        </w:rPr>
        <w:t>pkt 4.3.</w:t>
      </w:r>
    </w:p>
    <w:p w14:paraId="4C2540F0" w14:textId="77777777" w:rsidR="0078018B" w:rsidRPr="00097929" w:rsidRDefault="004E57AF" w:rsidP="00722927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Przy wykonywaniu prac </w:t>
      </w:r>
      <w:r w:rsidR="0078018B" w:rsidRPr="00097929">
        <w:rPr>
          <w:rFonts w:ascii="Verdana" w:hAnsi="Verdana"/>
          <w:w w:val="90"/>
        </w:rPr>
        <w:t xml:space="preserve">sprzęt i transport powinien ponadto spełniać wymagania zawarte </w:t>
      </w:r>
      <w:r w:rsidR="00A2007A" w:rsidRPr="00097929">
        <w:rPr>
          <w:rFonts w:ascii="Verdana" w:hAnsi="Verdana"/>
          <w:w w:val="90"/>
        </w:rPr>
        <w:br/>
      </w:r>
      <w:r w:rsidR="0078018B" w:rsidRPr="00097929">
        <w:rPr>
          <w:rFonts w:ascii="Verdana" w:hAnsi="Verdana"/>
          <w:w w:val="90"/>
        </w:rPr>
        <w:t xml:space="preserve">w </w:t>
      </w:r>
      <w:r w:rsidR="00EA71A1" w:rsidRPr="00097929">
        <w:rPr>
          <w:rFonts w:ascii="Verdana" w:hAnsi="Verdana" w:cs="Arial"/>
          <w:snapToGrid w:val="0"/>
          <w:w w:val="90"/>
        </w:rPr>
        <w:t>r</w:t>
      </w:r>
      <w:r w:rsidR="00504A9C" w:rsidRPr="00097929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097929">
        <w:rPr>
          <w:rFonts w:ascii="Verdana" w:hAnsi="Verdana" w:cs="Arial"/>
          <w:b/>
          <w:snapToGrid w:val="0"/>
          <w:w w:val="90"/>
        </w:rPr>
        <w:t>[3.1]</w:t>
      </w:r>
      <w:r w:rsidR="00504A9C" w:rsidRPr="00097929">
        <w:rPr>
          <w:rFonts w:ascii="Verdana" w:hAnsi="Verdana" w:cs="Arial"/>
          <w:snapToGrid w:val="0"/>
          <w:w w:val="90"/>
        </w:rPr>
        <w:t xml:space="preserve"> </w:t>
      </w:r>
      <w:r w:rsidR="002263AE" w:rsidRPr="00097929">
        <w:rPr>
          <w:rFonts w:ascii="Verdana" w:hAnsi="Verdana" w:cs="Arial"/>
          <w:snapToGrid w:val="0"/>
          <w:w w:val="90"/>
        </w:rPr>
        <w:t>o</w:t>
      </w:r>
      <w:r w:rsidR="00504A9C" w:rsidRPr="00097929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4C391586" w14:textId="77777777" w:rsidR="0078018B" w:rsidRPr="00097929" w:rsidRDefault="0078018B" w:rsidP="00303869">
      <w:pPr>
        <w:pStyle w:val="Nagwek2"/>
      </w:pPr>
      <w:r w:rsidRPr="00097929">
        <w:t>Szata graficzna</w:t>
      </w:r>
    </w:p>
    <w:p w14:paraId="44FB8375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4.</w:t>
      </w:r>
      <w:r w:rsidR="0081487A" w:rsidRPr="00097929">
        <w:rPr>
          <w:rFonts w:ascii="Verdana" w:hAnsi="Verdana"/>
          <w:w w:val="90"/>
        </w:rPr>
        <w:t>5</w:t>
      </w:r>
      <w:r w:rsidRPr="00097929">
        <w:rPr>
          <w:rFonts w:ascii="Verdana" w:hAnsi="Verdana"/>
          <w:w w:val="90"/>
        </w:rPr>
        <w:t>.</w:t>
      </w:r>
    </w:p>
    <w:p w14:paraId="7FEEE7CE" w14:textId="77777777" w:rsidR="00E31A9B" w:rsidRPr="00097929" w:rsidRDefault="004E57AF" w:rsidP="00504A9C">
      <w:pPr>
        <w:rPr>
          <w:rFonts w:ascii="Verdana" w:hAnsi="Verdana" w:cs="Arial"/>
          <w:snapToGrid w:val="0"/>
          <w:w w:val="90"/>
        </w:rPr>
      </w:pPr>
      <w:r w:rsidRPr="00097929">
        <w:rPr>
          <w:rFonts w:ascii="Verdana" w:hAnsi="Verdana"/>
          <w:w w:val="90"/>
        </w:rPr>
        <w:t>Przy wykonywaniu opracowań</w:t>
      </w:r>
      <w:r w:rsidR="0078018B" w:rsidRPr="00097929">
        <w:rPr>
          <w:rFonts w:ascii="Verdana" w:hAnsi="Verdana"/>
          <w:w w:val="90"/>
        </w:rPr>
        <w:t xml:space="preserve"> objętych niniejszą Specyfikacją Wykonawca będzie ponadto stosował szatę graficzną spełniającą wymagania </w:t>
      </w:r>
      <w:r w:rsidR="00504A9C" w:rsidRPr="00097929">
        <w:rPr>
          <w:rFonts w:ascii="Verdana" w:hAnsi="Verdana" w:cs="Arial"/>
          <w:snapToGrid w:val="0"/>
          <w:w w:val="90"/>
        </w:rPr>
        <w:t xml:space="preserve">zawarte </w:t>
      </w:r>
      <w:r w:rsidR="00226272" w:rsidRPr="00097929">
        <w:rPr>
          <w:rFonts w:ascii="Verdana" w:hAnsi="Verdana" w:cs="Arial"/>
          <w:snapToGrid w:val="0"/>
          <w:w w:val="90"/>
        </w:rPr>
        <w:t xml:space="preserve">w </w:t>
      </w:r>
      <w:r w:rsidR="00504A9C" w:rsidRPr="00097929">
        <w:rPr>
          <w:rFonts w:ascii="Verdana" w:hAnsi="Verdana" w:cs="Arial"/>
          <w:snapToGrid w:val="0"/>
          <w:w w:val="90"/>
        </w:rPr>
        <w:t xml:space="preserve">niniejszej Specyfikacji, a także w </w:t>
      </w:r>
      <w:r w:rsidR="00EA71A1" w:rsidRPr="00097929">
        <w:rPr>
          <w:rFonts w:ascii="Verdana" w:hAnsi="Verdana" w:cs="Arial"/>
          <w:snapToGrid w:val="0"/>
          <w:w w:val="90"/>
        </w:rPr>
        <w:t>r</w:t>
      </w:r>
      <w:r w:rsidR="00504A9C" w:rsidRPr="00097929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097929">
        <w:rPr>
          <w:rFonts w:ascii="Verdana" w:hAnsi="Verdana" w:cs="Arial"/>
          <w:b/>
          <w:snapToGrid w:val="0"/>
          <w:w w:val="90"/>
        </w:rPr>
        <w:t>[3.1]</w:t>
      </w:r>
      <w:r w:rsidR="00504A9C" w:rsidRPr="00097929">
        <w:rPr>
          <w:rFonts w:ascii="Verdana" w:hAnsi="Verdana" w:cs="Arial"/>
          <w:snapToGrid w:val="0"/>
          <w:w w:val="90"/>
        </w:rPr>
        <w:t>.</w:t>
      </w:r>
    </w:p>
    <w:p w14:paraId="0B3FD4E8" w14:textId="77777777" w:rsidR="0078018B" w:rsidRPr="00097929" w:rsidRDefault="0078018B" w:rsidP="00303869">
      <w:pPr>
        <w:pStyle w:val="Nagwek2"/>
      </w:pPr>
      <w:r w:rsidRPr="00097929">
        <w:t xml:space="preserve">Szczegółowe wymagania dla czynności Wykonawcy i zawartości Mapy </w:t>
      </w:r>
      <w:r w:rsidR="007C188D" w:rsidRPr="00097929">
        <w:t xml:space="preserve">z pomiaru powykonawczego </w:t>
      </w:r>
      <w:r w:rsidRPr="00097929">
        <w:t xml:space="preserve">dróg </w:t>
      </w:r>
    </w:p>
    <w:p w14:paraId="2AD7808E" w14:textId="688EDB94" w:rsidR="004C0AC2" w:rsidRPr="00097929" w:rsidRDefault="00827F8F" w:rsidP="004C0AC2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4C0AC2" w:rsidRPr="00097929">
        <w:rPr>
          <w:rFonts w:ascii="Verdana" w:hAnsi="Verdana"/>
          <w:w w:val="90"/>
        </w:rPr>
        <w:t>ykonawca opracuje</w:t>
      </w:r>
      <w:r w:rsidR="005E0430" w:rsidRPr="00097929">
        <w:rPr>
          <w:rFonts w:ascii="Verdana" w:hAnsi="Verdana"/>
          <w:w w:val="90"/>
        </w:rPr>
        <w:t xml:space="preserve"> </w:t>
      </w:r>
      <w:r w:rsidR="0084681F" w:rsidRPr="00097929">
        <w:rPr>
          <w:rFonts w:ascii="Verdana" w:hAnsi="Verdana"/>
          <w:w w:val="90"/>
        </w:rPr>
        <w:t xml:space="preserve">numeryczną </w:t>
      </w:r>
      <w:r w:rsidR="004C0AC2" w:rsidRPr="00097929">
        <w:rPr>
          <w:rFonts w:ascii="Verdana" w:hAnsi="Verdana"/>
          <w:w w:val="90"/>
        </w:rPr>
        <w:t xml:space="preserve">mapę </w:t>
      </w:r>
      <w:proofErr w:type="spellStart"/>
      <w:r w:rsidR="004C0AC2" w:rsidRPr="00097929">
        <w:rPr>
          <w:rFonts w:ascii="Verdana" w:hAnsi="Verdana"/>
          <w:w w:val="90"/>
        </w:rPr>
        <w:t>sytuacyjno</w:t>
      </w:r>
      <w:proofErr w:type="spellEnd"/>
      <w:r w:rsidR="004C0AC2" w:rsidRPr="00097929">
        <w:rPr>
          <w:rFonts w:ascii="Verdana" w:hAnsi="Verdana"/>
          <w:w w:val="90"/>
        </w:rPr>
        <w:t>–</w:t>
      </w:r>
      <w:r w:rsidR="005E0430" w:rsidRPr="00097929">
        <w:rPr>
          <w:rFonts w:ascii="Verdana" w:hAnsi="Verdana"/>
          <w:w w:val="90"/>
        </w:rPr>
        <w:t>wysokościową w</w:t>
      </w:r>
      <w:r w:rsidR="00F9477E" w:rsidRPr="00097929">
        <w:rPr>
          <w:rFonts w:ascii="Verdana" w:hAnsi="Verdana"/>
          <w:w w:val="90"/>
        </w:rPr>
        <w:t xml:space="preserve"> szczegółowości</w:t>
      </w:r>
      <w:r w:rsidR="00E27778">
        <w:rPr>
          <w:rFonts w:ascii="Verdana" w:hAnsi="Verdana"/>
          <w:w w:val="90"/>
        </w:rPr>
        <w:br/>
      </w:r>
      <w:r w:rsidR="00F9477E" w:rsidRPr="00097929">
        <w:rPr>
          <w:rFonts w:ascii="Verdana" w:hAnsi="Verdana"/>
          <w:w w:val="90"/>
        </w:rPr>
        <w:t>i dokładności mapy</w:t>
      </w:r>
      <w:r w:rsidR="005E0430" w:rsidRPr="00097929">
        <w:rPr>
          <w:rFonts w:ascii="Verdana" w:hAnsi="Verdana"/>
          <w:w w:val="90"/>
        </w:rPr>
        <w:t xml:space="preserve"> </w:t>
      </w:r>
      <w:r w:rsidR="00F9477E" w:rsidRPr="00097929">
        <w:rPr>
          <w:rFonts w:ascii="Verdana" w:hAnsi="Verdana"/>
          <w:w w:val="90"/>
        </w:rPr>
        <w:t>odpowiedniej dla mapy</w:t>
      </w:r>
      <w:r w:rsidR="0084681F" w:rsidRPr="00097929">
        <w:rPr>
          <w:rFonts w:ascii="Verdana" w:hAnsi="Verdana"/>
          <w:w w:val="90"/>
        </w:rPr>
        <w:t xml:space="preserve"> do celów projektowych w</w:t>
      </w:r>
      <w:r w:rsidR="00F9477E" w:rsidRPr="00097929">
        <w:rPr>
          <w:rFonts w:ascii="Verdana" w:hAnsi="Verdana"/>
          <w:w w:val="90"/>
        </w:rPr>
        <w:t xml:space="preserve"> </w:t>
      </w:r>
      <w:r w:rsidR="005E0430" w:rsidRPr="00097929">
        <w:rPr>
          <w:rFonts w:ascii="Verdana" w:hAnsi="Verdana"/>
          <w:w w:val="90"/>
        </w:rPr>
        <w:t xml:space="preserve">skali </w:t>
      </w:r>
      <w:r w:rsidR="00EA78D5" w:rsidRPr="00097929">
        <w:rPr>
          <w:rFonts w:ascii="Verdana" w:hAnsi="Verdana"/>
          <w:w w:val="90"/>
        </w:rPr>
        <w:t>1:500</w:t>
      </w:r>
      <w:r w:rsidRPr="00097929">
        <w:rPr>
          <w:rFonts w:ascii="Verdana" w:hAnsi="Verdana"/>
          <w:w w:val="90"/>
        </w:rPr>
        <w:t>,</w:t>
      </w:r>
    </w:p>
    <w:p w14:paraId="286B8AE0" w14:textId="77777777" w:rsidR="004C0AC2" w:rsidRPr="00097929" w:rsidRDefault="00827F8F" w:rsidP="004C0AC2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</w:t>
      </w:r>
      <w:r w:rsidR="004C0AC2" w:rsidRPr="00097929">
        <w:rPr>
          <w:rFonts w:ascii="Verdana" w:hAnsi="Verdana"/>
          <w:w w:val="90"/>
        </w:rPr>
        <w:t xml:space="preserve">akres mapy </w:t>
      </w:r>
      <w:r w:rsidR="00EF4C60" w:rsidRPr="00097929">
        <w:rPr>
          <w:rFonts w:ascii="Verdana" w:hAnsi="Verdana"/>
          <w:w w:val="90"/>
        </w:rPr>
        <w:t>z pomiaru powykonawczego drogi</w:t>
      </w:r>
      <w:r w:rsidR="004C0AC2" w:rsidRPr="00097929">
        <w:rPr>
          <w:rFonts w:ascii="Verdana" w:hAnsi="Verdana"/>
          <w:w w:val="90"/>
        </w:rPr>
        <w:t xml:space="preserve"> powinien </w:t>
      </w:r>
      <w:r w:rsidR="00EF4C60" w:rsidRPr="00097929">
        <w:rPr>
          <w:rFonts w:ascii="Verdana" w:hAnsi="Verdana"/>
          <w:w w:val="90"/>
        </w:rPr>
        <w:t xml:space="preserve">obejmować </w:t>
      </w:r>
      <w:r w:rsidR="004557A6" w:rsidRPr="00097929">
        <w:rPr>
          <w:rFonts w:ascii="Verdana" w:hAnsi="Verdana"/>
          <w:w w:val="90"/>
        </w:rPr>
        <w:t xml:space="preserve">wszystkie nowe </w:t>
      </w:r>
      <w:r w:rsidR="00A2007A" w:rsidRPr="00097929">
        <w:rPr>
          <w:rFonts w:ascii="Verdana" w:hAnsi="Verdana"/>
          <w:w w:val="90"/>
        </w:rPr>
        <w:br/>
      </w:r>
      <w:r w:rsidR="004557A6" w:rsidRPr="00097929">
        <w:rPr>
          <w:rFonts w:ascii="Verdana" w:hAnsi="Verdana"/>
          <w:w w:val="90"/>
        </w:rPr>
        <w:t xml:space="preserve">i przebudowane obiekty </w:t>
      </w:r>
      <w:r w:rsidR="00154B3D" w:rsidRPr="00097929">
        <w:rPr>
          <w:rFonts w:ascii="Verdana" w:hAnsi="Verdana"/>
          <w:w w:val="90"/>
        </w:rPr>
        <w:t xml:space="preserve">budowlane </w:t>
      </w:r>
      <w:r w:rsidR="00EF4C60" w:rsidRPr="00097929">
        <w:rPr>
          <w:rFonts w:ascii="Verdana" w:hAnsi="Verdana"/>
          <w:w w:val="90"/>
        </w:rPr>
        <w:t>na terenie</w:t>
      </w:r>
      <w:r w:rsidR="004557A6" w:rsidRPr="00097929">
        <w:rPr>
          <w:rFonts w:ascii="Verdana" w:hAnsi="Verdana"/>
          <w:w w:val="90"/>
        </w:rPr>
        <w:t xml:space="preserve"> </w:t>
      </w:r>
      <w:r w:rsidR="004C0AC2" w:rsidRPr="00097929">
        <w:rPr>
          <w:rFonts w:ascii="Verdana" w:hAnsi="Verdana"/>
          <w:w w:val="90"/>
        </w:rPr>
        <w:t>inwestycji</w:t>
      </w:r>
      <w:r w:rsidRPr="00097929">
        <w:rPr>
          <w:rFonts w:ascii="Verdana" w:hAnsi="Verdana"/>
          <w:w w:val="90"/>
        </w:rPr>
        <w:t>,</w:t>
      </w:r>
    </w:p>
    <w:p w14:paraId="40BB6B32" w14:textId="77777777" w:rsidR="004C0AC2" w:rsidRPr="00097929" w:rsidRDefault="00827F8F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097929">
        <w:rPr>
          <w:rFonts w:ascii="Verdana" w:hAnsi="Verdana" w:cs="Arial"/>
          <w:w w:val="90"/>
        </w:rPr>
        <w:t>m</w:t>
      </w:r>
      <w:r w:rsidR="004C0AC2" w:rsidRPr="00097929">
        <w:rPr>
          <w:rFonts w:ascii="Verdana" w:hAnsi="Verdana" w:cs="Arial"/>
          <w:w w:val="90"/>
        </w:rPr>
        <w:t xml:space="preserve">apę należy wykonać w państwowym układzie współrzędnych </w:t>
      </w:r>
      <w:r w:rsidR="004F69D5" w:rsidRPr="00097929">
        <w:rPr>
          <w:rFonts w:ascii="Verdana" w:hAnsi="Verdana" w:cs="Arial"/>
          <w:w w:val="90"/>
        </w:rPr>
        <w:t xml:space="preserve">płaskich </w:t>
      </w:r>
      <w:r w:rsidR="004C0AC2" w:rsidRPr="00097929">
        <w:rPr>
          <w:rFonts w:ascii="Verdana" w:hAnsi="Verdana" w:cs="Arial"/>
          <w:w w:val="90"/>
        </w:rPr>
        <w:t xml:space="preserve">prostokątnych </w:t>
      </w:r>
      <w:r w:rsidR="004F69D5" w:rsidRPr="00097929">
        <w:rPr>
          <w:rFonts w:ascii="Verdana" w:hAnsi="Verdana" w:cs="Arial"/>
          <w:w w:val="90"/>
        </w:rPr>
        <w:t>PL-</w:t>
      </w:r>
      <w:r w:rsidR="004C0AC2" w:rsidRPr="00097929">
        <w:rPr>
          <w:rFonts w:ascii="Verdana" w:hAnsi="Verdana" w:cs="Arial"/>
          <w:w w:val="90"/>
        </w:rPr>
        <w:t>2000.</w:t>
      </w:r>
    </w:p>
    <w:p w14:paraId="710C435D" w14:textId="5CFEC22F" w:rsidR="004C0AC2" w:rsidRPr="00097929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Wykonawca dostarczy mapę numerycz</w:t>
      </w:r>
      <w:r w:rsidR="004557A6" w:rsidRPr="00097929">
        <w:rPr>
          <w:rFonts w:ascii="Verdana" w:hAnsi="Verdana"/>
          <w:w w:val="90"/>
        </w:rPr>
        <w:t xml:space="preserve">ną 2D </w:t>
      </w:r>
      <w:r w:rsidRPr="00097929">
        <w:rPr>
          <w:rFonts w:ascii="Verdana" w:hAnsi="Verdana"/>
          <w:w w:val="90"/>
        </w:rPr>
        <w:t xml:space="preserve">w formacie danych odpowiadającym środowisku CAD i kompatybilnym z formatem </w:t>
      </w:r>
      <w:r w:rsidR="00F571AF" w:rsidRPr="00097929">
        <w:rPr>
          <w:rFonts w:ascii="Verdana" w:hAnsi="Verdana"/>
          <w:w w:val="90"/>
        </w:rPr>
        <w:t xml:space="preserve">txt, </w:t>
      </w:r>
      <w:proofErr w:type="spellStart"/>
      <w:r w:rsidR="00F571AF" w:rsidRPr="00097929">
        <w:rPr>
          <w:rFonts w:ascii="Verdana" w:hAnsi="Verdana"/>
          <w:w w:val="90"/>
        </w:rPr>
        <w:t>shp</w:t>
      </w:r>
      <w:proofErr w:type="spellEnd"/>
      <w:r w:rsidR="00F571AF" w:rsidRPr="00097929">
        <w:rPr>
          <w:rFonts w:ascii="Verdana" w:hAnsi="Verdana"/>
          <w:w w:val="90"/>
        </w:rPr>
        <w:t xml:space="preserve">, pdf, </w:t>
      </w:r>
      <w:proofErr w:type="spellStart"/>
      <w:r w:rsidR="00F571AF" w:rsidRPr="00097929">
        <w:rPr>
          <w:rFonts w:ascii="Verdana" w:hAnsi="Verdana"/>
          <w:w w:val="90"/>
        </w:rPr>
        <w:t>dxf</w:t>
      </w:r>
      <w:proofErr w:type="spellEnd"/>
      <w:r w:rsidR="00F571AF" w:rsidRPr="00097929">
        <w:rPr>
          <w:rFonts w:ascii="Verdana" w:hAnsi="Verdana"/>
          <w:w w:val="90"/>
        </w:rPr>
        <w:t xml:space="preserve"> oraz obowiązującym standardem wymiany danych ewidencyjnych</w:t>
      </w:r>
      <w:r w:rsidR="00097929" w:rsidRPr="00097929">
        <w:rPr>
          <w:rFonts w:ascii="Verdana" w:hAnsi="Verdana"/>
          <w:w w:val="90"/>
        </w:rPr>
        <w:t xml:space="preserve"> (</w:t>
      </w:r>
      <w:proofErr w:type="spellStart"/>
      <w:r w:rsidR="00097929" w:rsidRPr="00097929">
        <w:rPr>
          <w:rFonts w:ascii="Verdana" w:hAnsi="Verdana"/>
          <w:w w:val="90"/>
        </w:rPr>
        <w:t>gml</w:t>
      </w:r>
      <w:proofErr w:type="spellEnd"/>
      <w:r w:rsidR="00097929" w:rsidRPr="00097929">
        <w:rPr>
          <w:rFonts w:ascii="Verdana" w:hAnsi="Verdana"/>
          <w:w w:val="90"/>
        </w:rPr>
        <w:t>)</w:t>
      </w:r>
      <w:r w:rsidR="00827F8F" w:rsidRPr="00097929">
        <w:rPr>
          <w:rFonts w:ascii="Verdana" w:hAnsi="Verdana"/>
          <w:w w:val="90"/>
        </w:rPr>
        <w:t>,</w:t>
      </w:r>
    </w:p>
    <w:p w14:paraId="7E813DB1" w14:textId="77777777" w:rsidR="00F9477E" w:rsidRPr="00097929" w:rsidRDefault="00827F8F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F9477E" w:rsidRPr="00097929">
        <w:rPr>
          <w:rFonts w:ascii="Verdana" w:hAnsi="Verdana"/>
          <w:w w:val="90"/>
        </w:rPr>
        <w:t xml:space="preserve">ykonawca wykona </w:t>
      </w:r>
      <w:proofErr w:type="spellStart"/>
      <w:r w:rsidR="00F9477E" w:rsidRPr="00097929">
        <w:rPr>
          <w:rFonts w:ascii="Verdana" w:hAnsi="Verdana"/>
          <w:w w:val="90"/>
        </w:rPr>
        <w:t>wyplot</w:t>
      </w:r>
      <w:proofErr w:type="spellEnd"/>
      <w:r w:rsidR="00F9477E" w:rsidRPr="00097929">
        <w:rPr>
          <w:rFonts w:ascii="Verdana" w:hAnsi="Verdana"/>
          <w:w w:val="90"/>
        </w:rPr>
        <w:t xml:space="preserve"> mapy </w:t>
      </w:r>
      <w:r w:rsidR="004557A6" w:rsidRPr="00097929">
        <w:rPr>
          <w:rFonts w:ascii="Verdana" w:hAnsi="Verdana"/>
          <w:w w:val="90"/>
        </w:rPr>
        <w:t>z pomiaru powykonawczego drogi</w:t>
      </w:r>
      <w:r w:rsidR="0078018B" w:rsidRPr="00097929">
        <w:rPr>
          <w:rFonts w:ascii="Verdana" w:hAnsi="Verdana"/>
          <w:w w:val="90"/>
        </w:rPr>
        <w:t xml:space="preserve"> </w:t>
      </w:r>
      <w:r w:rsidR="00F9477E" w:rsidRPr="00097929">
        <w:rPr>
          <w:rFonts w:ascii="Verdana" w:hAnsi="Verdana"/>
          <w:w w:val="90"/>
        </w:rPr>
        <w:t xml:space="preserve">na papierze w 1 egz. opatrzony klauzulą </w:t>
      </w:r>
      <w:r w:rsidR="0084681F" w:rsidRPr="00097929">
        <w:rPr>
          <w:rFonts w:ascii="Verdana" w:hAnsi="Verdana"/>
          <w:w w:val="90"/>
        </w:rPr>
        <w:t xml:space="preserve">przyjęcia do </w:t>
      </w:r>
      <w:r w:rsidR="00EB18E0" w:rsidRPr="00097929">
        <w:rPr>
          <w:rFonts w:ascii="Verdana" w:hAnsi="Verdana"/>
          <w:w w:val="90"/>
        </w:rPr>
        <w:t>p</w:t>
      </w:r>
      <w:r w:rsidR="0084681F" w:rsidRPr="00097929">
        <w:rPr>
          <w:rFonts w:ascii="Verdana" w:hAnsi="Verdana"/>
          <w:w w:val="90"/>
        </w:rPr>
        <w:t xml:space="preserve">aństwowego </w:t>
      </w:r>
      <w:r w:rsidR="00EB18E0" w:rsidRPr="00097929">
        <w:rPr>
          <w:rFonts w:ascii="Verdana" w:hAnsi="Verdana"/>
          <w:w w:val="90"/>
        </w:rPr>
        <w:t>z</w:t>
      </w:r>
      <w:r w:rsidR="0084681F" w:rsidRPr="00097929">
        <w:rPr>
          <w:rFonts w:ascii="Verdana" w:hAnsi="Verdana"/>
          <w:w w:val="90"/>
        </w:rPr>
        <w:t xml:space="preserve">asobu </w:t>
      </w:r>
      <w:r w:rsidR="00EB18E0" w:rsidRPr="00097929">
        <w:rPr>
          <w:rFonts w:ascii="Verdana" w:hAnsi="Verdana"/>
          <w:w w:val="90"/>
        </w:rPr>
        <w:t>g</w:t>
      </w:r>
      <w:r w:rsidR="0084681F" w:rsidRPr="00097929">
        <w:rPr>
          <w:rFonts w:ascii="Verdana" w:hAnsi="Verdana"/>
          <w:w w:val="90"/>
        </w:rPr>
        <w:t>eodezyjn</w:t>
      </w:r>
      <w:r w:rsidR="00EB18E0" w:rsidRPr="00097929">
        <w:rPr>
          <w:rFonts w:ascii="Verdana" w:hAnsi="Verdana"/>
          <w:w w:val="90"/>
        </w:rPr>
        <w:t>ego i k</w:t>
      </w:r>
      <w:r w:rsidR="0084681F" w:rsidRPr="00097929">
        <w:rPr>
          <w:rFonts w:ascii="Verdana" w:hAnsi="Verdana"/>
          <w:w w:val="90"/>
        </w:rPr>
        <w:t>artograficznego</w:t>
      </w:r>
      <w:r w:rsidR="005A6DCD" w:rsidRPr="00097929">
        <w:rPr>
          <w:rFonts w:ascii="Verdana" w:hAnsi="Verdana"/>
          <w:w w:val="90"/>
        </w:rPr>
        <w:t xml:space="preserve"> w</w:t>
      </w:r>
      <w:r w:rsidR="00BD60CE" w:rsidRPr="00097929">
        <w:rPr>
          <w:rFonts w:ascii="Verdana" w:hAnsi="Verdana"/>
          <w:w w:val="90"/>
        </w:rPr>
        <w:t>e</w:t>
      </w:r>
      <w:r w:rsidR="005A6DCD" w:rsidRPr="00097929">
        <w:rPr>
          <w:rFonts w:ascii="Verdana" w:hAnsi="Verdana"/>
          <w:w w:val="90"/>
        </w:rPr>
        <w:t xml:space="preserve"> </w:t>
      </w:r>
      <w:r w:rsidR="00BD60CE" w:rsidRPr="00097929">
        <w:rPr>
          <w:rFonts w:ascii="Verdana" w:hAnsi="Verdana"/>
          <w:w w:val="90"/>
        </w:rPr>
        <w:t xml:space="preserve">właściwym </w:t>
      </w:r>
      <w:r w:rsidR="00EB18E0" w:rsidRPr="00097929">
        <w:rPr>
          <w:rFonts w:ascii="Verdana" w:hAnsi="Verdana"/>
          <w:w w:val="90"/>
        </w:rPr>
        <w:t>ośrodku dokumentacji</w:t>
      </w:r>
      <w:r w:rsidRPr="00097929">
        <w:rPr>
          <w:rFonts w:ascii="Verdana" w:hAnsi="Verdana"/>
          <w:w w:val="90"/>
        </w:rPr>
        <w:t>,</w:t>
      </w:r>
    </w:p>
    <w:p w14:paraId="3F28B9B2" w14:textId="77777777" w:rsidR="00EF4C60" w:rsidRPr="00097929" w:rsidRDefault="00827F8F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EF4C60" w:rsidRPr="00097929">
        <w:rPr>
          <w:rFonts w:ascii="Verdana" w:hAnsi="Verdana"/>
          <w:w w:val="90"/>
        </w:rPr>
        <w:t xml:space="preserve">ykonawca </w:t>
      </w:r>
      <w:r w:rsidR="001E0773" w:rsidRPr="00097929">
        <w:rPr>
          <w:rFonts w:ascii="Verdana" w:hAnsi="Verdana"/>
          <w:w w:val="90"/>
        </w:rPr>
        <w:t xml:space="preserve">sporządzi wszystkie dokumenty niezbędne do wprowadzenia zmian wynikających </w:t>
      </w:r>
      <w:r w:rsidR="00705BCC" w:rsidRPr="00097929">
        <w:rPr>
          <w:rFonts w:ascii="Verdana" w:hAnsi="Verdana"/>
          <w:w w:val="90"/>
        </w:rPr>
        <w:br/>
      </w:r>
      <w:r w:rsidR="001E0773" w:rsidRPr="00097929">
        <w:rPr>
          <w:rFonts w:ascii="Verdana" w:hAnsi="Verdana"/>
          <w:w w:val="90"/>
        </w:rPr>
        <w:t xml:space="preserve">z pomiaru powykonawczego </w:t>
      </w:r>
      <w:r w:rsidR="00472722" w:rsidRPr="00097929">
        <w:rPr>
          <w:rFonts w:ascii="Verdana" w:hAnsi="Verdana"/>
          <w:w w:val="90"/>
        </w:rPr>
        <w:t>(w tym dokumentację zawierającą dane umożliwiającą wniesienie zmian do ewidencji gruntów i budynków m.in. wykazy zmian danych ewidencyjnych zmieniające użytki gruntowe w pasie drogowym na „dr”</w:t>
      </w:r>
      <w:r w:rsidR="00F337B4" w:rsidRPr="00097929">
        <w:rPr>
          <w:rFonts w:ascii="Verdana" w:hAnsi="Verdana"/>
          <w:w w:val="90"/>
        </w:rPr>
        <w:t>)</w:t>
      </w:r>
      <w:r w:rsidR="00472722" w:rsidRPr="00097929">
        <w:rPr>
          <w:rFonts w:ascii="Verdana" w:hAnsi="Verdana"/>
          <w:w w:val="90"/>
        </w:rPr>
        <w:t xml:space="preserve"> </w:t>
      </w:r>
      <w:r w:rsidR="001E0773" w:rsidRPr="00097929">
        <w:rPr>
          <w:rFonts w:ascii="Verdana" w:hAnsi="Verdana"/>
          <w:w w:val="90"/>
        </w:rPr>
        <w:t xml:space="preserve">do państwowego zasobu geodezyjnego </w:t>
      </w:r>
      <w:r w:rsidRPr="00097929">
        <w:rPr>
          <w:rFonts w:ascii="Verdana" w:hAnsi="Verdana"/>
          <w:w w:val="90"/>
        </w:rPr>
        <w:br/>
      </w:r>
      <w:r w:rsidR="001E0773" w:rsidRPr="00097929">
        <w:rPr>
          <w:rFonts w:ascii="Verdana" w:hAnsi="Verdana"/>
          <w:w w:val="90"/>
        </w:rPr>
        <w:t>i kartograficznego</w:t>
      </w:r>
      <w:r w:rsidRPr="00097929">
        <w:rPr>
          <w:rFonts w:ascii="Verdana" w:hAnsi="Verdana"/>
          <w:w w:val="90"/>
        </w:rPr>
        <w:t>,</w:t>
      </w:r>
    </w:p>
    <w:p w14:paraId="1868A806" w14:textId="3AA1E7E3" w:rsidR="00504A9C" w:rsidRPr="00097929" w:rsidRDefault="00827F8F" w:rsidP="003F2EC4">
      <w:pPr>
        <w:numPr>
          <w:ilvl w:val="0"/>
          <w:numId w:val="25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1E0773" w:rsidRPr="00097929">
        <w:rPr>
          <w:rFonts w:ascii="Verdana" w:hAnsi="Verdana"/>
          <w:w w:val="90"/>
        </w:rPr>
        <w:t xml:space="preserve">ykonawca </w:t>
      </w:r>
      <w:r w:rsidR="00D25211" w:rsidRPr="00097929">
        <w:rPr>
          <w:rFonts w:ascii="Verdana" w:hAnsi="Verdana"/>
          <w:w w:val="90"/>
        </w:rPr>
        <w:t xml:space="preserve">odszuka </w:t>
      </w:r>
      <w:r w:rsidR="003B39BE" w:rsidRPr="00097929">
        <w:rPr>
          <w:rFonts w:ascii="Verdana" w:hAnsi="Verdana"/>
          <w:w w:val="90"/>
        </w:rPr>
        <w:t>istniejące</w:t>
      </w:r>
      <w:r w:rsidR="00E27778">
        <w:rPr>
          <w:rFonts w:ascii="Verdana" w:hAnsi="Verdana"/>
          <w:w w:val="90"/>
        </w:rPr>
        <w:t xml:space="preserve"> </w:t>
      </w:r>
      <w:r w:rsidR="00E27778" w:rsidRPr="00097929">
        <w:rPr>
          <w:rFonts w:ascii="Verdana" w:hAnsi="Verdana"/>
          <w:w w:val="90"/>
        </w:rPr>
        <w:t>znaki graniczne</w:t>
      </w:r>
      <w:r w:rsidR="00873135" w:rsidRPr="00097929">
        <w:rPr>
          <w:rFonts w:ascii="Verdana" w:hAnsi="Verdana"/>
          <w:w w:val="90"/>
        </w:rPr>
        <w:t>,</w:t>
      </w:r>
      <w:r w:rsidR="003B39BE" w:rsidRPr="00097929">
        <w:rPr>
          <w:rFonts w:ascii="Verdana" w:hAnsi="Verdana"/>
          <w:w w:val="90"/>
        </w:rPr>
        <w:t xml:space="preserve"> wznowi zniszczone</w:t>
      </w:r>
      <w:r w:rsidR="00D25211" w:rsidRPr="00097929">
        <w:rPr>
          <w:rFonts w:ascii="Verdana" w:hAnsi="Verdana"/>
          <w:w w:val="90"/>
        </w:rPr>
        <w:t xml:space="preserve"> znaki graniczne</w:t>
      </w:r>
      <w:r w:rsidR="00873135" w:rsidRPr="00097929">
        <w:rPr>
          <w:rFonts w:ascii="Verdana" w:hAnsi="Verdana"/>
          <w:w w:val="90"/>
        </w:rPr>
        <w:t>, wyznaczy punkty graniczne</w:t>
      </w:r>
      <w:r w:rsidR="00E27778">
        <w:rPr>
          <w:rFonts w:ascii="Verdana" w:hAnsi="Verdana"/>
          <w:w w:val="90"/>
        </w:rPr>
        <w:t>,</w:t>
      </w:r>
      <w:r w:rsidR="00873135" w:rsidRPr="00097929">
        <w:rPr>
          <w:rFonts w:ascii="Verdana" w:hAnsi="Verdana"/>
          <w:w w:val="90"/>
        </w:rPr>
        <w:t xml:space="preserve"> które nie były stabilizowane</w:t>
      </w:r>
      <w:r w:rsidR="00E27778">
        <w:rPr>
          <w:rFonts w:ascii="Verdana" w:hAnsi="Verdana"/>
          <w:w w:val="90"/>
        </w:rPr>
        <w:t>,</w:t>
      </w:r>
      <w:r w:rsidR="00D25211" w:rsidRPr="00097929">
        <w:rPr>
          <w:rFonts w:ascii="Verdana" w:hAnsi="Verdana"/>
          <w:w w:val="90"/>
        </w:rPr>
        <w:t xml:space="preserve"> </w:t>
      </w:r>
      <w:r w:rsidR="001F37B7" w:rsidRPr="00097929">
        <w:rPr>
          <w:rFonts w:ascii="Verdana" w:hAnsi="Verdana"/>
          <w:w w:val="90"/>
        </w:rPr>
        <w:t xml:space="preserve">zewnętrznych granic </w:t>
      </w:r>
      <w:r w:rsidR="00214CEB" w:rsidRPr="00097929">
        <w:rPr>
          <w:rFonts w:ascii="Verdana" w:hAnsi="Verdana"/>
          <w:w w:val="90"/>
        </w:rPr>
        <w:t xml:space="preserve">docelowych </w:t>
      </w:r>
      <w:r w:rsidR="00D25211" w:rsidRPr="00097929">
        <w:rPr>
          <w:rFonts w:ascii="Verdana" w:hAnsi="Verdana"/>
          <w:w w:val="90"/>
        </w:rPr>
        <w:t>pas</w:t>
      </w:r>
      <w:r w:rsidR="00214CEB" w:rsidRPr="00097929">
        <w:rPr>
          <w:rFonts w:ascii="Verdana" w:hAnsi="Verdana"/>
          <w:w w:val="90"/>
        </w:rPr>
        <w:t>ów</w:t>
      </w:r>
      <w:r w:rsidR="00D25211" w:rsidRPr="00097929">
        <w:rPr>
          <w:rFonts w:ascii="Verdana" w:hAnsi="Verdana"/>
          <w:w w:val="90"/>
        </w:rPr>
        <w:t xml:space="preserve"> drogow</w:t>
      </w:r>
      <w:r w:rsidR="00214CEB" w:rsidRPr="00097929">
        <w:rPr>
          <w:rFonts w:ascii="Verdana" w:hAnsi="Verdana"/>
          <w:w w:val="90"/>
        </w:rPr>
        <w:t>ych</w:t>
      </w:r>
      <w:r w:rsidR="00791C4D" w:rsidRPr="00097929">
        <w:rPr>
          <w:rFonts w:ascii="Verdana" w:hAnsi="Verdana"/>
          <w:w w:val="90"/>
        </w:rPr>
        <w:t xml:space="preserve"> drogi: krajowej, wojewódzkiej, powiatowej i gminnej</w:t>
      </w:r>
      <w:r w:rsidR="00D25211" w:rsidRPr="00097929">
        <w:rPr>
          <w:rFonts w:ascii="Verdana" w:hAnsi="Verdana"/>
          <w:w w:val="90"/>
        </w:rPr>
        <w:t xml:space="preserve"> </w:t>
      </w:r>
      <w:r w:rsidR="003766D0" w:rsidRPr="00097929">
        <w:rPr>
          <w:rFonts w:ascii="Verdana" w:hAnsi="Verdana"/>
          <w:w w:val="90"/>
        </w:rPr>
        <w:t>zgodnie</w:t>
      </w:r>
      <w:r w:rsidR="003B39BE" w:rsidRPr="00097929">
        <w:rPr>
          <w:rFonts w:ascii="Verdana" w:hAnsi="Verdana"/>
          <w:w w:val="90"/>
        </w:rPr>
        <w:t xml:space="preserve"> z przepisami ustawy </w:t>
      </w:r>
      <w:r w:rsidR="004D1808" w:rsidRPr="00097929">
        <w:rPr>
          <w:rFonts w:ascii="Verdana" w:hAnsi="Verdana"/>
          <w:b/>
          <w:w w:val="90"/>
        </w:rPr>
        <w:t>[3]</w:t>
      </w:r>
      <w:r w:rsidR="004D1808" w:rsidRPr="00097929">
        <w:rPr>
          <w:rFonts w:ascii="Verdana" w:hAnsi="Verdana"/>
          <w:w w:val="90"/>
        </w:rPr>
        <w:t xml:space="preserve"> i rozporządze</w:t>
      </w:r>
      <w:r w:rsidR="003766D0" w:rsidRPr="00097929">
        <w:rPr>
          <w:rFonts w:ascii="Verdana" w:hAnsi="Verdana"/>
          <w:w w:val="90"/>
        </w:rPr>
        <w:t xml:space="preserve">ń </w:t>
      </w:r>
      <w:r w:rsidR="003766D0" w:rsidRPr="00097929">
        <w:rPr>
          <w:rFonts w:ascii="Verdana" w:hAnsi="Verdana"/>
          <w:b/>
          <w:w w:val="90"/>
        </w:rPr>
        <w:t>[3.1]</w:t>
      </w:r>
      <w:r w:rsidR="003766D0" w:rsidRPr="00097929">
        <w:rPr>
          <w:rFonts w:ascii="Verdana" w:hAnsi="Verdana"/>
          <w:w w:val="90"/>
        </w:rPr>
        <w:t xml:space="preserve"> i</w:t>
      </w:r>
      <w:r w:rsidR="004D1808" w:rsidRPr="00097929">
        <w:rPr>
          <w:rFonts w:ascii="Verdana" w:hAnsi="Verdana"/>
          <w:w w:val="90"/>
        </w:rPr>
        <w:t xml:space="preserve"> </w:t>
      </w:r>
      <w:r w:rsidR="004D1808" w:rsidRPr="00097929">
        <w:rPr>
          <w:rFonts w:ascii="Verdana" w:hAnsi="Verdana"/>
          <w:b/>
          <w:w w:val="90"/>
        </w:rPr>
        <w:t>[3.7]</w:t>
      </w:r>
      <w:r w:rsidR="00B510FC" w:rsidRPr="00097929">
        <w:rPr>
          <w:rFonts w:ascii="Verdana" w:hAnsi="Verdana"/>
          <w:b/>
          <w:w w:val="90"/>
        </w:rPr>
        <w:t xml:space="preserve"> </w:t>
      </w:r>
      <w:r w:rsidR="00B510FC" w:rsidRPr="00D213B2">
        <w:rPr>
          <w:rFonts w:ascii="Verdana" w:hAnsi="Verdana"/>
          <w:bCs/>
          <w:w w:val="90"/>
        </w:rPr>
        <w:t>oraz ze Specyfikacją SP.30.30.00</w:t>
      </w:r>
      <w:r w:rsidR="00097929" w:rsidRPr="00097929">
        <w:rPr>
          <w:rFonts w:ascii="Verdana" w:hAnsi="Verdana"/>
          <w:bCs/>
          <w:w w:val="90"/>
        </w:rPr>
        <w:t xml:space="preserve"> </w:t>
      </w:r>
      <w:r w:rsidR="00B510FC" w:rsidRPr="00097929">
        <w:rPr>
          <w:rFonts w:ascii="Verdana" w:hAnsi="Verdana"/>
          <w:bCs/>
          <w:w w:val="90"/>
        </w:rPr>
        <w:t>„</w:t>
      </w:r>
      <w:r w:rsidR="00B510FC" w:rsidRPr="00097929">
        <w:rPr>
          <w:rFonts w:ascii="Verdana" w:hAnsi="Verdana"/>
          <w:w w:val="90"/>
        </w:rPr>
        <w:t xml:space="preserve">Wznowienie, wyznaczenie </w:t>
      </w:r>
      <w:r w:rsidR="00E27778">
        <w:rPr>
          <w:rFonts w:ascii="Verdana" w:hAnsi="Verdana"/>
          <w:w w:val="90"/>
        </w:rPr>
        <w:br/>
      </w:r>
      <w:r w:rsidR="00B510FC" w:rsidRPr="00097929">
        <w:rPr>
          <w:rFonts w:ascii="Verdana" w:hAnsi="Verdana"/>
          <w:w w:val="90"/>
        </w:rPr>
        <w:t>i ustalenie granic”.</w:t>
      </w:r>
      <w:r w:rsidR="003766D0" w:rsidRPr="00097929">
        <w:rPr>
          <w:rFonts w:ascii="Verdana" w:hAnsi="Verdana"/>
          <w:w w:val="90"/>
        </w:rPr>
        <w:t xml:space="preserve"> </w:t>
      </w:r>
      <w:r w:rsidR="000E53C7" w:rsidRPr="00097929">
        <w:rPr>
          <w:rFonts w:ascii="Verdana" w:hAnsi="Verdana"/>
          <w:w w:val="90"/>
        </w:rPr>
        <w:t>Z czynności wznowienia lub wyznaczenia punktów granicznych Wykonawca sporządz</w:t>
      </w:r>
      <w:r w:rsidR="00BE5BF6" w:rsidRPr="00097929">
        <w:rPr>
          <w:rFonts w:ascii="Verdana" w:hAnsi="Verdana"/>
          <w:w w:val="90"/>
        </w:rPr>
        <w:t>i</w:t>
      </w:r>
      <w:r w:rsidR="000E53C7" w:rsidRPr="00097929">
        <w:rPr>
          <w:rFonts w:ascii="Verdana" w:hAnsi="Verdana"/>
          <w:w w:val="90"/>
        </w:rPr>
        <w:t xml:space="preserve"> protokół</w:t>
      </w:r>
      <w:r w:rsidR="004D1808" w:rsidRPr="00097929">
        <w:rPr>
          <w:rFonts w:ascii="Verdana" w:hAnsi="Verdana"/>
          <w:w w:val="90"/>
        </w:rPr>
        <w:t>.</w:t>
      </w:r>
      <w:r w:rsidR="001F37B7" w:rsidRPr="00097929">
        <w:rPr>
          <w:rFonts w:ascii="Verdana" w:hAnsi="Verdana"/>
          <w:w w:val="90"/>
        </w:rPr>
        <w:t xml:space="preserve"> Znaki graniczne należy dodatkowo oznaczyć świadkami betonowymi </w:t>
      </w:r>
      <w:r w:rsidR="006C2608" w:rsidRPr="00097929">
        <w:rPr>
          <w:rFonts w:ascii="Verdana" w:hAnsi="Verdana"/>
          <w:w w:val="90"/>
        </w:rPr>
        <w:t>zgodnie z</w:t>
      </w:r>
      <w:r w:rsidR="00B510FC" w:rsidRPr="00097929">
        <w:rPr>
          <w:rFonts w:ascii="Verdana" w:hAnsi="Verdana"/>
          <w:w w:val="90"/>
        </w:rPr>
        <w:t xml:space="preserve"> ww.</w:t>
      </w:r>
      <w:r w:rsidR="006C2608" w:rsidRPr="00097929">
        <w:rPr>
          <w:rFonts w:ascii="Verdana" w:hAnsi="Verdana"/>
          <w:w w:val="90"/>
        </w:rPr>
        <w:t xml:space="preserve"> Specyfikacją</w:t>
      </w:r>
      <w:r w:rsidR="00E36A53" w:rsidRPr="00097929">
        <w:rPr>
          <w:rFonts w:ascii="Verdana" w:hAnsi="Verdana"/>
          <w:w w:val="90"/>
        </w:rPr>
        <w:t>.</w:t>
      </w:r>
      <w:r w:rsidR="006C2608" w:rsidRPr="00097929">
        <w:rPr>
          <w:rFonts w:ascii="Verdana" w:hAnsi="Verdana"/>
          <w:w w:val="90"/>
        </w:rPr>
        <w:t xml:space="preserve"> </w:t>
      </w:r>
    </w:p>
    <w:p w14:paraId="0202B72A" w14:textId="77777777" w:rsidR="0078018B" w:rsidRPr="00097929" w:rsidRDefault="0078018B" w:rsidP="00303869">
      <w:pPr>
        <w:pStyle w:val="Nagwek3"/>
        <w:spacing w:before="240" w:after="120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097929">
        <w:rPr>
          <w:rFonts w:ascii="Verdana" w:hAnsi="Verdana"/>
          <w:b/>
          <w:w w:val="90"/>
        </w:rPr>
        <w:lastRenderedPageBreak/>
        <w:t>Prace przygotowawcze</w:t>
      </w:r>
    </w:p>
    <w:p w14:paraId="3D397696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Zapoznanie się z wytycznymi i ustaleniami</w:t>
      </w:r>
    </w:p>
    <w:p w14:paraId="60873867" w14:textId="5B37F5EF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Wykonawca zobowiązany jest zapoznać s</w:t>
      </w:r>
      <w:r w:rsidR="00BE22CD" w:rsidRPr="00097929">
        <w:rPr>
          <w:rFonts w:ascii="Verdana" w:hAnsi="Verdana"/>
          <w:w w:val="90"/>
        </w:rPr>
        <w:t xml:space="preserve">ię z wymaganiami Zamawiającego, </w:t>
      </w:r>
      <w:r w:rsidRPr="00097929">
        <w:rPr>
          <w:rFonts w:ascii="Verdana" w:hAnsi="Verdana"/>
          <w:w w:val="90"/>
        </w:rPr>
        <w:t>projektantów poszczególnych branż</w:t>
      </w:r>
      <w:r w:rsidR="00BE22CD" w:rsidRPr="00097929">
        <w:rPr>
          <w:rFonts w:ascii="Verdana" w:hAnsi="Verdana"/>
          <w:w w:val="90"/>
        </w:rPr>
        <w:t xml:space="preserve"> oraz wymaganiami </w:t>
      </w:r>
      <w:r w:rsidR="00DE228A" w:rsidRPr="00097929">
        <w:rPr>
          <w:rFonts w:ascii="Verdana" w:hAnsi="Verdana"/>
          <w:w w:val="90"/>
        </w:rPr>
        <w:t xml:space="preserve">właściwych </w:t>
      </w:r>
      <w:r w:rsidR="00BE22CD" w:rsidRPr="00097929">
        <w:rPr>
          <w:rFonts w:ascii="Verdana" w:hAnsi="Verdana"/>
          <w:w w:val="90"/>
        </w:rPr>
        <w:t>Ośrodków Dokumentacji Geodezyjnej</w:t>
      </w:r>
      <w:r w:rsidR="00E27778">
        <w:rPr>
          <w:rFonts w:ascii="Verdana" w:hAnsi="Verdana"/>
          <w:w w:val="90"/>
        </w:rPr>
        <w:br/>
      </w:r>
      <w:r w:rsidR="00BE22CD" w:rsidRPr="00097929">
        <w:rPr>
          <w:rFonts w:ascii="Verdana" w:hAnsi="Verdana"/>
          <w:w w:val="90"/>
        </w:rPr>
        <w:t>i Kartograficznej a w przypadku terenów zamkniętych podmiotów zarządzających tym terenem</w:t>
      </w:r>
      <w:r w:rsidRPr="00097929">
        <w:rPr>
          <w:rFonts w:ascii="Verdana" w:hAnsi="Verdana"/>
          <w:w w:val="90"/>
        </w:rPr>
        <w:t>.</w:t>
      </w:r>
    </w:p>
    <w:p w14:paraId="3E8BA514" w14:textId="77777777" w:rsidR="00303869" w:rsidRPr="00097929" w:rsidRDefault="00303869" w:rsidP="00E31A9B">
      <w:pPr>
        <w:rPr>
          <w:rFonts w:ascii="Verdana" w:hAnsi="Verdana"/>
          <w:w w:val="90"/>
        </w:rPr>
      </w:pPr>
    </w:p>
    <w:p w14:paraId="0E48CC0E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Zebranie niezbędnych materiałów i informacji</w:t>
      </w:r>
    </w:p>
    <w:p w14:paraId="19C8FC1F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Omawiane w niniejszej Specyfikacji technicznej prace powinny być poprzedzone:</w:t>
      </w:r>
    </w:p>
    <w:p w14:paraId="4E7CEC3B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 w:rsidRPr="00097929">
        <w:rPr>
          <w:rFonts w:ascii="Verdana" w:hAnsi="Verdana"/>
          <w:w w:val="90"/>
        </w:rPr>
        <w:t xml:space="preserve">geodezyjnej ewidencji </w:t>
      </w:r>
      <w:r w:rsidRPr="00097929">
        <w:rPr>
          <w:rFonts w:ascii="Verdana" w:hAnsi="Verdana"/>
          <w:w w:val="90"/>
        </w:rPr>
        <w:t>sieci uzbrojenia terenu, opracowań jednostkowych,</w:t>
      </w:r>
    </w:p>
    <w:p w14:paraId="297F6B67" w14:textId="738C34A1" w:rsidR="00CF58A8" w:rsidRPr="00097929" w:rsidRDefault="0078018B" w:rsidP="00EC29B6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 w:rsidRPr="00097929">
        <w:rPr>
          <w:rFonts w:ascii="Verdana" w:hAnsi="Verdana"/>
          <w:w w:val="90"/>
        </w:rPr>
        <w:t>gruntów</w:t>
      </w:r>
      <w:r w:rsidR="00E27778">
        <w:rPr>
          <w:rFonts w:ascii="Verdana" w:hAnsi="Verdana"/>
          <w:w w:val="90"/>
        </w:rPr>
        <w:br/>
      </w:r>
      <w:r w:rsidR="00CF58A8" w:rsidRPr="00097929">
        <w:rPr>
          <w:rFonts w:ascii="Verdana" w:hAnsi="Verdana"/>
          <w:w w:val="90"/>
        </w:rPr>
        <w:t>i budynków oraz lokali,</w:t>
      </w:r>
    </w:p>
    <w:p w14:paraId="18480B56" w14:textId="77777777" w:rsidR="008E71DF" w:rsidRPr="00097929" w:rsidRDefault="008E71DF" w:rsidP="008E71DF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1EE7AF92" w14:textId="64CBE9DD" w:rsidR="00303869" w:rsidRPr="00097929" w:rsidRDefault="00A20F93" w:rsidP="00A20F93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analizą zapisów w księgach wieczystych ze szczególnym uwzględnieniem służebności gruntowych</w:t>
      </w:r>
      <w:r w:rsidR="000556CF" w:rsidRPr="00097929">
        <w:rPr>
          <w:rFonts w:ascii="Verdana" w:hAnsi="Verdana"/>
          <w:w w:val="90"/>
        </w:rPr>
        <w:t>.</w:t>
      </w:r>
    </w:p>
    <w:p w14:paraId="394738E6" w14:textId="77777777" w:rsidR="00A20F93" w:rsidRPr="00097929" w:rsidRDefault="00672BC7" w:rsidP="00303869">
      <w:pPr>
        <w:ind w:left="142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 </w:t>
      </w:r>
    </w:p>
    <w:p w14:paraId="7C5EA69E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Analiza i ocena zebranych materiałów</w:t>
      </w:r>
    </w:p>
    <w:p w14:paraId="562AFE26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Przy analizie zebranych materiałów szczególną uwagę należy zwrócić na:</w:t>
      </w:r>
    </w:p>
    <w:p w14:paraId="4A64D04B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istniejące </w:t>
      </w:r>
      <w:r w:rsidR="00BD60CE" w:rsidRPr="00097929">
        <w:rPr>
          <w:rFonts w:ascii="Verdana" w:hAnsi="Verdana"/>
          <w:w w:val="90"/>
        </w:rPr>
        <w:t>punkty</w:t>
      </w:r>
      <w:r w:rsidRPr="00097929">
        <w:rPr>
          <w:rFonts w:ascii="Verdana" w:hAnsi="Verdana"/>
          <w:w w:val="90"/>
        </w:rPr>
        <w:t xml:space="preserve"> i dokładności osnów geodezyjnych,</w:t>
      </w:r>
    </w:p>
    <w:p w14:paraId="1897BAF2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rodzaje układów współrzędnych i poziomów odniesienia,</w:t>
      </w:r>
    </w:p>
    <w:p w14:paraId="0FEB8665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jakość i stan aktualności mapy zasadniczej,</w:t>
      </w:r>
    </w:p>
    <w:p w14:paraId="598F982C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</w:t>
      </w:r>
      <w:r w:rsidR="000556CF" w:rsidRPr="00097929">
        <w:rPr>
          <w:rFonts w:ascii="Verdana" w:hAnsi="Verdana"/>
          <w:w w:val="90"/>
        </w:rPr>
        <w:t>.</w:t>
      </w:r>
    </w:p>
    <w:p w14:paraId="74CDB4C3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 przeprowadzonej analizy będzie wynikać, które dokumenty bazowe w ośrodku dokumentacji, w jakim zakresie i w jaki sposób muszą być zaktualizowane przez Wykonawcę w związku z wykonywanymi pracami.</w:t>
      </w:r>
    </w:p>
    <w:p w14:paraId="129C8272" w14:textId="77777777" w:rsidR="00303869" w:rsidRPr="00097929" w:rsidRDefault="00303869" w:rsidP="00E31A9B">
      <w:pPr>
        <w:rPr>
          <w:rFonts w:ascii="Verdana" w:hAnsi="Verdana"/>
          <w:w w:val="90"/>
        </w:rPr>
      </w:pPr>
    </w:p>
    <w:p w14:paraId="19450E95" w14:textId="77777777" w:rsidR="0078018B" w:rsidRPr="00097929" w:rsidRDefault="0078018B" w:rsidP="0078018B">
      <w:pPr>
        <w:pStyle w:val="Nagwek3"/>
        <w:rPr>
          <w:rFonts w:ascii="Verdana" w:hAnsi="Verdana"/>
          <w:b/>
          <w:w w:val="90"/>
        </w:rPr>
      </w:pPr>
      <w:r w:rsidRPr="00097929">
        <w:rPr>
          <w:rFonts w:ascii="Verdana" w:hAnsi="Verdana"/>
          <w:b/>
          <w:w w:val="90"/>
        </w:rPr>
        <w:t>Prace polowe</w:t>
      </w:r>
    </w:p>
    <w:p w14:paraId="094D2254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Wywiad szczegółowy w terenie</w:t>
      </w:r>
    </w:p>
    <w:p w14:paraId="6F2AACD5" w14:textId="77777777" w:rsidR="003E0E76" w:rsidRPr="00097929" w:rsidRDefault="0078018B" w:rsidP="00CF58A8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Prace pomiarowe, w ich pierwszej fazie, powinny być poprzedzone wywiadem terenowym.</w:t>
      </w:r>
    </w:p>
    <w:p w14:paraId="533549AF" w14:textId="77777777" w:rsidR="0078018B" w:rsidRPr="00097929" w:rsidRDefault="0078018B" w:rsidP="00CF58A8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 przeprowadzonego wywiadu będzie wynikać, które elemen</w:t>
      </w:r>
      <w:r w:rsidR="00CF58A8" w:rsidRPr="00097929">
        <w:rPr>
          <w:rFonts w:ascii="Verdana" w:hAnsi="Verdana"/>
          <w:w w:val="90"/>
        </w:rPr>
        <w:t xml:space="preserve">ty zinwentaryzowane w terenie, </w:t>
      </w:r>
      <w:r w:rsidRPr="00097929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3E58A467" w14:textId="77777777" w:rsidR="00303869" w:rsidRPr="00097929" w:rsidRDefault="00303869" w:rsidP="00CF58A8">
      <w:pPr>
        <w:rPr>
          <w:rFonts w:ascii="Verdana" w:hAnsi="Verdana"/>
          <w:w w:val="90"/>
        </w:rPr>
      </w:pPr>
    </w:p>
    <w:p w14:paraId="69A7D77C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Założenie i pomiar osnowy poziomej i wysokościowej</w:t>
      </w:r>
    </w:p>
    <w:p w14:paraId="6702A89B" w14:textId="77777777" w:rsidR="00C6061B" w:rsidRPr="00097929" w:rsidRDefault="0078018B" w:rsidP="00154B3D">
      <w:pPr>
        <w:rPr>
          <w:rFonts w:ascii="Verdana" w:hAnsi="Verdana" w:cs="Arial"/>
          <w:snapToGrid w:val="0"/>
          <w:w w:val="90"/>
        </w:rPr>
      </w:pPr>
      <w:r w:rsidRPr="00097929">
        <w:rPr>
          <w:rFonts w:ascii="Verdana" w:hAnsi="Verdana"/>
          <w:w w:val="90"/>
        </w:rPr>
        <w:t>Podstawą nawiązania pomiarów jest osnowa geodezyjna. Jeżeli istniejąca w terenie osnowa nie umożliwia właściwego nawiązania, należy ją uzupełnić lub założyć nową. Osnowa geodezyjna powinna być opracowana w państwowym</w:t>
      </w:r>
      <w:r w:rsidR="00045D6F" w:rsidRPr="00097929">
        <w:rPr>
          <w:rFonts w:ascii="Verdana" w:hAnsi="Verdana"/>
          <w:w w:val="90"/>
        </w:rPr>
        <w:t xml:space="preserve"> układzie odniesień przestrzennych</w:t>
      </w:r>
      <w:r w:rsidRPr="00097929">
        <w:rPr>
          <w:rFonts w:ascii="Verdana" w:hAnsi="Verdana"/>
          <w:w w:val="90"/>
        </w:rPr>
        <w:t xml:space="preserve"> zgodnie z przepisami </w:t>
      </w:r>
      <w:r w:rsidR="00045D6F" w:rsidRPr="00097929">
        <w:rPr>
          <w:rFonts w:ascii="Verdana" w:hAnsi="Verdana" w:cs="Arial"/>
          <w:snapToGrid w:val="0"/>
          <w:w w:val="90"/>
        </w:rPr>
        <w:t>r</w:t>
      </w:r>
      <w:r w:rsidR="00687983" w:rsidRPr="00097929">
        <w:rPr>
          <w:rFonts w:ascii="Verdana" w:hAnsi="Verdana" w:cs="Arial"/>
          <w:snapToGrid w:val="0"/>
          <w:w w:val="90"/>
        </w:rPr>
        <w:t>ozporządze</w:t>
      </w:r>
      <w:r w:rsidR="00045D6F" w:rsidRPr="00097929">
        <w:rPr>
          <w:rFonts w:ascii="Verdana" w:hAnsi="Verdana" w:cs="Arial"/>
          <w:snapToGrid w:val="0"/>
          <w:w w:val="90"/>
        </w:rPr>
        <w:t xml:space="preserve">ń: </w:t>
      </w:r>
      <w:r w:rsidR="00045D6F" w:rsidRPr="00097929">
        <w:rPr>
          <w:rFonts w:ascii="Verdana" w:hAnsi="Verdana" w:cs="Arial"/>
          <w:b/>
          <w:snapToGrid w:val="0"/>
          <w:w w:val="90"/>
        </w:rPr>
        <w:t>[3.1] [3.3]</w:t>
      </w:r>
      <w:r w:rsidR="00045D6F" w:rsidRPr="00097929">
        <w:rPr>
          <w:rFonts w:ascii="Verdana" w:hAnsi="Verdana" w:cs="Arial"/>
          <w:snapToGrid w:val="0"/>
          <w:w w:val="90"/>
        </w:rPr>
        <w:t>,</w:t>
      </w:r>
      <w:r w:rsidR="00687983" w:rsidRPr="00097929">
        <w:rPr>
          <w:rFonts w:ascii="Verdana" w:hAnsi="Verdana" w:cs="Arial"/>
          <w:snapToGrid w:val="0"/>
          <w:w w:val="90"/>
        </w:rPr>
        <w:t xml:space="preserve"> </w:t>
      </w:r>
      <w:r w:rsidR="00045D6F" w:rsidRPr="00097929">
        <w:rPr>
          <w:rFonts w:ascii="Verdana" w:hAnsi="Verdana" w:cs="Arial"/>
          <w:b/>
          <w:snapToGrid w:val="0"/>
          <w:w w:val="90"/>
        </w:rPr>
        <w:t>[3.5]</w:t>
      </w:r>
      <w:r w:rsidR="001746B6" w:rsidRPr="00097929">
        <w:rPr>
          <w:rFonts w:ascii="Verdana" w:hAnsi="Verdana" w:cs="Arial"/>
          <w:snapToGrid w:val="0"/>
          <w:w w:val="90"/>
        </w:rPr>
        <w:t>.</w:t>
      </w:r>
    </w:p>
    <w:p w14:paraId="6C0B261C" w14:textId="77777777" w:rsidR="00303869" w:rsidRPr="00097929" w:rsidRDefault="00303869" w:rsidP="00154B3D">
      <w:pPr>
        <w:rPr>
          <w:rFonts w:ascii="Verdana" w:hAnsi="Verdana"/>
          <w:w w:val="90"/>
        </w:rPr>
      </w:pPr>
    </w:p>
    <w:p w14:paraId="02C1FE48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Przyjęcie granic nieruchomości</w:t>
      </w:r>
    </w:p>
    <w:p w14:paraId="68DCB0A5" w14:textId="6CAF973C" w:rsidR="0078018B" w:rsidRPr="00097929" w:rsidRDefault="0078018B" w:rsidP="00873135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Granice nieruchomości w zasięgu opracowania Wykonawca zobowiązany jest wykazać na mapie </w:t>
      </w:r>
      <w:r w:rsidR="00873135" w:rsidRPr="00097929">
        <w:rPr>
          <w:rFonts w:ascii="Verdana" w:hAnsi="Verdana"/>
          <w:w w:val="90"/>
        </w:rPr>
        <w:t xml:space="preserve">zgodnie z rozporządzeniem </w:t>
      </w:r>
      <w:r w:rsidR="00873135" w:rsidRPr="00D213B2">
        <w:rPr>
          <w:rFonts w:ascii="Verdana" w:hAnsi="Verdana"/>
          <w:b/>
          <w:bCs/>
          <w:w w:val="90"/>
        </w:rPr>
        <w:t>[3.2]</w:t>
      </w:r>
      <w:r w:rsidR="00A67D45" w:rsidRPr="00D213B2">
        <w:rPr>
          <w:rFonts w:ascii="Verdana" w:hAnsi="Verdana"/>
          <w:w w:val="90"/>
        </w:rPr>
        <w:t>.</w:t>
      </w:r>
    </w:p>
    <w:p w14:paraId="75718F17" w14:textId="77777777" w:rsidR="00303869" w:rsidRPr="00097929" w:rsidRDefault="00303869" w:rsidP="00E31A9B">
      <w:pPr>
        <w:rPr>
          <w:rFonts w:ascii="Verdana" w:hAnsi="Verdana"/>
          <w:w w:val="90"/>
        </w:rPr>
      </w:pPr>
    </w:p>
    <w:p w14:paraId="208B6DCD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Pomiary sytuacyjno-wysokościowe</w:t>
      </w:r>
    </w:p>
    <w:p w14:paraId="20002279" w14:textId="77777777" w:rsidR="0098208A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Pomiarem należy objąć szczegóły stanowiące treść mapy zasadniczej</w:t>
      </w:r>
      <w:r w:rsidR="00EC29B6" w:rsidRPr="00097929">
        <w:rPr>
          <w:rFonts w:ascii="Verdana" w:hAnsi="Verdana"/>
          <w:w w:val="90"/>
        </w:rPr>
        <w:t xml:space="preserve">, pomiar powykonawczy elementów sieci uzbrojenia oraz innych elementów podziemnych należy wykonać przed ich zakryciem. </w:t>
      </w:r>
      <w:r w:rsidR="00926EF8" w:rsidRPr="00097929">
        <w:rPr>
          <w:rFonts w:ascii="Verdana" w:hAnsi="Verdana"/>
          <w:w w:val="90"/>
        </w:rPr>
        <w:t xml:space="preserve">Pomiar należy wykonać zgodnie z przepisami </w:t>
      </w:r>
      <w:r w:rsidR="00926EF8" w:rsidRPr="00097929">
        <w:rPr>
          <w:rFonts w:ascii="Verdana" w:hAnsi="Verdana" w:cs="Arial"/>
          <w:snapToGrid w:val="0"/>
          <w:w w:val="90"/>
        </w:rPr>
        <w:t xml:space="preserve">rozporządzenia </w:t>
      </w:r>
      <w:r w:rsidR="00926EF8" w:rsidRPr="00097929">
        <w:rPr>
          <w:rFonts w:ascii="Verdana" w:hAnsi="Verdana" w:cs="Arial"/>
          <w:b/>
          <w:snapToGrid w:val="0"/>
          <w:w w:val="90"/>
        </w:rPr>
        <w:t>[3.1]</w:t>
      </w:r>
      <w:r w:rsidR="00926EF8" w:rsidRPr="00097929">
        <w:rPr>
          <w:rFonts w:ascii="Verdana" w:hAnsi="Verdana" w:cs="Arial"/>
          <w:snapToGrid w:val="0"/>
          <w:w w:val="90"/>
        </w:rPr>
        <w:t>.</w:t>
      </w:r>
      <w:r w:rsidR="00926EF8" w:rsidRPr="00097929">
        <w:rPr>
          <w:rFonts w:ascii="Verdana" w:hAnsi="Verdana"/>
          <w:w w:val="90"/>
        </w:rPr>
        <w:t xml:space="preserve"> </w:t>
      </w:r>
    </w:p>
    <w:p w14:paraId="40373CFF" w14:textId="77777777" w:rsidR="0098208A" w:rsidRPr="00097929" w:rsidRDefault="0098208A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lastRenderedPageBreak/>
        <w:t>Czynności geodezyjnej obsługi w toku budowy wykonawca prac geodezyjnych potwierdza wpisem do dziennika budowy</w:t>
      </w:r>
      <w:r w:rsidR="00F50F50" w:rsidRPr="00097929">
        <w:rPr>
          <w:rFonts w:ascii="Verdana" w:hAnsi="Verdana"/>
          <w:w w:val="90"/>
        </w:rPr>
        <w:t xml:space="preserve">. </w:t>
      </w:r>
      <w:r w:rsidR="00274E07" w:rsidRPr="00097929">
        <w:rPr>
          <w:rFonts w:ascii="Verdana" w:hAnsi="Verdana"/>
          <w:w w:val="90"/>
        </w:rPr>
        <w:t>Wszystkie prace, a w szczególności p</w:t>
      </w:r>
      <w:r w:rsidR="00F50F50" w:rsidRPr="00097929">
        <w:rPr>
          <w:rFonts w:ascii="Verdana" w:hAnsi="Verdana"/>
          <w:w w:val="90"/>
        </w:rPr>
        <w:t>omiar sieci uzbrojenia terenu i elementów z nim związanych powinien być</w:t>
      </w:r>
      <w:r w:rsidR="00274E07" w:rsidRPr="00097929">
        <w:rPr>
          <w:rFonts w:ascii="Verdana" w:hAnsi="Verdana"/>
          <w:w w:val="90"/>
        </w:rPr>
        <w:t xml:space="preserve">, za każdym razem, zaraz po jej zakryciu </w:t>
      </w:r>
      <w:r w:rsidR="00F50F50" w:rsidRPr="00097929">
        <w:rPr>
          <w:rFonts w:ascii="Verdana" w:hAnsi="Verdana"/>
          <w:w w:val="90"/>
        </w:rPr>
        <w:t xml:space="preserve"> odnotowany w dzienniku budowy. Wykonawca prac geodezyjnych przekaże kierownikowi budowy kopie szkiców z inwentaryzacji </w:t>
      </w:r>
      <w:r w:rsidR="00274E07" w:rsidRPr="00097929">
        <w:rPr>
          <w:rFonts w:ascii="Verdana" w:hAnsi="Verdana"/>
          <w:w w:val="90"/>
        </w:rPr>
        <w:t>(</w:t>
      </w:r>
      <w:r w:rsidR="00F50F50" w:rsidRPr="00097929">
        <w:rPr>
          <w:rFonts w:ascii="Verdana" w:hAnsi="Verdana"/>
          <w:w w:val="90"/>
        </w:rPr>
        <w:t>wraz ze współrzędnymi</w:t>
      </w:r>
      <w:r w:rsidR="0025403E" w:rsidRPr="00097929">
        <w:rPr>
          <w:rFonts w:ascii="Verdana" w:hAnsi="Verdana"/>
          <w:w w:val="90"/>
        </w:rPr>
        <w:t xml:space="preserve"> określającymi położenie oraz </w:t>
      </w:r>
      <w:r w:rsidR="00274E07" w:rsidRPr="00097929">
        <w:rPr>
          <w:rFonts w:ascii="Verdana" w:hAnsi="Verdana"/>
          <w:w w:val="90"/>
        </w:rPr>
        <w:t>rzędną wysokości)</w:t>
      </w:r>
      <w:r w:rsidR="00F50F50" w:rsidRPr="00097929">
        <w:rPr>
          <w:rFonts w:ascii="Verdana" w:hAnsi="Verdana"/>
          <w:w w:val="90"/>
        </w:rPr>
        <w:t xml:space="preserve"> po każdym wpisie w dziennik budowy.</w:t>
      </w:r>
    </w:p>
    <w:p w14:paraId="222BCF97" w14:textId="77777777" w:rsidR="00475235" w:rsidRPr="00097929" w:rsidRDefault="00475235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Ponadto, wszelkie prace geodezyjne z inwentaryzacji powykonawczej odnotowane w dzienniku budowy powinny być niezwłocznie, nie później jednak niż 14 dni od chwili wpisu do dziennika budowy, przekazane do właściwego ośrodka dokumentacji geodezyjnej i kartograficznej.</w:t>
      </w:r>
    </w:p>
    <w:p w14:paraId="05C79C3D" w14:textId="77777777" w:rsidR="0098208A" w:rsidRPr="00097929" w:rsidRDefault="0098208A" w:rsidP="00E31A9B">
      <w:pPr>
        <w:rPr>
          <w:rFonts w:ascii="Verdana" w:hAnsi="Verdana"/>
          <w:w w:val="90"/>
        </w:rPr>
      </w:pPr>
    </w:p>
    <w:p w14:paraId="55C19578" w14:textId="77777777" w:rsidR="0078018B" w:rsidRPr="00097929" w:rsidRDefault="00EC29B6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D</w:t>
      </w:r>
      <w:r w:rsidR="0078018B" w:rsidRPr="00097929">
        <w:rPr>
          <w:rFonts w:ascii="Verdana" w:hAnsi="Verdana"/>
          <w:w w:val="90"/>
        </w:rPr>
        <w:t xml:space="preserve">odatkowo </w:t>
      </w:r>
      <w:r w:rsidRPr="00097929">
        <w:rPr>
          <w:rFonts w:ascii="Verdana" w:hAnsi="Verdana"/>
          <w:w w:val="90"/>
        </w:rPr>
        <w:t xml:space="preserve">należy </w:t>
      </w:r>
      <w:r w:rsidR="00926EF8" w:rsidRPr="00097929">
        <w:rPr>
          <w:rFonts w:ascii="Verdana" w:hAnsi="Verdana"/>
          <w:w w:val="90"/>
        </w:rPr>
        <w:t xml:space="preserve">objąć </w:t>
      </w:r>
      <w:r w:rsidRPr="00097929">
        <w:rPr>
          <w:rFonts w:ascii="Verdana" w:hAnsi="Verdana"/>
          <w:w w:val="90"/>
        </w:rPr>
        <w:t>pomiar</w:t>
      </w:r>
      <w:r w:rsidR="00926EF8" w:rsidRPr="00097929">
        <w:rPr>
          <w:rFonts w:ascii="Verdana" w:hAnsi="Verdana"/>
          <w:w w:val="90"/>
        </w:rPr>
        <w:t>em</w:t>
      </w:r>
      <w:r w:rsidR="0078018B" w:rsidRPr="00097929">
        <w:rPr>
          <w:rFonts w:ascii="Verdana" w:hAnsi="Verdana"/>
          <w:w w:val="90"/>
        </w:rPr>
        <w:t>:</w:t>
      </w:r>
    </w:p>
    <w:p w14:paraId="7E8FF71B" w14:textId="552B1CC9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granice według stanu uwidocznionego w katastrze nieruchomości,</w:t>
      </w:r>
    </w:p>
    <w:p w14:paraId="7407B0D4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kilometraż dróg, w tym punkty referencyjne drogi,</w:t>
      </w:r>
    </w:p>
    <w:p w14:paraId="6617B61D" w14:textId="77777777" w:rsidR="0078018B" w:rsidRPr="00097929" w:rsidRDefault="00EC29B6" w:rsidP="00926EF8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znaki drogowe, oznakowanie poziome i wszystkie urządzenia bezpieczeństwa ruchu drogowego</w:t>
      </w:r>
      <w:r w:rsidR="00D55AF3" w:rsidRPr="00097929">
        <w:rPr>
          <w:rFonts w:ascii="Verdana" w:hAnsi="Verdana"/>
          <w:w w:val="90"/>
        </w:rPr>
        <w:t xml:space="preserve"> </w:t>
      </w:r>
      <w:r w:rsidR="00DB6EF2" w:rsidRPr="00097929">
        <w:rPr>
          <w:rFonts w:ascii="Verdana" w:hAnsi="Verdana"/>
          <w:w w:val="90"/>
        </w:rPr>
        <w:br/>
      </w:r>
      <w:r w:rsidR="00D55AF3" w:rsidRPr="00097929">
        <w:rPr>
          <w:rFonts w:ascii="Verdana" w:hAnsi="Verdana"/>
          <w:w w:val="90"/>
        </w:rPr>
        <w:t>(w tym bariery drogowe, oświetlenie, sygnalizacje świetlne i inne urządzenia)</w:t>
      </w:r>
      <w:r w:rsidR="00D711E2" w:rsidRPr="00097929">
        <w:rPr>
          <w:rFonts w:ascii="Verdana" w:hAnsi="Verdana"/>
          <w:w w:val="90"/>
        </w:rPr>
        <w:t>,</w:t>
      </w:r>
    </w:p>
    <w:p w14:paraId="36B2758A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zabytki i pomniki przyrody,</w:t>
      </w:r>
    </w:p>
    <w:p w14:paraId="77540466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wszys</w:t>
      </w:r>
      <w:r w:rsidR="00D55AF3" w:rsidRPr="00097929">
        <w:rPr>
          <w:rFonts w:ascii="Verdana" w:hAnsi="Verdana"/>
          <w:w w:val="90"/>
        </w:rPr>
        <w:t>tkie ogrodzenia (furtki, bramy),</w:t>
      </w:r>
    </w:p>
    <w:p w14:paraId="6D39B204" w14:textId="77777777" w:rsidR="00D55AF3" w:rsidRPr="00097929" w:rsidRDefault="00D55AF3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ekrany akustyczne,</w:t>
      </w:r>
    </w:p>
    <w:p w14:paraId="596F321F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rowy (w pełnym zakresie),</w:t>
      </w:r>
    </w:p>
    <w:p w14:paraId="19E2B40B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studnie (średnice),</w:t>
      </w:r>
    </w:p>
    <w:p w14:paraId="2921C93D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zjazdy (wraz z wlotami do rur pod zjazdami),</w:t>
      </w:r>
    </w:p>
    <w:p w14:paraId="1031E854" w14:textId="77777777" w:rsidR="0078018B" w:rsidRPr="00097929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rzędne wlotu i wylotu, światła i skrajnie obiektów inżynierskich</w:t>
      </w:r>
      <w:r w:rsidR="00DB6EF2" w:rsidRPr="00097929">
        <w:rPr>
          <w:rFonts w:ascii="Verdana" w:hAnsi="Verdana"/>
          <w:w w:val="90"/>
        </w:rPr>
        <w:t>.</w:t>
      </w:r>
    </w:p>
    <w:p w14:paraId="65AA96B6" w14:textId="77777777" w:rsidR="0078018B" w:rsidRPr="00097929" w:rsidRDefault="0078018B" w:rsidP="0078018B">
      <w:pPr>
        <w:rPr>
          <w:rFonts w:ascii="Verdana" w:hAnsi="Verdana"/>
          <w:w w:val="90"/>
        </w:rPr>
      </w:pPr>
    </w:p>
    <w:p w14:paraId="5C64A6CC" w14:textId="77777777" w:rsidR="0078018B" w:rsidRPr="00097929" w:rsidRDefault="0078018B" w:rsidP="0078018B">
      <w:pPr>
        <w:pStyle w:val="Nagwek3"/>
        <w:rPr>
          <w:rFonts w:ascii="Verdana" w:hAnsi="Verdana"/>
          <w:b/>
          <w:w w:val="90"/>
        </w:rPr>
      </w:pPr>
      <w:r w:rsidRPr="00097929">
        <w:rPr>
          <w:rFonts w:ascii="Verdana" w:hAnsi="Verdana"/>
          <w:b/>
          <w:w w:val="90"/>
        </w:rPr>
        <w:t>Prace kameralne</w:t>
      </w:r>
    </w:p>
    <w:p w14:paraId="1C5FC26B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Obliczenie i wyrównanie osnów</w:t>
      </w:r>
    </w:p>
    <w:p w14:paraId="20B24256" w14:textId="77777777" w:rsidR="002263AE" w:rsidRPr="00097929" w:rsidRDefault="0078018B" w:rsidP="00E31A9B">
      <w:pPr>
        <w:rPr>
          <w:rFonts w:ascii="Verdana" w:hAnsi="Verdana" w:cs="Arial"/>
          <w:snapToGrid w:val="0"/>
          <w:w w:val="90"/>
        </w:rPr>
      </w:pPr>
      <w:r w:rsidRPr="00097929">
        <w:rPr>
          <w:rFonts w:ascii="Verdana" w:hAnsi="Verdana"/>
          <w:w w:val="90"/>
        </w:rPr>
        <w:t xml:space="preserve">Osnowy szczegółowe </w:t>
      </w:r>
      <w:r w:rsidR="00EB18E0" w:rsidRPr="00097929">
        <w:rPr>
          <w:rFonts w:ascii="Verdana" w:hAnsi="Verdana"/>
          <w:w w:val="90"/>
        </w:rPr>
        <w:t xml:space="preserve">i pomiarowe </w:t>
      </w:r>
      <w:r w:rsidRPr="00097929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 w:rsidRPr="00097929">
        <w:rPr>
          <w:rFonts w:ascii="Verdana" w:hAnsi="Verdana"/>
          <w:w w:val="90"/>
        </w:rPr>
        <w:t xml:space="preserve">rozporządzeniu </w:t>
      </w:r>
      <w:r w:rsidR="00EA71A1" w:rsidRPr="00097929">
        <w:rPr>
          <w:rFonts w:ascii="Verdana" w:hAnsi="Verdana" w:cs="Arial"/>
          <w:b/>
          <w:snapToGrid w:val="0"/>
          <w:w w:val="90"/>
        </w:rPr>
        <w:t xml:space="preserve">[3.5] </w:t>
      </w:r>
      <w:r w:rsidR="00EA71A1" w:rsidRPr="00097929">
        <w:rPr>
          <w:rFonts w:ascii="Verdana" w:hAnsi="Verdana" w:cs="Arial"/>
          <w:snapToGrid w:val="0"/>
          <w:w w:val="90"/>
        </w:rPr>
        <w:t>i</w:t>
      </w:r>
      <w:r w:rsidR="00EA71A1" w:rsidRPr="00097929">
        <w:rPr>
          <w:rFonts w:ascii="Verdana" w:hAnsi="Verdana" w:cs="Arial"/>
          <w:b/>
          <w:snapToGrid w:val="0"/>
          <w:w w:val="90"/>
        </w:rPr>
        <w:t xml:space="preserve"> [3.1]</w:t>
      </w:r>
      <w:r w:rsidR="002263AE" w:rsidRPr="00097929">
        <w:rPr>
          <w:rFonts w:ascii="Verdana" w:hAnsi="Verdana" w:cs="Arial"/>
          <w:snapToGrid w:val="0"/>
          <w:w w:val="90"/>
        </w:rPr>
        <w:t>.</w:t>
      </w:r>
    </w:p>
    <w:p w14:paraId="71A7B14F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494A1C42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 przypadku pomiarów występujących w terenie 2 pasów odwzorowania, współrzędne punktów osnowy należy obliczyć w układzie przeważającego pasa (w uzgodnieniu z ośrodkiem dokumentacji).</w:t>
      </w:r>
    </w:p>
    <w:p w14:paraId="3B2AF3DB" w14:textId="77777777" w:rsidR="00303869" w:rsidRPr="00097929" w:rsidRDefault="00303869" w:rsidP="00E31A9B">
      <w:pPr>
        <w:rPr>
          <w:rFonts w:ascii="Verdana" w:hAnsi="Verdana"/>
          <w:w w:val="90"/>
        </w:rPr>
      </w:pPr>
    </w:p>
    <w:p w14:paraId="79D9F744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Opracowanie wyników pomiarów sytuacyjno-wysokościowych</w:t>
      </w:r>
    </w:p>
    <w:p w14:paraId="39EFDC52" w14:textId="77777777" w:rsidR="0078018B" w:rsidRPr="00097929" w:rsidRDefault="0078018B" w:rsidP="00E31A9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 w:rsidRPr="00097929">
        <w:rPr>
          <w:rFonts w:ascii="Verdana" w:hAnsi="Verdana"/>
          <w:w w:val="90"/>
        </w:rPr>
        <w:t xml:space="preserve">rozporządzeniu </w:t>
      </w:r>
      <w:r w:rsidR="00EA71A1" w:rsidRPr="00097929">
        <w:rPr>
          <w:rFonts w:ascii="Verdana" w:hAnsi="Verdana" w:cs="Arial"/>
          <w:b/>
          <w:snapToGrid w:val="0"/>
          <w:w w:val="90"/>
        </w:rPr>
        <w:t>[3.1]</w:t>
      </w:r>
      <w:r w:rsidR="002263AE" w:rsidRPr="00097929">
        <w:rPr>
          <w:rFonts w:ascii="Verdana" w:hAnsi="Verdana" w:cs="Arial"/>
          <w:snapToGrid w:val="0"/>
          <w:w w:val="90"/>
        </w:rPr>
        <w:t>.</w:t>
      </w:r>
    </w:p>
    <w:p w14:paraId="41E40FEE" w14:textId="77777777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 w:rsidRPr="00097929">
        <w:rPr>
          <w:rFonts w:ascii="Verdana" w:hAnsi="Verdana"/>
          <w:w w:val="90"/>
        </w:rPr>
        <w:t>h</w:t>
      </w:r>
      <w:r w:rsidRPr="00097929">
        <w:rPr>
          <w:rFonts w:ascii="Verdana" w:hAnsi="Verdana"/>
          <w:w w:val="90"/>
        </w:rPr>
        <w:t>.</w:t>
      </w:r>
    </w:p>
    <w:p w14:paraId="6543E4A4" w14:textId="77777777" w:rsidR="00303869" w:rsidRPr="00097929" w:rsidRDefault="00303869" w:rsidP="0078018B">
      <w:pPr>
        <w:rPr>
          <w:rFonts w:ascii="Verdana" w:hAnsi="Verdana"/>
          <w:w w:val="90"/>
        </w:rPr>
      </w:pPr>
    </w:p>
    <w:p w14:paraId="78A756D8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>Sporządzanie mapy</w:t>
      </w:r>
    </w:p>
    <w:p w14:paraId="46BB928E" w14:textId="77777777" w:rsidR="003F1E22" w:rsidRPr="00097929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097929">
        <w:rPr>
          <w:rFonts w:ascii="Verdana" w:hAnsi="Verdana"/>
          <w:spacing w:val="0"/>
          <w:w w:val="90"/>
          <w:sz w:val="20"/>
        </w:rPr>
        <w:t xml:space="preserve">Opracowując mapę terenu metodą numeryczną, wyniki pomiarów </w:t>
      </w:r>
      <w:proofErr w:type="spellStart"/>
      <w:r w:rsidRPr="00097929">
        <w:rPr>
          <w:rFonts w:ascii="Verdana" w:hAnsi="Verdana"/>
          <w:spacing w:val="0"/>
          <w:w w:val="90"/>
          <w:sz w:val="20"/>
        </w:rPr>
        <w:t>sytuacyjno</w:t>
      </w:r>
      <w:proofErr w:type="spellEnd"/>
      <w:r w:rsidRPr="00097929">
        <w:rPr>
          <w:rFonts w:ascii="Verdana" w:hAnsi="Verdana"/>
          <w:spacing w:val="0"/>
          <w:w w:val="90"/>
          <w:sz w:val="20"/>
        </w:rPr>
        <w:t xml:space="preserve"> - wysokościowych należy przetworzyć przy pomocy oprogramowania komputerowego z podziałem na warstwy tematyczne: sytuacja, ewidencja gruntów (granice, numery działek, nomenklatura prawna gruntu, granice i nazwy jednostek podziału administracyjnego, granice, rodzaje użytków i oznaczenie klas gruntów), uzbrojenie terenu, rzeźba terenu, osnowa geodezyjna pozioma i wysokościowa. </w:t>
      </w:r>
    </w:p>
    <w:p w14:paraId="24F2359E" w14:textId="09A3E3A8" w:rsidR="003F1E22" w:rsidRPr="00097929" w:rsidRDefault="003F1E22" w:rsidP="003F1E22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Na mapie należy oznaczyć kolorem brązowym tereny obciążone służebnościami gruntowymi</w:t>
      </w:r>
      <w:r w:rsidR="00214CEB" w:rsidRPr="00097929">
        <w:rPr>
          <w:rFonts w:ascii="Verdana" w:hAnsi="Verdana"/>
          <w:w w:val="90"/>
        </w:rPr>
        <w:t xml:space="preserve"> i przesyłu</w:t>
      </w:r>
      <w:r w:rsidRPr="00097929"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7AFFB4AE" w14:textId="11923346" w:rsidR="003F1E22" w:rsidRPr="00097929" w:rsidRDefault="003F1E22" w:rsidP="003F1E22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Nie dopuszcza się</w:t>
      </w:r>
      <w:r w:rsidRPr="00097929">
        <w:rPr>
          <w:rFonts w:ascii="Verdana" w:hAnsi="Verdana" w:cs="Arial"/>
          <w:snapToGrid w:val="0"/>
          <w:w w:val="90"/>
        </w:rPr>
        <w:t xml:space="preserve"> wykonania mapy </w:t>
      </w:r>
      <w:r w:rsidR="00D55AF3" w:rsidRPr="00097929">
        <w:rPr>
          <w:rFonts w:ascii="Verdana" w:hAnsi="Verdana" w:cs="Arial"/>
          <w:snapToGrid w:val="0"/>
          <w:w w:val="90"/>
        </w:rPr>
        <w:t>z pomiaru powykonawczego</w:t>
      </w:r>
      <w:r w:rsidRPr="00097929">
        <w:rPr>
          <w:rFonts w:ascii="Verdana" w:hAnsi="Verdana" w:cs="Arial"/>
          <w:snapToGrid w:val="0"/>
          <w:w w:val="90"/>
        </w:rPr>
        <w:t xml:space="preserve"> bez wykazania służebności gruntowych</w:t>
      </w:r>
      <w:r w:rsidR="00214CEB" w:rsidRPr="00097929">
        <w:rPr>
          <w:rFonts w:ascii="Verdana" w:hAnsi="Verdana" w:cs="Arial"/>
          <w:snapToGrid w:val="0"/>
          <w:w w:val="90"/>
        </w:rPr>
        <w:t xml:space="preserve"> i przesyłu</w:t>
      </w:r>
      <w:r w:rsidRPr="00097929">
        <w:rPr>
          <w:rFonts w:ascii="Verdana" w:hAnsi="Verdana" w:cs="Arial"/>
          <w:snapToGrid w:val="0"/>
          <w:w w:val="90"/>
        </w:rPr>
        <w:t>.</w:t>
      </w:r>
    </w:p>
    <w:p w14:paraId="3EC35F96" w14:textId="77777777" w:rsidR="0078018B" w:rsidRPr="00097929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097929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097929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097929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14:paraId="6836D861" w14:textId="77777777" w:rsidR="00EF4C60" w:rsidRPr="00097929" w:rsidRDefault="00EF4C60" w:rsidP="00EF4C60">
      <w:pPr>
        <w:rPr>
          <w:rFonts w:ascii="Verdana" w:hAnsi="Verdana"/>
          <w:w w:val="90"/>
        </w:rPr>
      </w:pPr>
      <w:r w:rsidRPr="00D213B2">
        <w:rPr>
          <w:rStyle w:val="FontStyle34"/>
          <w:rFonts w:ascii="Verdana" w:hAnsi="Verdana"/>
          <w:w w:val="90"/>
        </w:rPr>
        <w:t xml:space="preserve">Użytki dla działek w liniach rozgraniczających inwestycję  należy zmienić na </w:t>
      </w:r>
      <w:r w:rsidRPr="00097929">
        <w:rPr>
          <w:rFonts w:ascii="Verdana" w:hAnsi="Verdana"/>
          <w:bCs/>
          <w:w w:val="90"/>
        </w:rPr>
        <w:t>„dr” zarówno na mapie z pomiaru powykonawczego</w:t>
      </w:r>
      <w:r w:rsidR="003E0E76" w:rsidRPr="00097929">
        <w:rPr>
          <w:rFonts w:ascii="Verdana" w:hAnsi="Verdana"/>
          <w:bCs/>
          <w:w w:val="90"/>
        </w:rPr>
        <w:t>,</w:t>
      </w:r>
      <w:r w:rsidRPr="00097929">
        <w:rPr>
          <w:rFonts w:ascii="Verdana" w:hAnsi="Verdana"/>
          <w:bCs/>
          <w:w w:val="90"/>
        </w:rPr>
        <w:t xml:space="preserve"> jak i w bazach ewidencji gruntów i budynków.</w:t>
      </w:r>
    </w:p>
    <w:p w14:paraId="1B17E7BE" w14:textId="77777777" w:rsidR="00EF4C60" w:rsidRPr="00097929" w:rsidRDefault="00EF4C60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</w:p>
    <w:p w14:paraId="7F222A14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lastRenderedPageBreak/>
        <w:t>Skompletowanie dokumentacji geodezyjnej i kartograficznej</w:t>
      </w:r>
    </w:p>
    <w:p w14:paraId="5CB53B19" w14:textId="77777777" w:rsidR="0078018B" w:rsidRPr="00097929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097929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 w:rsidRPr="00097929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097929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 w:rsidRPr="00097929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097929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097929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097929">
        <w:rPr>
          <w:rFonts w:ascii="Verdana" w:hAnsi="Verdana"/>
          <w:spacing w:val="0"/>
          <w:w w:val="90"/>
          <w:sz w:val="20"/>
        </w:rPr>
        <w:t>.</w:t>
      </w:r>
    </w:p>
    <w:p w14:paraId="2FA91569" w14:textId="77777777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Wykonawca przekaże odpowiednią dokumentację techniczną do </w:t>
      </w:r>
      <w:r w:rsidR="00EA71A1" w:rsidRPr="00097929">
        <w:rPr>
          <w:rFonts w:ascii="Verdana" w:hAnsi="Verdana"/>
          <w:w w:val="90"/>
        </w:rPr>
        <w:t xml:space="preserve">właściwego </w:t>
      </w:r>
      <w:r w:rsidRPr="00097929">
        <w:rPr>
          <w:rFonts w:ascii="Verdana" w:hAnsi="Verdana"/>
          <w:w w:val="90"/>
        </w:rPr>
        <w:t xml:space="preserve">ośrodka dokumentacji </w:t>
      </w:r>
      <w:r w:rsidR="00994B49" w:rsidRPr="00097929">
        <w:rPr>
          <w:rFonts w:ascii="Verdana" w:hAnsi="Verdana"/>
          <w:w w:val="90"/>
        </w:rPr>
        <w:t xml:space="preserve">geodezyjnej i kartograficznej </w:t>
      </w:r>
      <w:r w:rsidRPr="00097929">
        <w:rPr>
          <w:rFonts w:ascii="Verdana" w:hAnsi="Verdana"/>
          <w:w w:val="90"/>
        </w:rPr>
        <w:t>i uzyska jej odbiór</w:t>
      </w:r>
      <w:r w:rsidR="00994B49" w:rsidRPr="00097929">
        <w:rPr>
          <w:rFonts w:ascii="Verdana" w:hAnsi="Verdana"/>
          <w:w w:val="90"/>
        </w:rPr>
        <w:t xml:space="preserve"> po przyjęciu do państwowego zasobu geodezyjnego </w:t>
      </w:r>
      <w:r w:rsidR="00691DAF" w:rsidRPr="00097929">
        <w:rPr>
          <w:rFonts w:ascii="Verdana" w:hAnsi="Verdana"/>
          <w:w w:val="90"/>
        </w:rPr>
        <w:br/>
      </w:r>
      <w:r w:rsidR="00994B49" w:rsidRPr="00097929">
        <w:rPr>
          <w:rFonts w:ascii="Verdana" w:hAnsi="Verdana"/>
          <w:w w:val="90"/>
        </w:rPr>
        <w:t>i kartograficznego</w:t>
      </w:r>
      <w:r w:rsidRPr="00097929">
        <w:rPr>
          <w:rFonts w:ascii="Verdana" w:hAnsi="Verdana"/>
          <w:w w:val="90"/>
        </w:rPr>
        <w:t xml:space="preserve">. </w:t>
      </w:r>
    </w:p>
    <w:p w14:paraId="04A72322" w14:textId="77777777" w:rsidR="00C03211" w:rsidRPr="00097929" w:rsidRDefault="00C03211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W przypadku terenów zamkniętych dokumentację </w:t>
      </w:r>
      <w:r w:rsidR="0056386E" w:rsidRPr="00097929">
        <w:rPr>
          <w:rFonts w:ascii="Verdana" w:hAnsi="Verdana"/>
          <w:w w:val="90"/>
        </w:rPr>
        <w:t xml:space="preserve">techniczną </w:t>
      </w:r>
      <w:r w:rsidRPr="00097929">
        <w:rPr>
          <w:rFonts w:ascii="Verdana" w:hAnsi="Verdana"/>
          <w:w w:val="90"/>
        </w:rPr>
        <w:t xml:space="preserve">należy przekazać do zasobu prowadzonego przez </w:t>
      </w:r>
      <w:r w:rsidR="0056386E" w:rsidRPr="00097929">
        <w:rPr>
          <w:rFonts w:ascii="Verdana" w:hAnsi="Verdana"/>
          <w:w w:val="90"/>
        </w:rPr>
        <w:t xml:space="preserve">podmiot </w:t>
      </w:r>
      <w:r w:rsidRPr="00097929">
        <w:rPr>
          <w:rFonts w:ascii="Verdana" w:hAnsi="Verdana"/>
          <w:w w:val="90"/>
        </w:rPr>
        <w:t>zarząd</w:t>
      </w:r>
      <w:r w:rsidR="0056386E" w:rsidRPr="00097929">
        <w:rPr>
          <w:rFonts w:ascii="Verdana" w:hAnsi="Verdana"/>
          <w:w w:val="90"/>
        </w:rPr>
        <w:t>zający tym terenem.</w:t>
      </w:r>
    </w:p>
    <w:p w14:paraId="1AFB757E" w14:textId="77777777" w:rsidR="00303869" w:rsidRPr="00097929" w:rsidRDefault="00303869" w:rsidP="0078018B">
      <w:pPr>
        <w:rPr>
          <w:rFonts w:ascii="Verdana" w:hAnsi="Verdana"/>
          <w:w w:val="90"/>
        </w:rPr>
      </w:pPr>
    </w:p>
    <w:p w14:paraId="3BD727B5" w14:textId="77777777" w:rsidR="0078018B" w:rsidRPr="00097929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097929">
        <w:rPr>
          <w:rFonts w:ascii="Verdana" w:hAnsi="Verdana"/>
          <w:b/>
          <w:bCs/>
          <w:w w:val="90"/>
        </w:rPr>
        <w:t xml:space="preserve">Skład </w:t>
      </w:r>
      <w:r w:rsidR="00DE1AA9" w:rsidRPr="00097929">
        <w:rPr>
          <w:rFonts w:ascii="Verdana" w:hAnsi="Verdana"/>
          <w:b/>
          <w:bCs/>
          <w:w w:val="90"/>
        </w:rPr>
        <w:t>dokumentacji</w:t>
      </w:r>
      <w:r w:rsidRPr="00097929">
        <w:rPr>
          <w:rFonts w:ascii="Verdana" w:hAnsi="Verdana"/>
          <w:b/>
          <w:bCs/>
          <w:w w:val="90"/>
        </w:rPr>
        <w:t xml:space="preserve"> dla Zamawiającego</w:t>
      </w:r>
    </w:p>
    <w:p w14:paraId="481B28CA" w14:textId="77777777" w:rsidR="0078018B" w:rsidRPr="00097929" w:rsidRDefault="00EA71A1" w:rsidP="00AA584D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D</w:t>
      </w:r>
      <w:r w:rsidR="0078018B" w:rsidRPr="00097929">
        <w:rPr>
          <w:rFonts w:ascii="Verdana" w:hAnsi="Verdana"/>
          <w:w w:val="90"/>
        </w:rPr>
        <w:t>okumentacja technicz</w:t>
      </w:r>
      <w:r w:rsidRPr="00097929">
        <w:rPr>
          <w:rFonts w:ascii="Verdana" w:hAnsi="Verdana"/>
          <w:w w:val="90"/>
        </w:rPr>
        <w:t>na</w:t>
      </w:r>
      <w:r w:rsidR="0078018B" w:rsidRPr="00097929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54F8A5A6" w14:textId="77777777" w:rsidR="0078018B" w:rsidRPr="00097929" w:rsidRDefault="0078018B" w:rsidP="000256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Dla Zamawiającego należy skompletować następujące materiały:</w:t>
      </w:r>
    </w:p>
    <w:p w14:paraId="61F7AA18" w14:textId="77777777" w:rsidR="0078018B" w:rsidRPr="00097929" w:rsidRDefault="005C5D99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Kopię mapy zasadniczej powstałej w wyniku geodezyjnego </w:t>
      </w:r>
      <w:r w:rsidR="00F06379" w:rsidRPr="00097929">
        <w:rPr>
          <w:rFonts w:ascii="Verdana" w:hAnsi="Verdana"/>
          <w:w w:val="90"/>
        </w:rPr>
        <w:t>pomiaru powykonawczego drogi</w:t>
      </w:r>
      <w:r w:rsidR="0078018B" w:rsidRPr="00097929">
        <w:rPr>
          <w:rFonts w:ascii="Verdana" w:hAnsi="Verdana"/>
          <w:w w:val="90"/>
        </w:rPr>
        <w:t xml:space="preserve"> na materiale </w:t>
      </w:r>
      <w:r w:rsidR="006C38E9" w:rsidRPr="00097929">
        <w:rPr>
          <w:rFonts w:ascii="Verdana" w:hAnsi="Verdana"/>
          <w:w w:val="90"/>
        </w:rPr>
        <w:t>analogowym</w:t>
      </w:r>
      <w:r w:rsidR="0078018B" w:rsidRPr="00097929">
        <w:rPr>
          <w:rFonts w:ascii="Verdana" w:hAnsi="Verdana"/>
          <w:i/>
          <w:w w:val="90"/>
        </w:rPr>
        <w:t xml:space="preserve"> </w:t>
      </w:r>
      <w:r w:rsidR="0078018B" w:rsidRPr="00097929">
        <w:rPr>
          <w:rFonts w:ascii="Verdana" w:hAnsi="Verdana"/>
          <w:w w:val="90"/>
        </w:rPr>
        <w:t>(</w:t>
      </w:r>
      <w:r w:rsidR="00994B49" w:rsidRPr="00097929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097929">
        <w:rPr>
          <w:rFonts w:ascii="Verdana" w:hAnsi="Verdana"/>
          <w:w w:val="90"/>
        </w:rPr>
        <w:t>),</w:t>
      </w:r>
    </w:p>
    <w:p w14:paraId="75453DEC" w14:textId="77777777" w:rsidR="0078018B" w:rsidRPr="00097929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</w:t>
      </w:r>
      <w:r w:rsidR="0078018B" w:rsidRPr="00097929">
        <w:rPr>
          <w:rFonts w:ascii="Verdana" w:hAnsi="Verdana"/>
          <w:w w:val="90"/>
        </w:rPr>
        <w:t xml:space="preserve">ykazy współrzędnych punktów osnowy i punktów granicznych </w:t>
      </w:r>
      <w:r w:rsidR="00EF4C60" w:rsidRPr="00097929">
        <w:rPr>
          <w:rFonts w:ascii="Verdana" w:hAnsi="Verdana"/>
          <w:w w:val="90"/>
        </w:rPr>
        <w:t xml:space="preserve">zewnętrznych granic </w:t>
      </w:r>
      <w:r w:rsidR="002263AE" w:rsidRPr="00097929">
        <w:rPr>
          <w:rFonts w:ascii="Verdana" w:hAnsi="Verdana"/>
          <w:w w:val="90"/>
        </w:rPr>
        <w:t xml:space="preserve">pasa drogowego </w:t>
      </w:r>
      <w:r w:rsidR="0078018B" w:rsidRPr="00097929">
        <w:rPr>
          <w:rFonts w:ascii="Verdana" w:hAnsi="Verdana"/>
          <w:w w:val="90"/>
        </w:rPr>
        <w:t>w postaci numerycznej (plik tekstowy) na komputerowym nośniku informacji,</w:t>
      </w:r>
    </w:p>
    <w:p w14:paraId="7C657374" w14:textId="77777777" w:rsidR="005C5D99" w:rsidRPr="00097929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</w:t>
      </w:r>
      <w:r w:rsidR="005C5D99" w:rsidRPr="00097929">
        <w:rPr>
          <w:rFonts w:ascii="Verdana" w:hAnsi="Verdana"/>
          <w:w w:val="90"/>
        </w:rPr>
        <w:t>świadczenie o zachowaniu punktów osnowy geodezyjnej lub w przypadku konieczność jej odtworzenia – potwierdzenie odtworzenia,</w:t>
      </w:r>
    </w:p>
    <w:p w14:paraId="5B0B188F" w14:textId="7946EC8C" w:rsidR="0078018B" w:rsidRPr="00097929" w:rsidRDefault="003E0E76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M</w:t>
      </w:r>
      <w:r w:rsidR="00C03211" w:rsidRPr="00097929">
        <w:rPr>
          <w:rFonts w:ascii="Verdana" w:hAnsi="Verdana"/>
          <w:w w:val="90"/>
        </w:rPr>
        <w:t>apę</w:t>
      </w:r>
      <w:r w:rsidR="0078018B" w:rsidRPr="00097929">
        <w:rPr>
          <w:rFonts w:ascii="Verdana" w:hAnsi="Verdana"/>
          <w:w w:val="90"/>
        </w:rPr>
        <w:t xml:space="preserve"> numeryczną </w:t>
      </w:r>
      <w:r w:rsidR="00F06379" w:rsidRPr="00097929">
        <w:rPr>
          <w:rFonts w:ascii="Verdana" w:hAnsi="Verdana"/>
          <w:w w:val="90"/>
        </w:rPr>
        <w:t xml:space="preserve">z </w:t>
      </w:r>
      <w:r w:rsidR="005C5D99" w:rsidRPr="00097929">
        <w:rPr>
          <w:rFonts w:ascii="Verdana" w:hAnsi="Verdana"/>
          <w:w w:val="90"/>
        </w:rPr>
        <w:t xml:space="preserve">geodezyjnego </w:t>
      </w:r>
      <w:r w:rsidR="00F06379" w:rsidRPr="00097929">
        <w:rPr>
          <w:rFonts w:ascii="Verdana" w:hAnsi="Verdana"/>
          <w:w w:val="90"/>
        </w:rPr>
        <w:t>pomiaru powykonawczego drogi</w:t>
      </w:r>
      <w:r w:rsidR="0078018B" w:rsidRPr="00097929">
        <w:rPr>
          <w:rFonts w:ascii="Verdana" w:hAnsi="Verdana"/>
          <w:w w:val="90"/>
        </w:rPr>
        <w:t xml:space="preserve"> (2D) na komputerowym nośniku informacji w formacie (</w:t>
      </w:r>
      <w:r w:rsidR="00B81A2F" w:rsidRPr="00D213B2">
        <w:rPr>
          <w:rFonts w:ascii="Verdana" w:hAnsi="Verdana"/>
          <w:b/>
          <w:bCs/>
          <w:w w:val="90"/>
        </w:rPr>
        <w:t>txt</w:t>
      </w:r>
      <w:r w:rsidR="00B81A2F" w:rsidRPr="00097929">
        <w:rPr>
          <w:rFonts w:ascii="Verdana" w:hAnsi="Verdana"/>
          <w:w w:val="90"/>
        </w:rPr>
        <w:t xml:space="preserve">, </w:t>
      </w:r>
      <w:proofErr w:type="spellStart"/>
      <w:r w:rsidR="00B81A2F" w:rsidRPr="00D213B2">
        <w:rPr>
          <w:rFonts w:ascii="Verdana" w:hAnsi="Verdana"/>
          <w:b/>
          <w:bCs/>
          <w:w w:val="90"/>
        </w:rPr>
        <w:t>shp</w:t>
      </w:r>
      <w:proofErr w:type="spellEnd"/>
      <w:r w:rsidR="00B81A2F" w:rsidRPr="00097929">
        <w:rPr>
          <w:rFonts w:ascii="Verdana" w:hAnsi="Verdana"/>
          <w:w w:val="90"/>
        </w:rPr>
        <w:t xml:space="preserve">, </w:t>
      </w:r>
      <w:r w:rsidR="00B81A2F" w:rsidRPr="00D213B2">
        <w:rPr>
          <w:rFonts w:ascii="Verdana" w:hAnsi="Verdana"/>
          <w:b/>
          <w:bCs/>
          <w:w w:val="90"/>
        </w:rPr>
        <w:t>pdf</w:t>
      </w:r>
      <w:r w:rsidR="00B81A2F" w:rsidRPr="00097929">
        <w:rPr>
          <w:rFonts w:ascii="Verdana" w:hAnsi="Verdana"/>
          <w:w w:val="90"/>
        </w:rPr>
        <w:t xml:space="preserve">, </w:t>
      </w:r>
      <w:proofErr w:type="spellStart"/>
      <w:r w:rsidR="00B81A2F" w:rsidRPr="00D213B2">
        <w:rPr>
          <w:rFonts w:ascii="Verdana" w:hAnsi="Verdana"/>
          <w:b/>
          <w:bCs/>
          <w:w w:val="90"/>
        </w:rPr>
        <w:t>dxf</w:t>
      </w:r>
      <w:proofErr w:type="spellEnd"/>
      <w:r w:rsidR="00B81A2F" w:rsidRPr="00097929">
        <w:rPr>
          <w:rFonts w:ascii="Verdana" w:hAnsi="Verdana"/>
          <w:w w:val="90"/>
        </w:rPr>
        <w:t xml:space="preserve"> oraz obowiązującym standardzie wymiany danych ewidencyjnych</w:t>
      </w:r>
      <w:r w:rsidR="00B81A2F" w:rsidRPr="00097929">
        <w:rPr>
          <w:rFonts w:ascii="Verdana" w:hAnsi="Verdana"/>
          <w:b/>
          <w:w w:val="90"/>
        </w:rPr>
        <w:t xml:space="preserve"> </w:t>
      </w:r>
      <w:r w:rsidR="00A67D45" w:rsidRPr="00D213B2">
        <w:rPr>
          <w:rFonts w:ascii="Verdana" w:hAnsi="Verdana"/>
          <w:bCs/>
          <w:w w:val="90"/>
        </w:rPr>
        <w:t>(</w:t>
      </w:r>
      <w:proofErr w:type="spellStart"/>
      <w:r w:rsidR="00A67D45" w:rsidRPr="00097929">
        <w:rPr>
          <w:rFonts w:ascii="Verdana" w:hAnsi="Verdana"/>
          <w:b/>
          <w:w w:val="90"/>
        </w:rPr>
        <w:t>gml</w:t>
      </w:r>
      <w:proofErr w:type="spellEnd"/>
      <w:r w:rsidR="00A67D45" w:rsidRPr="00D213B2">
        <w:rPr>
          <w:rFonts w:ascii="Verdana" w:hAnsi="Verdana"/>
          <w:bCs/>
          <w:w w:val="90"/>
        </w:rPr>
        <w:t>)</w:t>
      </w:r>
      <w:r w:rsidR="0078018B" w:rsidRPr="00097929">
        <w:rPr>
          <w:rFonts w:ascii="Verdana" w:hAnsi="Verdana"/>
          <w:w w:val="90"/>
        </w:rPr>
        <w:t>).</w:t>
      </w:r>
    </w:p>
    <w:p w14:paraId="53BA03AF" w14:textId="732CE5ED" w:rsidR="008D7392" w:rsidRPr="00097929" w:rsidRDefault="008D7392" w:rsidP="003E0E76">
      <w:pPr>
        <w:numPr>
          <w:ilvl w:val="0"/>
          <w:numId w:val="14"/>
        </w:numPr>
        <w:tabs>
          <w:tab w:val="clear" w:pos="720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Mapę </w:t>
      </w:r>
      <w:r w:rsidR="00280653" w:rsidRPr="00097929">
        <w:rPr>
          <w:rFonts w:ascii="Verdana" w:hAnsi="Verdana"/>
          <w:w w:val="90"/>
        </w:rPr>
        <w:t xml:space="preserve">z przebiegiem geodezyjnych granic pasa drogowego wraz ze stabilizacją znakami PD </w:t>
      </w:r>
      <w:r w:rsidRPr="00097929">
        <w:rPr>
          <w:rFonts w:ascii="Verdana" w:hAnsi="Verdana"/>
          <w:w w:val="90"/>
        </w:rPr>
        <w:t>z</w:t>
      </w:r>
      <w:r w:rsidR="00280653" w:rsidRPr="00097929">
        <w:rPr>
          <w:rFonts w:ascii="Verdana" w:hAnsi="Verdana"/>
          <w:w w:val="90"/>
        </w:rPr>
        <w:t>godnie ze Specyfikacją SP</w:t>
      </w:r>
      <w:r w:rsidR="00744DC8" w:rsidRPr="00097929">
        <w:rPr>
          <w:rFonts w:ascii="Verdana" w:hAnsi="Verdana"/>
          <w:w w:val="90"/>
        </w:rPr>
        <w:t>.</w:t>
      </w:r>
      <w:r w:rsidR="00280653" w:rsidRPr="00097929">
        <w:rPr>
          <w:rFonts w:ascii="Verdana" w:hAnsi="Verdana"/>
          <w:w w:val="90"/>
        </w:rPr>
        <w:t xml:space="preserve">30.30.00 </w:t>
      </w:r>
      <w:r w:rsidR="003E0E76" w:rsidRPr="00097929">
        <w:rPr>
          <w:rFonts w:ascii="Verdana" w:hAnsi="Verdana"/>
          <w:w w:val="90"/>
        </w:rPr>
        <w:t>„W</w:t>
      </w:r>
      <w:r w:rsidR="00280653" w:rsidRPr="00097929">
        <w:rPr>
          <w:rFonts w:ascii="Verdana" w:hAnsi="Verdana"/>
          <w:w w:val="90"/>
        </w:rPr>
        <w:t>znowienie, wyznaczenie i ustalenie granic</w:t>
      </w:r>
      <w:r w:rsidR="003E0E76" w:rsidRPr="00097929">
        <w:rPr>
          <w:rFonts w:ascii="Verdana" w:hAnsi="Verdana"/>
          <w:w w:val="90"/>
        </w:rPr>
        <w:t>”</w:t>
      </w:r>
      <w:r w:rsidR="00280653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 xml:space="preserve"> </w:t>
      </w:r>
    </w:p>
    <w:p w14:paraId="222C3355" w14:textId="77777777" w:rsidR="00EF253D" w:rsidRPr="00097929" w:rsidRDefault="00874EDC" w:rsidP="003E0E76">
      <w:pPr>
        <w:numPr>
          <w:ilvl w:val="0"/>
          <w:numId w:val="14"/>
        </w:numPr>
        <w:tabs>
          <w:tab w:val="clear" w:pos="720"/>
        </w:tabs>
        <w:ind w:left="426" w:hanging="426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Wykazy zmian danych ewidencyjnych – zmiana użytków na „dr” – poświadczone (przyjęcie do zasobu)</w:t>
      </w:r>
      <w:r w:rsidR="003F45D9" w:rsidRPr="00097929">
        <w:rPr>
          <w:rFonts w:ascii="Verdana" w:hAnsi="Verdana"/>
          <w:w w:val="90"/>
        </w:rPr>
        <w:t xml:space="preserve"> </w:t>
      </w:r>
      <w:r w:rsidRPr="00097929">
        <w:rPr>
          <w:rFonts w:ascii="Verdana" w:hAnsi="Verdana"/>
          <w:w w:val="90"/>
        </w:rPr>
        <w:t xml:space="preserve">przez właściwy </w:t>
      </w:r>
      <w:r w:rsidR="00FA587A" w:rsidRPr="00097929">
        <w:rPr>
          <w:rFonts w:ascii="Verdana" w:hAnsi="Verdana"/>
          <w:w w:val="90"/>
        </w:rPr>
        <w:t>O</w:t>
      </w:r>
      <w:r w:rsidRPr="00097929">
        <w:rPr>
          <w:rFonts w:ascii="Verdana" w:hAnsi="Verdana"/>
          <w:w w:val="90"/>
        </w:rPr>
        <w:t xml:space="preserve">środek </w:t>
      </w:r>
      <w:r w:rsidR="00FA587A" w:rsidRPr="00097929">
        <w:rPr>
          <w:rFonts w:ascii="Verdana" w:hAnsi="Verdana"/>
          <w:w w:val="90"/>
        </w:rPr>
        <w:t>D</w:t>
      </w:r>
      <w:r w:rsidRPr="00097929">
        <w:rPr>
          <w:rFonts w:ascii="Verdana" w:hAnsi="Verdana"/>
          <w:w w:val="90"/>
        </w:rPr>
        <w:t xml:space="preserve">okumentacji </w:t>
      </w:r>
      <w:r w:rsidR="00FA587A" w:rsidRPr="00097929">
        <w:rPr>
          <w:rFonts w:ascii="Verdana" w:hAnsi="Verdana"/>
          <w:w w:val="90"/>
        </w:rPr>
        <w:t>G</w:t>
      </w:r>
      <w:r w:rsidRPr="00097929">
        <w:rPr>
          <w:rFonts w:ascii="Verdana" w:hAnsi="Verdana"/>
          <w:w w:val="90"/>
        </w:rPr>
        <w:t xml:space="preserve">eodezyjnej i </w:t>
      </w:r>
      <w:r w:rsidR="00FA587A" w:rsidRPr="00097929">
        <w:rPr>
          <w:rFonts w:ascii="Verdana" w:hAnsi="Verdana"/>
          <w:w w:val="90"/>
        </w:rPr>
        <w:t>K</w:t>
      </w:r>
      <w:r w:rsidRPr="00097929">
        <w:rPr>
          <w:rFonts w:ascii="Verdana" w:hAnsi="Verdana"/>
          <w:w w:val="90"/>
        </w:rPr>
        <w:t>artograficznej.</w:t>
      </w:r>
    </w:p>
    <w:p w14:paraId="14BA06CB" w14:textId="77777777" w:rsidR="0078018B" w:rsidRPr="00097929" w:rsidRDefault="0078018B" w:rsidP="0078018B">
      <w:pPr>
        <w:pStyle w:val="Nagwek1"/>
        <w:rPr>
          <w:rFonts w:ascii="Verdana" w:hAnsi="Verdana"/>
          <w:w w:val="90"/>
        </w:rPr>
      </w:pPr>
      <w:bookmarkStart w:id="17" w:name="_Toc410837459"/>
      <w:r w:rsidRPr="00097929">
        <w:rPr>
          <w:rFonts w:ascii="Verdana" w:hAnsi="Verdana"/>
          <w:w w:val="90"/>
        </w:rPr>
        <w:t xml:space="preserve">kontrola jakości </w:t>
      </w:r>
      <w:bookmarkEnd w:id="15"/>
      <w:bookmarkEnd w:id="16"/>
      <w:r w:rsidRPr="00097929">
        <w:rPr>
          <w:rFonts w:ascii="Verdana" w:hAnsi="Verdana"/>
          <w:w w:val="90"/>
        </w:rPr>
        <w:t>OPRACOWAŃ PROJEKTOWYCH</w:t>
      </w:r>
      <w:bookmarkEnd w:id="17"/>
    </w:p>
    <w:p w14:paraId="3FA35517" w14:textId="77777777" w:rsidR="0078018B" w:rsidRPr="00097929" w:rsidRDefault="0078018B" w:rsidP="00303869">
      <w:pPr>
        <w:pStyle w:val="Nagwek2"/>
      </w:pPr>
      <w:bookmarkStart w:id="18" w:name="_Toc416830704"/>
      <w:bookmarkStart w:id="19" w:name="_Toc6881285"/>
      <w:r w:rsidRPr="00097929">
        <w:t>Podstawowe zasady kontroli jakości opracowań projektowych</w:t>
      </w:r>
    </w:p>
    <w:p w14:paraId="780427CC" w14:textId="6A4C688C" w:rsidR="0078018B" w:rsidRPr="00097929" w:rsidRDefault="0078018B" w:rsidP="00AA584D">
      <w:pPr>
        <w:pStyle w:val="tekstost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Podstawowe zasady kontroli jakości wykonywania opracowań projektowych przedstawiono </w:t>
      </w:r>
      <w:r w:rsidR="00097929" w:rsidRPr="00097929">
        <w:rPr>
          <w:rFonts w:ascii="Verdana" w:hAnsi="Verdana"/>
          <w:w w:val="90"/>
        </w:rPr>
        <w:br/>
      </w:r>
      <w:r w:rsidRPr="00097929">
        <w:rPr>
          <w:rFonts w:ascii="Verdana" w:hAnsi="Verdana"/>
          <w:w w:val="90"/>
        </w:rPr>
        <w:t>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5.</w:t>
      </w:r>
    </w:p>
    <w:p w14:paraId="5277B226" w14:textId="58E6C898" w:rsidR="0078018B" w:rsidRPr="00097929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0" w:name="_Toc410837460"/>
      <w:r w:rsidRPr="00097929">
        <w:rPr>
          <w:rFonts w:ascii="Verdana" w:hAnsi="Verdana"/>
          <w:w w:val="90"/>
        </w:rPr>
        <w:t xml:space="preserve">obmiar </w:t>
      </w:r>
      <w:bookmarkEnd w:id="18"/>
      <w:bookmarkEnd w:id="19"/>
      <w:r w:rsidRPr="00097929">
        <w:rPr>
          <w:rFonts w:ascii="Verdana" w:hAnsi="Verdana"/>
          <w:w w:val="90"/>
        </w:rPr>
        <w:t>OPRACOWAŃ PROJEKTOWYCH</w:t>
      </w:r>
      <w:bookmarkEnd w:id="20"/>
    </w:p>
    <w:p w14:paraId="54FA2B27" w14:textId="77777777" w:rsidR="0078018B" w:rsidRPr="00097929" w:rsidRDefault="0078018B" w:rsidP="00303869">
      <w:pPr>
        <w:pStyle w:val="Nagwek2"/>
      </w:pPr>
      <w:r w:rsidRPr="00097929">
        <w:t>Ogólne zasady obmiaru opracowań projektowych</w:t>
      </w:r>
    </w:p>
    <w:p w14:paraId="1C565EB9" w14:textId="77777777" w:rsidR="0078018B" w:rsidRPr="00097929" w:rsidRDefault="0078018B" w:rsidP="00AA584D">
      <w:pPr>
        <w:pStyle w:val="tekstost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zasady obmiaru opracowań projektowych przedstawiono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</w:t>
      </w:r>
      <w:r w:rsidR="00691DAF" w:rsidRPr="00097929">
        <w:rPr>
          <w:rFonts w:ascii="Verdana" w:hAnsi="Verdana"/>
          <w:w w:val="90"/>
        </w:rPr>
        <w:br/>
      </w:r>
      <w:r w:rsidRPr="00097929">
        <w:rPr>
          <w:rFonts w:ascii="Verdana" w:hAnsi="Verdana"/>
          <w:w w:val="90"/>
        </w:rPr>
        <w:t>pkt</w:t>
      </w:r>
      <w:r w:rsidR="00E21B3C" w:rsidRPr="00097929">
        <w:rPr>
          <w:rFonts w:ascii="Verdana" w:hAnsi="Verdana"/>
          <w:w w:val="90"/>
        </w:rPr>
        <w:t xml:space="preserve"> </w:t>
      </w:r>
      <w:r w:rsidRPr="00097929">
        <w:rPr>
          <w:rFonts w:ascii="Verdana" w:hAnsi="Verdana"/>
          <w:w w:val="90"/>
        </w:rPr>
        <w:t>6.</w:t>
      </w:r>
    </w:p>
    <w:p w14:paraId="387C93BC" w14:textId="77777777" w:rsidR="0078018B" w:rsidRPr="00097929" w:rsidRDefault="0078018B" w:rsidP="00303869">
      <w:pPr>
        <w:pStyle w:val="Nagwek2"/>
      </w:pPr>
      <w:r w:rsidRPr="00097929">
        <w:t>Jednostka obmiarowa</w:t>
      </w:r>
    </w:p>
    <w:p w14:paraId="1E3C5370" w14:textId="76C62897" w:rsidR="0078018B" w:rsidRPr="00097929" w:rsidRDefault="003D0C7F" w:rsidP="00AA584D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Opracowanie rozliczane jest ryczałtowo.</w:t>
      </w:r>
      <w:r w:rsidR="00E21B3C" w:rsidRPr="00097929">
        <w:rPr>
          <w:rFonts w:ascii="Verdana" w:hAnsi="Verdana"/>
          <w:w w:val="90"/>
        </w:rPr>
        <w:t>.</w:t>
      </w:r>
    </w:p>
    <w:p w14:paraId="0B59B5C0" w14:textId="4B78A9BE" w:rsidR="0078018B" w:rsidRPr="00097929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6830705"/>
      <w:bookmarkStart w:id="22" w:name="_Toc6881286"/>
      <w:bookmarkStart w:id="23" w:name="_Toc410837461"/>
      <w:r w:rsidRPr="00097929">
        <w:rPr>
          <w:rFonts w:ascii="Verdana" w:hAnsi="Verdana"/>
          <w:w w:val="90"/>
        </w:rPr>
        <w:t xml:space="preserve">odbiór </w:t>
      </w:r>
      <w:bookmarkEnd w:id="21"/>
      <w:bookmarkEnd w:id="22"/>
      <w:r w:rsidRPr="00097929">
        <w:rPr>
          <w:rFonts w:ascii="Verdana" w:hAnsi="Verdana"/>
          <w:w w:val="90"/>
        </w:rPr>
        <w:t>OPRACOWAŃ  PROJEKTOWYCH</w:t>
      </w:r>
      <w:bookmarkEnd w:id="23"/>
    </w:p>
    <w:p w14:paraId="0B9E33DC" w14:textId="77777777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zasady odbioru opracowań projektowych przedstawiono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</w:t>
      </w:r>
      <w:r w:rsidR="00691DAF" w:rsidRPr="00097929">
        <w:rPr>
          <w:rFonts w:ascii="Verdana" w:hAnsi="Verdana"/>
          <w:w w:val="90"/>
        </w:rPr>
        <w:br/>
      </w:r>
      <w:r w:rsidRPr="00097929">
        <w:rPr>
          <w:rFonts w:ascii="Verdana" w:hAnsi="Verdana"/>
          <w:w w:val="90"/>
        </w:rPr>
        <w:t>pkt 6.</w:t>
      </w:r>
    </w:p>
    <w:p w14:paraId="3BF1EDB5" w14:textId="222E9F17" w:rsidR="0078018B" w:rsidRPr="00097929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4" w:name="_Toc416830706"/>
      <w:bookmarkStart w:id="25" w:name="_Toc6881287"/>
      <w:bookmarkStart w:id="26" w:name="_Toc410837462"/>
      <w:r w:rsidRPr="00097929">
        <w:rPr>
          <w:rFonts w:ascii="Verdana" w:hAnsi="Verdana"/>
          <w:w w:val="90"/>
        </w:rPr>
        <w:lastRenderedPageBreak/>
        <w:t>płatności</w:t>
      </w:r>
      <w:bookmarkEnd w:id="24"/>
      <w:bookmarkEnd w:id="25"/>
      <w:bookmarkEnd w:id="26"/>
    </w:p>
    <w:p w14:paraId="4B390D7F" w14:textId="77777777" w:rsidR="0078018B" w:rsidRPr="00097929" w:rsidRDefault="0078018B" w:rsidP="00303869">
      <w:pPr>
        <w:pStyle w:val="Nagwek2"/>
      </w:pPr>
      <w:r w:rsidRPr="00097929">
        <w:t>Ogólne ustalenia dotyczące podstawy płatności</w:t>
      </w:r>
    </w:p>
    <w:p w14:paraId="66C7ABAF" w14:textId="77777777" w:rsidR="0078018B" w:rsidRPr="00097929" w:rsidRDefault="0078018B" w:rsidP="0078018B">
      <w:pPr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>Ogólne ustalenia dotyczące podstawy płatności podano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7.</w:t>
      </w:r>
    </w:p>
    <w:p w14:paraId="15123DA8" w14:textId="77777777" w:rsidR="0078018B" w:rsidRPr="00097929" w:rsidRDefault="0078018B" w:rsidP="00303869">
      <w:pPr>
        <w:pStyle w:val="Nagwek2"/>
      </w:pPr>
      <w:r w:rsidRPr="00097929">
        <w:t>Cena jednostki obmiarowej</w:t>
      </w:r>
    </w:p>
    <w:p w14:paraId="77D40AC7" w14:textId="5781EE7F" w:rsidR="00D73210" w:rsidRPr="00097929" w:rsidRDefault="00D06643" w:rsidP="00D213B2">
      <w:pPr>
        <w:pStyle w:val="tekstost"/>
        <w:rPr>
          <w:rFonts w:ascii="Verdana" w:hAnsi="Verdana"/>
          <w:w w:val="90"/>
        </w:rPr>
      </w:pPr>
      <w:r w:rsidRPr="00097929">
        <w:rPr>
          <w:rFonts w:ascii="Verdana" w:hAnsi="Verdana"/>
          <w:w w:val="90"/>
        </w:rPr>
        <w:t xml:space="preserve">Cena obejmuje wykonanie wszystkich niezbędnych materiałów i czynności wynikających </w:t>
      </w:r>
      <w:r w:rsidR="00D213B2">
        <w:rPr>
          <w:rFonts w:ascii="Verdana" w:hAnsi="Verdana"/>
          <w:w w:val="90"/>
        </w:rPr>
        <w:br/>
      </w:r>
      <w:r w:rsidRPr="00097929">
        <w:rPr>
          <w:rFonts w:ascii="Verdana" w:hAnsi="Verdana"/>
          <w:w w:val="90"/>
        </w:rPr>
        <w:t>z przedmiotowej specyfikacji.</w:t>
      </w:r>
    </w:p>
    <w:p w14:paraId="1CAE6FB4" w14:textId="77777777" w:rsidR="0078018B" w:rsidRPr="00097929" w:rsidRDefault="0078018B" w:rsidP="00303869">
      <w:pPr>
        <w:pStyle w:val="Nagwek2"/>
      </w:pPr>
      <w:r w:rsidRPr="00097929">
        <w:t>Sposób płatności</w:t>
      </w:r>
    </w:p>
    <w:p w14:paraId="6B000628" w14:textId="77777777" w:rsidR="0078018B" w:rsidRPr="00097929" w:rsidRDefault="00497517" w:rsidP="0078018B">
      <w:pPr>
        <w:rPr>
          <w:rFonts w:ascii="Verdana" w:hAnsi="Verdana"/>
          <w:w w:val="90"/>
        </w:rPr>
      </w:pPr>
      <w:bookmarkStart w:id="27" w:name="_Toc416830707"/>
      <w:bookmarkStart w:id="28" w:name="_Toc6881288"/>
      <w:r w:rsidRPr="00097929">
        <w:rPr>
          <w:rFonts w:ascii="Verdana" w:hAnsi="Verdana"/>
          <w:w w:val="90"/>
        </w:rPr>
        <w:t>Ogólne ustalenia dotyczące podstawy płatności podano w SP</w:t>
      </w:r>
      <w:r w:rsidR="006160A7" w:rsidRPr="00097929">
        <w:rPr>
          <w:rFonts w:ascii="Verdana" w:hAnsi="Verdana"/>
          <w:w w:val="90"/>
        </w:rPr>
        <w:t>.</w:t>
      </w:r>
      <w:r w:rsidRPr="00097929">
        <w:rPr>
          <w:rFonts w:ascii="Verdana" w:hAnsi="Verdana"/>
          <w:w w:val="90"/>
        </w:rPr>
        <w:t>00.00</w:t>
      </w:r>
      <w:r w:rsidR="003C0576" w:rsidRPr="00097929">
        <w:rPr>
          <w:rFonts w:ascii="Verdana" w:hAnsi="Verdana"/>
          <w:w w:val="90"/>
        </w:rPr>
        <w:t>.00</w:t>
      </w:r>
      <w:r w:rsidRPr="00097929">
        <w:rPr>
          <w:rFonts w:ascii="Verdana" w:hAnsi="Verdana"/>
          <w:w w:val="90"/>
        </w:rPr>
        <w:t xml:space="preserve"> „Wymagania ogólne” pkt 7.</w:t>
      </w:r>
    </w:p>
    <w:p w14:paraId="7AF92E74" w14:textId="07D79C02" w:rsidR="0078018B" w:rsidRPr="00D213B2" w:rsidRDefault="0078018B" w:rsidP="0078018B">
      <w:pPr>
        <w:pStyle w:val="Nagwek1"/>
        <w:rPr>
          <w:rFonts w:ascii="Verdana" w:hAnsi="Verdana"/>
          <w:w w:val="90"/>
        </w:rPr>
      </w:pPr>
      <w:bookmarkStart w:id="29" w:name="_Toc410837463"/>
      <w:r w:rsidRPr="00D213B2">
        <w:rPr>
          <w:rFonts w:ascii="Verdana" w:hAnsi="Verdana"/>
          <w:w w:val="90"/>
        </w:rPr>
        <w:t>przepisy związane</w:t>
      </w:r>
      <w:bookmarkEnd w:id="27"/>
      <w:bookmarkEnd w:id="28"/>
      <w:bookmarkEnd w:id="29"/>
    </w:p>
    <w:p w14:paraId="44781725" w14:textId="77777777" w:rsidR="0078018B" w:rsidRPr="00097929" w:rsidRDefault="003B39BE" w:rsidP="00303869">
      <w:pPr>
        <w:pStyle w:val="Nagwek2"/>
      </w:pPr>
      <w:bookmarkStart w:id="30" w:name="_Ref468711731"/>
      <w:bookmarkStart w:id="31" w:name="_Ref468711734"/>
      <w:bookmarkStart w:id="32" w:name="_Toc468927885"/>
      <w:bookmarkStart w:id="33" w:name="_Ref388965600"/>
      <w:r w:rsidRPr="00097929">
        <w:t>Obowiązujące p</w:t>
      </w:r>
      <w:r w:rsidR="0078018B" w:rsidRPr="00097929">
        <w:t>rzepisy prawne</w:t>
      </w:r>
      <w:bookmarkStart w:id="34" w:name="_Hlt452009317"/>
      <w:bookmarkEnd w:id="34"/>
      <w:r w:rsidR="0078018B" w:rsidRPr="00097929">
        <w:t xml:space="preserve"> i normy.</w:t>
      </w:r>
      <w:bookmarkEnd w:id="30"/>
      <w:bookmarkEnd w:id="31"/>
      <w:bookmarkEnd w:id="32"/>
    </w:p>
    <w:p w14:paraId="4E1CBBC9" w14:textId="77777777" w:rsidR="00986626" w:rsidRPr="00D213B2" w:rsidRDefault="00986626" w:rsidP="00986626">
      <w:pPr>
        <w:rPr>
          <w:w w:val="90"/>
        </w:rPr>
      </w:pPr>
      <w:bookmarkStart w:id="35" w:name="_Hlk24747954"/>
    </w:p>
    <w:p w14:paraId="3F5CE397" w14:textId="398B6BA7" w:rsidR="007B65F2" w:rsidRPr="00D213B2" w:rsidRDefault="007B65F2" w:rsidP="00D213B2">
      <w:pPr>
        <w:pStyle w:val="Listapunktowana"/>
        <w:numPr>
          <w:ilvl w:val="0"/>
          <w:numId w:val="5"/>
        </w:numPr>
        <w:jc w:val="left"/>
        <w:rPr>
          <w:rFonts w:ascii="Verdana" w:hAnsi="Verdana"/>
          <w:w w:val="90"/>
          <w:sz w:val="20"/>
        </w:rPr>
      </w:pPr>
      <w:bookmarkStart w:id="36" w:name="_Hlt398042668"/>
      <w:bookmarkStart w:id="37" w:name="_Hlt468964543"/>
      <w:bookmarkStart w:id="38" w:name="_Hlt404606348"/>
      <w:bookmarkStart w:id="39" w:name="_Hlt433766730"/>
      <w:bookmarkStart w:id="40" w:name="_Ref391561734"/>
      <w:bookmarkStart w:id="41" w:name="_Toc404682436"/>
      <w:bookmarkStart w:id="42" w:name="_Ref418655134"/>
      <w:bookmarkStart w:id="43" w:name="_Ref468964254"/>
      <w:bookmarkStart w:id="44" w:name="_Ref433766713"/>
      <w:bookmarkStart w:id="45" w:name="_Ref389141101"/>
      <w:bookmarkEnd w:id="33"/>
      <w:bookmarkEnd w:id="36"/>
      <w:bookmarkEnd w:id="37"/>
      <w:bookmarkEnd w:id="38"/>
      <w:bookmarkEnd w:id="39"/>
      <w:r w:rsidRPr="00D213B2">
        <w:rPr>
          <w:rFonts w:ascii="Verdana" w:hAnsi="Verdana"/>
          <w:spacing w:val="0"/>
          <w:w w:val="90"/>
          <w:sz w:val="20"/>
        </w:rPr>
        <w:t>Ustawa z dnia 7</w:t>
      </w:r>
      <w:r w:rsidR="00E113C7" w:rsidRPr="00D213B2">
        <w:rPr>
          <w:rFonts w:ascii="Verdana" w:hAnsi="Verdana"/>
          <w:spacing w:val="0"/>
          <w:w w:val="90"/>
          <w:sz w:val="20"/>
        </w:rPr>
        <w:t xml:space="preserve"> lipca </w:t>
      </w:r>
      <w:r w:rsidRPr="00D213B2">
        <w:rPr>
          <w:rFonts w:ascii="Verdana" w:hAnsi="Verdana"/>
          <w:spacing w:val="0"/>
          <w:w w:val="90"/>
          <w:sz w:val="20"/>
        </w:rPr>
        <w:t>1994</w:t>
      </w:r>
      <w:r w:rsidR="00303869" w:rsidRPr="00D213B2">
        <w:rPr>
          <w:rFonts w:ascii="Verdana" w:hAnsi="Verdana"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spacing w:val="0"/>
          <w:w w:val="90"/>
          <w:sz w:val="20"/>
        </w:rPr>
        <w:t xml:space="preserve">r. </w:t>
      </w:r>
      <w:r w:rsidR="00303869" w:rsidRPr="00D213B2">
        <w:rPr>
          <w:rFonts w:ascii="Verdana" w:hAnsi="Verdana"/>
          <w:b/>
          <w:spacing w:val="0"/>
          <w:w w:val="90"/>
          <w:sz w:val="20"/>
        </w:rPr>
        <w:t>P</w:t>
      </w:r>
      <w:r w:rsidRPr="00D213B2">
        <w:rPr>
          <w:rFonts w:ascii="Verdana" w:hAnsi="Verdana"/>
          <w:b/>
          <w:spacing w:val="0"/>
          <w:w w:val="90"/>
          <w:sz w:val="20"/>
        </w:rPr>
        <w:t>rawo budowlane</w:t>
      </w:r>
      <w:bookmarkEnd w:id="40"/>
      <w:bookmarkEnd w:id="41"/>
      <w:bookmarkEnd w:id="42"/>
      <w:r w:rsidRPr="00D213B2">
        <w:rPr>
          <w:rFonts w:ascii="Verdana" w:hAnsi="Verdana"/>
          <w:b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spacing w:val="0"/>
          <w:w w:val="90"/>
          <w:sz w:val="20"/>
        </w:rPr>
        <w:t>(</w:t>
      </w:r>
      <w:r w:rsidRPr="00D213B2">
        <w:rPr>
          <w:rFonts w:ascii="Verdana" w:hAnsi="Verdana"/>
          <w:w w:val="90"/>
          <w:sz w:val="20"/>
        </w:rPr>
        <w:t xml:space="preserve">Dz.U. z </w:t>
      </w:r>
      <w:r w:rsidR="00C95CDF" w:rsidRPr="00D213B2">
        <w:rPr>
          <w:rFonts w:ascii="Verdana" w:hAnsi="Verdana"/>
          <w:w w:val="90"/>
          <w:sz w:val="20"/>
        </w:rPr>
        <w:t>202</w:t>
      </w:r>
      <w:r w:rsidR="00896053" w:rsidRPr="00D213B2">
        <w:rPr>
          <w:rFonts w:ascii="Verdana" w:hAnsi="Verdana"/>
          <w:w w:val="90"/>
          <w:sz w:val="20"/>
        </w:rPr>
        <w:t>3</w:t>
      </w:r>
      <w:r w:rsidR="00303869" w:rsidRPr="00D213B2">
        <w:rPr>
          <w:rFonts w:ascii="Verdana" w:hAnsi="Verdana"/>
          <w:w w:val="90"/>
          <w:sz w:val="20"/>
        </w:rPr>
        <w:t xml:space="preserve"> r.</w:t>
      </w:r>
      <w:r w:rsidR="00925115" w:rsidRPr="00D213B2">
        <w:rPr>
          <w:rFonts w:ascii="Verdana" w:hAnsi="Verdana"/>
          <w:w w:val="90"/>
          <w:sz w:val="20"/>
        </w:rPr>
        <w:t xml:space="preserve"> poz. </w:t>
      </w:r>
      <w:r w:rsidR="00896053" w:rsidRPr="00D213B2">
        <w:rPr>
          <w:rFonts w:ascii="Verdana" w:hAnsi="Verdana"/>
          <w:w w:val="90"/>
          <w:sz w:val="20"/>
        </w:rPr>
        <w:t>682</w:t>
      </w:r>
      <w:bookmarkEnd w:id="43"/>
      <w:r w:rsidR="00896053" w:rsidRPr="00D213B2">
        <w:rPr>
          <w:rFonts w:ascii="Verdana" w:hAnsi="Verdana"/>
          <w:w w:val="90"/>
          <w:sz w:val="20"/>
        </w:rPr>
        <w:t xml:space="preserve">, z </w:t>
      </w:r>
      <w:proofErr w:type="spellStart"/>
      <w:r w:rsidR="00896053" w:rsidRPr="00D213B2">
        <w:rPr>
          <w:rFonts w:ascii="Verdana" w:hAnsi="Verdana"/>
          <w:w w:val="90"/>
          <w:sz w:val="20"/>
        </w:rPr>
        <w:t>późn</w:t>
      </w:r>
      <w:proofErr w:type="spellEnd"/>
      <w:r w:rsidR="00896053" w:rsidRPr="00D213B2">
        <w:rPr>
          <w:rFonts w:ascii="Verdana" w:hAnsi="Verdana"/>
          <w:w w:val="90"/>
          <w:sz w:val="20"/>
        </w:rPr>
        <w:t>. zm.</w:t>
      </w:r>
      <w:r w:rsidRPr="00D213B2">
        <w:rPr>
          <w:rFonts w:ascii="Verdana" w:hAnsi="Verdana"/>
          <w:w w:val="90"/>
          <w:sz w:val="20"/>
        </w:rPr>
        <w:t>)</w:t>
      </w:r>
      <w:r w:rsidR="00E51A75" w:rsidRPr="00D213B2">
        <w:rPr>
          <w:rFonts w:ascii="Verdana" w:hAnsi="Verdana"/>
          <w:w w:val="90"/>
          <w:sz w:val="20"/>
        </w:rPr>
        <w:t>.</w:t>
      </w:r>
    </w:p>
    <w:p w14:paraId="6993DBF7" w14:textId="388C8D67" w:rsidR="007B65F2" w:rsidRPr="00D213B2" w:rsidRDefault="007B65F2" w:rsidP="00D213B2">
      <w:pPr>
        <w:pStyle w:val="Listapunktowana"/>
        <w:numPr>
          <w:ilvl w:val="0"/>
          <w:numId w:val="5"/>
        </w:numPr>
        <w:jc w:val="left"/>
        <w:rPr>
          <w:rFonts w:ascii="Verdana" w:hAnsi="Verdana"/>
          <w:w w:val="90"/>
          <w:sz w:val="20"/>
        </w:rPr>
      </w:pPr>
      <w:bookmarkStart w:id="46" w:name="_Ref418662200"/>
      <w:bookmarkStart w:id="47" w:name="_Ref468338160"/>
      <w:bookmarkEnd w:id="44"/>
      <w:bookmarkEnd w:id="45"/>
      <w:r w:rsidRPr="00D213B2">
        <w:rPr>
          <w:rFonts w:ascii="Verdana" w:hAnsi="Verdana"/>
          <w:spacing w:val="0"/>
          <w:w w:val="90"/>
          <w:sz w:val="20"/>
        </w:rPr>
        <w:t>Ustawa z dnia 21</w:t>
      </w:r>
      <w:r w:rsidR="00E113C7" w:rsidRPr="00D213B2">
        <w:rPr>
          <w:rFonts w:ascii="Verdana" w:hAnsi="Verdana"/>
          <w:spacing w:val="0"/>
          <w:w w:val="90"/>
          <w:sz w:val="20"/>
        </w:rPr>
        <w:t xml:space="preserve"> marca </w:t>
      </w:r>
      <w:r w:rsidRPr="00D213B2">
        <w:rPr>
          <w:rFonts w:ascii="Verdana" w:hAnsi="Verdana"/>
          <w:spacing w:val="0"/>
          <w:w w:val="90"/>
          <w:sz w:val="20"/>
        </w:rPr>
        <w:t>1985</w:t>
      </w:r>
      <w:r w:rsidR="004C2B2B" w:rsidRPr="00D213B2">
        <w:rPr>
          <w:rFonts w:ascii="Verdana" w:hAnsi="Verdana"/>
          <w:spacing w:val="0"/>
          <w:w w:val="90"/>
          <w:sz w:val="20"/>
        </w:rPr>
        <w:t xml:space="preserve"> r.</w:t>
      </w:r>
      <w:r w:rsidRPr="00D213B2">
        <w:rPr>
          <w:rFonts w:ascii="Verdana" w:hAnsi="Verdana"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b/>
          <w:spacing w:val="0"/>
          <w:w w:val="90"/>
          <w:sz w:val="20"/>
        </w:rPr>
        <w:t>o drogach publicznych</w:t>
      </w:r>
      <w:r w:rsidRPr="00D213B2">
        <w:rPr>
          <w:rFonts w:ascii="Verdana" w:hAnsi="Verdana"/>
          <w:spacing w:val="0"/>
          <w:w w:val="90"/>
          <w:sz w:val="20"/>
        </w:rPr>
        <w:t xml:space="preserve"> (</w:t>
      </w:r>
      <w:r w:rsidR="00164174" w:rsidRPr="00D213B2">
        <w:rPr>
          <w:rFonts w:ascii="Verdana" w:hAnsi="Verdana"/>
          <w:w w:val="90"/>
          <w:sz w:val="20"/>
        </w:rPr>
        <w:t>Dz.U.</w:t>
      </w:r>
      <w:r w:rsidR="004D463A" w:rsidRPr="00D213B2">
        <w:rPr>
          <w:rFonts w:ascii="Verdana" w:hAnsi="Verdana"/>
          <w:w w:val="90"/>
          <w:sz w:val="20"/>
        </w:rPr>
        <w:t xml:space="preserve"> z 202</w:t>
      </w:r>
      <w:r w:rsidR="001F3A0A" w:rsidRPr="00D213B2">
        <w:rPr>
          <w:rFonts w:ascii="Verdana" w:hAnsi="Verdana"/>
          <w:w w:val="90"/>
          <w:sz w:val="20"/>
        </w:rPr>
        <w:t>4</w:t>
      </w:r>
      <w:r w:rsidR="004D463A" w:rsidRPr="00D213B2">
        <w:rPr>
          <w:rFonts w:ascii="Verdana" w:hAnsi="Verdana"/>
          <w:w w:val="90"/>
          <w:sz w:val="20"/>
        </w:rPr>
        <w:t xml:space="preserve"> r. poz</w:t>
      </w:r>
      <w:r w:rsidR="00E113C7" w:rsidRPr="00D213B2">
        <w:rPr>
          <w:rFonts w:ascii="Verdana" w:hAnsi="Verdana"/>
          <w:w w:val="90"/>
          <w:sz w:val="20"/>
        </w:rPr>
        <w:t>.</w:t>
      </w:r>
      <w:r w:rsidR="004D463A" w:rsidRPr="00D213B2">
        <w:rPr>
          <w:rFonts w:ascii="Verdana" w:hAnsi="Verdana"/>
          <w:w w:val="90"/>
          <w:sz w:val="20"/>
        </w:rPr>
        <w:t xml:space="preserve"> </w:t>
      </w:r>
      <w:r w:rsidR="001F3A0A" w:rsidRPr="00D213B2">
        <w:rPr>
          <w:rFonts w:ascii="Verdana" w:hAnsi="Verdana"/>
          <w:w w:val="90"/>
          <w:sz w:val="20"/>
        </w:rPr>
        <w:t>320</w:t>
      </w:r>
      <w:bookmarkEnd w:id="46"/>
      <w:bookmarkEnd w:id="47"/>
      <w:r w:rsidRPr="00D213B2">
        <w:rPr>
          <w:rFonts w:ascii="Verdana" w:hAnsi="Verdana"/>
          <w:spacing w:val="0"/>
          <w:w w:val="90"/>
          <w:sz w:val="20"/>
        </w:rPr>
        <w:t xml:space="preserve">). </w:t>
      </w:r>
    </w:p>
    <w:p w14:paraId="686A70D7" w14:textId="05D53325" w:rsidR="0078018B" w:rsidRPr="00D213B2" w:rsidRDefault="0078018B" w:rsidP="00D213B2">
      <w:pPr>
        <w:pStyle w:val="Listapunktowana"/>
        <w:numPr>
          <w:ilvl w:val="0"/>
          <w:numId w:val="5"/>
        </w:numPr>
        <w:jc w:val="left"/>
        <w:rPr>
          <w:rFonts w:ascii="Verdana" w:hAnsi="Verdana"/>
          <w:spacing w:val="0"/>
          <w:w w:val="90"/>
          <w:sz w:val="20"/>
        </w:rPr>
      </w:pPr>
      <w:r w:rsidRPr="00D213B2">
        <w:rPr>
          <w:rFonts w:ascii="Verdana" w:hAnsi="Verdana"/>
          <w:w w:val="90"/>
          <w:sz w:val="20"/>
        </w:rPr>
        <w:t>Ustawa z dnia 17</w:t>
      </w:r>
      <w:r w:rsidR="00E113C7" w:rsidRPr="00D213B2">
        <w:rPr>
          <w:rFonts w:ascii="Verdana" w:hAnsi="Verdana"/>
          <w:w w:val="90"/>
          <w:sz w:val="20"/>
        </w:rPr>
        <w:t xml:space="preserve"> maja </w:t>
      </w:r>
      <w:r w:rsidRPr="00D213B2">
        <w:rPr>
          <w:rFonts w:ascii="Verdana" w:hAnsi="Verdana"/>
          <w:w w:val="90"/>
          <w:sz w:val="20"/>
        </w:rPr>
        <w:t xml:space="preserve">1989 r. </w:t>
      </w:r>
      <w:r w:rsidRPr="00D213B2">
        <w:rPr>
          <w:rFonts w:ascii="Verdana" w:hAnsi="Verdana"/>
          <w:b/>
          <w:w w:val="90"/>
          <w:sz w:val="20"/>
        </w:rPr>
        <w:t>Prawo geodezyjne i kartograficzne</w:t>
      </w:r>
      <w:r w:rsidRPr="00D213B2">
        <w:rPr>
          <w:rFonts w:ascii="Verdana" w:hAnsi="Verdana"/>
          <w:w w:val="90"/>
          <w:sz w:val="20"/>
        </w:rPr>
        <w:t xml:space="preserve"> </w:t>
      </w:r>
      <w:r w:rsidR="00D22BE4" w:rsidRPr="00D213B2">
        <w:rPr>
          <w:rFonts w:ascii="Verdana" w:hAnsi="Verdana"/>
          <w:w w:val="90"/>
          <w:sz w:val="20"/>
        </w:rPr>
        <w:t>(</w:t>
      </w:r>
      <w:r w:rsidRPr="00D213B2">
        <w:rPr>
          <w:rFonts w:ascii="Verdana" w:hAnsi="Verdana"/>
          <w:w w:val="90"/>
          <w:sz w:val="20"/>
        </w:rPr>
        <w:t xml:space="preserve">Dz. U. </w:t>
      </w:r>
      <w:r w:rsidR="00D22BE4" w:rsidRPr="00D213B2">
        <w:rPr>
          <w:rFonts w:ascii="Verdana" w:hAnsi="Verdana"/>
          <w:w w:val="90"/>
          <w:sz w:val="20"/>
        </w:rPr>
        <w:t>z</w:t>
      </w:r>
      <w:r w:rsidR="004D463A" w:rsidRPr="00D213B2">
        <w:rPr>
          <w:rFonts w:ascii="Verdana" w:hAnsi="Verdana"/>
          <w:w w:val="90"/>
          <w:sz w:val="20"/>
        </w:rPr>
        <w:t xml:space="preserve"> 202</w:t>
      </w:r>
      <w:r w:rsidR="001D165C" w:rsidRPr="00D213B2">
        <w:rPr>
          <w:rFonts w:ascii="Verdana" w:hAnsi="Verdana"/>
          <w:w w:val="90"/>
          <w:sz w:val="20"/>
        </w:rPr>
        <w:t>3</w:t>
      </w:r>
      <w:r w:rsidR="004D463A" w:rsidRPr="00D213B2">
        <w:rPr>
          <w:rFonts w:ascii="Verdana" w:hAnsi="Verdana"/>
          <w:w w:val="90"/>
          <w:sz w:val="20"/>
        </w:rPr>
        <w:t xml:space="preserve"> r. poz. </w:t>
      </w:r>
      <w:r w:rsidR="001D165C" w:rsidRPr="00D213B2">
        <w:rPr>
          <w:rFonts w:ascii="Verdana" w:hAnsi="Verdana"/>
          <w:w w:val="90"/>
          <w:sz w:val="20"/>
        </w:rPr>
        <w:t>1752</w:t>
      </w:r>
      <w:r w:rsidR="00303869" w:rsidRPr="00D213B2">
        <w:rPr>
          <w:rFonts w:ascii="Verdana" w:hAnsi="Verdana"/>
          <w:w w:val="90"/>
          <w:sz w:val="20"/>
        </w:rPr>
        <w:t>,</w:t>
      </w:r>
      <w:r w:rsidR="004D463A" w:rsidRPr="00D213B2">
        <w:rPr>
          <w:rFonts w:ascii="Verdana" w:hAnsi="Verdana"/>
          <w:w w:val="90"/>
          <w:sz w:val="20"/>
        </w:rPr>
        <w:t xml:space="preserve"> </w:t>
      </w:r>
      <w:r w:rsidRPr="00D213B2">
        <w:rPr>
          <w:rFonts w:ascii="Verdana" w:hAnsi="Verdana"/>
          <w:w w:val="90"/>
          <w:sz w:val="20"/>
        </w:rPr>
        <w:t xml:space="preserve">z </w:t>
      </w:r>
      <w:proofErr w:type="spellStart"/>
      <w:r w:rsidRPr="00D213B2">
        <w:rPr>
          <w:rFonts w:ascii="Verdana" w:hAnsi="Verdana"/>
          <w:w w:val="90"/>
          <w:sz w:val="20"/>
        </w:rPr>
        <w:t>póź</w:t>
      </w:r>
      <w:r w:rsidR="005E4003" w:rsidRPr="00D213B2">
        <w:rPr>
          <w:rFonts w:ascii="Verdana" w:hAnsi="Verdana"/>
          <w:w w:val="90"/>
          <w:sz w:val="20"/>
        </w:rPr>
        <w:t>n</w:t>
      </w:r>
      <w:proofErr w:type="spellEnd"/>
      <w:r w:rsidR="00D22BE4" w:rsidRPr="00D213B2">
        <w:rPr>
          <w:rFonts w:ascii="Verdana" w:hAnsi="Verdana"/>
          <w:w w:val="90"/>
          <w:sz w:val="20"/>
        </w:rPr>
        <w:t>.</w:t>
      </w:r>
      <w:r w:rsidRPr="00D213B2">
        <w:rPr>
          <w:rFonts w:ascii="Verdana" w:hAnsi="Verdana"/>
          <w:w w:val="90"/>
          <w:sz w:val="20"/>
        </w:rPr>
        <w:t xml:space="preserve"> zm.</w:t>
      </w:r>
      <w:r w:rsidR="00D22BE4" w:rsidRPr="00D213B2">
        <w:rPr>
          <w:rFonts w:ascii="Verdana" w:hAnsi="Verdana"/>
          <w:w w:val="90"/>
          <w:sz w:val="20"/>
        </w:rPr>
        <w:t>).</w:t>
      </w:r>
    </w:p>
    <w:p w14:paraId="5677C757" w14:textId="1757BA63" w:rsidR="0078018B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A76285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Rozporządzenie Ministra </w:t>
      </w:r>
      <w:r w:rsidR="004E3C1C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Rozwoju</w:t>
      </w:r>
      <w:r w:rsidR="00A76285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z dnia </w:t>
      </w:r>
      <w:r w:rsidR="004E3C1C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18</w:t>
      </w:r>
      <w:r w:rsidR="00A76285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4E3C1C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sierpnia</w:t>
      </w:r>
      <w:r w:rsidR="00A76285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20</w:t>
      </w:r>
      <w:r w:rsidR="004E3C1C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20</w:t>
      </w:r>
      <w:r w:rsidR="00303869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A76285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r. w sprawie </w:t>
      </w:r>
      <w:r w:rsidR="00A76285" w:rsidRPr="00D213B2">
        <w:rPr>
          <w:rFonts w:ascii="Verdana" w:hAnsi="Verdana"/>
          <w:b/>
          <w:snapToGrid w:val="0"/>
          <w:spacing w:val="0"/>
          <w:w w:val="90"/>
          <w:kern w:val="0"/>
          <w:sz w:val="20"/>
        </w:rPr>
        <w:t>standardów technicznych wykonywania</w:t>
      </w:r>
      <w:r w:rsidR="00792C57" w:rsidRPr="00D213B2">
        <w:rPr>
          <w:rFonts w:ascii="Verdana" w:hAnsi="Verdana"/>
          <w:b/>
          <w:snapToGrid w:val="0"/>
          <w:spacing w:val="0"/>
          <w:w w:val="90"/>
          <w:kern w:val="0"/>
          <w:sz w:val="20"/>
        </w:rPr>
        <w:t xml:space="preserve"> geodezyjnych</w:t>
      </w:r>
      <w:r w:rsidR="00A76285" w:rsidRPr="00D213B2">
        <w:rPr>
          <w:rFonts w:ascii="Verdana" w:hAnsi="Verdana"/>
          <w:b/>
          <w:snapToGrid w:val="0"/>
          <w:spacing w:val="0"/>
          <w:w w:val="90"/>
          <w:kern w:val="0"/>
          <w:sz w:val="20"/>
        </w:rPr>
        <w:t xml:space="preserve"> pomiarów sytuacyjnych i wysokościowych oraz opracowywania i przekazywania wyników tych pomiarów do państwowego zasobu geodezyjnego i kartograficznego</w:t>
      </w:r>
      <w:r w:rsidR="005A0DFD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 </w:t>
      </w:r>
      <w:r w:rsidR="00691DAF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(</w:t>
      </w:r>
      <w:r w:rsidR="005A0DFD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Dz.U. </w:t>
      </w:r>
      <w:r w:rsidR="0073673F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z 2022 r. </w:t>
      </w:r>
      <w:r w:rsidR="005A0DFD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 xml:space="preserve">poz. </w:t>
      </w:r>
      <w:r w:rsidR="0073673F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1670</w:t>
      </w:r>
      <w:r w:rsidR="005A0DFD" w:rsidRPr="00D213B2">
        <w:rPr>
          <w:rFonts w:ascii="Verdana" w:hAnsi="Verdana"/>
          <w:snapToGrid w:val="0"/>
          <w:spacing w:val="0"/>
          <w:w w:val="90"/>
          <w:kern w:val="0"/>
          <w:sz w:val="20"/>
        </w:rPr>
        <w:t>)</w:t>
      </w:r>
      <w:r w:rsidR="0078018B" w:rsidRPr="00D213B2">
        <w:rPr>
          <w:rFonts w:ascii="Verdana" w:hAnsi="Verdana"/>
          <w:w w:val="90"/>
          <w:sz w:val="20"/>
        </w:rPr>
        <w:t>.</w:t>
      </w:r>
    </w:p>
    <w:p w14:paraId="4C272946" w14:textId="40FC8756" w:rsidR="004420AF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 </w:t>
      </w:r>
      <w:r w:rsidR="004420AF" w:rsidRPr="00D213B2">
        <w:rPr>
          <w:rFonts w:ascii="Verdana" w:hAnsi="Verdana"/>
          <w:w w:val="90"/>
          <w:sz w:val="20"/>
        </w:rPr>
        <w:t>Rozporządzenie Ministra Rozwoju Regionalnego i Budow</w:t>
      </w:r>
      <w:r w:rsidR="00303869" w:rsidRPr="00D213B2">
        <w:rPr>
          <w:rFonts w:ascii="Verdana" w:hAnsi="Verdana"/>
          <w:w w:val="90"/>
          <w:sz w:val="20"/>
        </w:rPr>
        <w:t>nictwa z dnia 29 marca 2001 r.</w:t>
      </w:r>
      <w:r w:rsidR="004420AF" w:rsidRPr="00D213B2">
        <w:rPr>
          <w:rFonts w:ascii="Verdana" w:hAnsi="Verdana"/>
          <w:w w:val="90"/>
          <w:sz w:val="20"/>
        </w:rPr>
        <w:t xml:space="preserve"> w sprawie </w:t>
      </w:r>
      <w:r w:rsidR="004420AF" w:rsidRPr="00D213B2">
        <w:rPr>
          <w:rFonts w:ascii="Verdana" w:hAnsi="Verdana"/>
          <w:b/>
          <w:w w:val="90"/>
          <w:sz w:val="20"/>
        </w:rPr>
        <w:t>ewidencji gruntów i budynków</w:t>
      </w:r>
      <w:r w:rsidR="004420AF" w:rsidRPr="00D213B2">
        <w:rPr>
          <w:rFonts w:ascii="Verdana" w:hAnsi="Verdana"/>
          <w:w w:val="90"/>
          <w:sz w:val="20"/>
        </w:rPr>
        <w:t xml:space="preserve"> (Dz. U</w:t>
      </w:r>
      <w:r w:rsidR="00792C57" w:rsidRPr="00D213B2">
        <w:rPr>
          <w:rFonts w:ascii="Verdana" w:hAnsi="Verdana"/>
          <w:w w:val="90"/>
          <w:sz w:val="20"/>
        </w:rPr>
        <w:t>. z</w:t>
      </w:r>
      <w:r w:rsidR="00792C57" w:rsidRPr="00D213B2">
        <w:rPr>
          <w:rFonts w:ascii="Verdana" w:hAnsi="Verdana"/>
          <w:color w:val="FF0000"/>
          <w:w w:val="90"/>
          <w:sz w:val="20"/>
        </w:rPr>
        <w:t xml:space="preserve"> </w:t>
      </w:r>
      <w:r w:rsidR="00792C57" w:rsidRPr="00D213B2">
        <w:rPr>
          <w:rFonts w:ascii="Verdana" w:hAnsi="Verdana"/>
          <w:w w:val="90"/>
          <w:sz w:val="20"/>
        </w:rPr>
        <w:t>20</w:t>
      </w:r>
      <w:r w:rsidR="00D96137" w:rsidRPr="00D213B2">
        <w:rPr>
          <w:rFonts w:ascii="Verdana" w:hAnsi="Verdana"/>
          <w:w w:val="90"/>
          <w:sz w:val="20"/>
        </w:rPr>
        <w:t>24</w:t>
      </w:r>
      <w:r w:rsidR="00792C57" w:rsidRPr="00D213B2">
        <w:rPr>
          <w:rFonts w:ascii="Verdana" w:hAnsi="Verdana"/>
          <w:w w:val="90"/>
          <w:sz w:val="20"/>
        </w:rPr>
        <w:t xml:space="preserve"> r.</w:t>
      </w:r>
      <w:r w:rsidR="004420AF" w:rsidRPr="00D213B2">
        <w:rPr>
          <w:rFonts w:ascii="Verdana" w:hAnsi="Verdana"/>
          <w:w w:val="90"/>
          <w:sz w:val="20"/>
        </w:rPr>
        <w:t xml:space="preserve"> </w:t>
      </w:r>
      <w:r w:rsidR="00792C57" w:rsidRPr="00D213B2">
        <w:rPr>
          <w:rFonts w:ascii="Verdana" w:hAnsi="Verdana"/>
          <w:w w:val="90"/>
          <w:sz w:val="20"/>
        </w:rPr>
        <w:t xml:space="preserve">poz. </w:t>
      </w:r>
      <w:r w:rsidR="00D96137" w:rsidRPr="00D213B2">
        <w:rPr>
          <w:rFonts w:ascii="Verdana" w:hAnsi="Verdana"/>
          <w:w w:val="90"/>
          <w:sz w:val="20"/>
        </w:rPr>
        <w:t>219</w:t>
      </w:r>
      <w:r w:rsidR="005A0DFD" w:rsidRPr="00D213B2">
        <w:rPr>
          <w:rFonts w:ascii="Verdana" w:hAnsi="Verdana"/>
          <w:w w:val="90"/>
          <w:sz w:val="20"/>
        </w:rPr>
        <w:t>)</w:t>
      </w:r>
      <w:r w:rsidR="00DD512A" w:rsidRPr="00D213B2">
        <w:rPr>
          <w:rFonts w:ascii="Verdana" w:hAnsi="Verdana"/>
          <w:w w:val="90"/>
          <w:sz w:val="20"/>
        </w:rPr>
        <w:t>.</w:t>
      </w:r>
    </w:p>
    <w:p w14:paraId="15674603" w14:textId="5263D350" w:rsidR="005A0DFD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 </w:t>
      </w:r>
      <w:r w:rsidR="005A0DFD" w:rsidRPr="00D213B2">
        <w:rPr>
          <w:rFonts w:ascii="Verdana" w:hAnsi="Verdana"/>
          <w:w w:val="90"/>
          <w:sz w:val="20"/>
        </w:rPr>
        <w:t xml:space="preserve">Rozporządzenie Rady Ministrów </w:t>
      </w:r>
      <w:r w:rsidR="00303869" w:rsidRPr="00D213B2">
        <w:rPr>
          <w:rFonts w:ascii="Verdana" w:hAnsi="Verdana"/>
          <w:w w:val="90"/>
          <w:sz w:val="20"/>
        </w:rPr>
        <w:t>z dnia 15 października 2012 r.</w:t>
      </w:r>
      <w:r w:rsidR="005A0DFD" w:rsidRPr="00D213B2">
        <w:rPr>
          <w:rFonts w:ascii="Verdana" w:hAnsi="Verdana"/>
          <w:w w:val="90"/>
          <w:sz w:val="20"/>
        </w:rPr>
        <w:t xml:space="preserve"> w sprawie </w:t>
      </w:r>
      <w:r w:rsidR="005A0DFD" w:rsidRPr="00D213B2">
        <w:rPr>
          <w:rFonts w:ascii="Verdana" w:hAnsi="Verdana"/>
          <w:b/>
          <w:w w:val="90"/>
          <w:sz w:val="20"/>
        </w:rPr>
        <w:t>państwowego systemu odniesień przestrzennych</w:t>
      </w:r>
      <w:r w:rsidR="005A0DFD" w:rsidRPr="00D213B2">
        <w:rPr>
          <w:rFonts w:ascii="Verdana" w:hAnsi="Verdana"/>
          <w:w w:val="90"/>
          <w:sz w:val="20"/>
        </w:rPr>
        <w:t xml:space="preserve"> (Dz. U. </w:t>
      </w:r>
      <w:r w:rsidR="005E0F2D" w:rsidRPr="00D213B2">
        <w:rPr>
          <w:rFonts w:ascii="Verdana" w:hAnsi="Verdana"/>
          <w:w w:val="90"/>
          <w:sz w:val="20"/>
        </w:rPr>
        <w:t>z 20</w:t>
      </w:r>
      <w:r w:rsidR="00794597" w:rsidRPr="00D213B2">
        <w:rPr>
          <w:rFonts w:ascii="Verdana" w:hAnsi="Verdana"/>
          <w:w w:val="90"/>
          <w:sz w:val="20"/>
        </w:rPr>
        <w:t>24</w:t>
      </w:r>
      <w:r w:rsidR="005E0F2D" w:rsidRPr="00D213B2">
        <w:rPr>
          <w:rFonts w:ascii="Verdana" w:hAnsi="Verdana"/>
          <w:w w:val="90"/>
          <w:sz w:val="20"/>
        </w:rPr>
        <w:t xml:space="preserve"> r. </w:t>
      </w:r>
      <w:r w:rsidR="00097929">
        <w:rPr>
          <w:rFonts w:ascii="Verdana" w:hAnsi="Verdana"/>
          <w:w w:val="90"/>
          <w:sz w:val="20"/>
        </w:rPr>
        <w:br/>
      </w:r>
      <w:r w:rsidR="005E0F2D" w:rsidRPr="00D213B2">
        <w:rPr>
          <w:rFonts w:ascii="Verdana" w:hAnsi="Verdana"/>
          <w:w w:val="90"/>
          <w:sz w:val="20"/>
        </w:rPr>
        <w:t>poz.</w:t>
      </w:r>
      <w:r w:rsidR="005A0DFD" w:rsidRPr="00D213B2">
        <w:rPr>
          <w:rFonts w:ascii="Verdana" w:hAnsi="Verdana"/>
          <w:w w:val="90"/>
          <w:sz w:val="20"/>
        </w:rPr>
        <w:t xml:space="preserve"> </w:t>
      </w:r>
      <w:r w:rsidR="00794597" w:rsidRPr="00D213B2">
        <w:rPr>
          <w:rFonts w:ascii="Verdana" w:hAnsi="Verdana"/>
          <w:w w:val="90"/>
          <w:sz w:val="20"/>
        </w:rPr>
        <w:t>342</w:t>
      </w:r>
      <w:r w:rsidR="005A0DFD" w:rsidRPr="00D213B2">
        <w:rPr>
          <w:rFonts w:ascii="Verdana" w:hAnsi="Verdana"/>
          <w:w w:val="90"/>
          <w:sz w:val="20"/>
        </w:rPr>
        <w:t>)</w:t>
      </w:r>
      <w:r w:rsidR="00DD512A" w:rsidRPr="00D213B2">
        <w:rPr>
          <w:rFonts w:ascii="Verdana" w:hAnsi="Verdana"/>
          <w:w w:val="90"/>
          <w:sz w:val="20"/>
        </w:rPr>
        <w:t>.</w:t>
      </w:r>
    </w:p>
    <w:p w14:paraId="35F5A3ED" w14:textId="5AAE8C96" w:rsidR="004420AF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 </w:t>
      </w:r>
      <w:r w:rsidR="004420AF" w:rsidRPr="00D213B2">
        <w:rPr>
          <w:rFonts w:ascii="Verdana" w:hAnsi="Verdana"/>
          <w:w w:val="90"/>
          <w:sz w:val="20"/>
        </w:rPr>
        <w:t>Rozporządzenie Ministra Obrony Na</w:t>
      </w:r>
      <w:r w:rsidR="00303869" w:rsidRPr="00D213B2">
        <w:rPr>
          <w:rFonts w:ascii="Verdana" w:hAnsi="Verdana"/>
          <w:w w:val="90"/>
          <w:sz w:val="20"/>
        </w:rPr>
        <w:t>rodowej z dnia 22 maja 2003 r.</w:t>
      </w:r>
      <w:r w:rsidR="004420AF" w:rsidRPr="00D213B2">
        <w:rPr>
          <w:rFonts w:ascii="Verdana" w:hAnsi="Verdana"/>
          <w:w w:val="90"/>
          <w:sz w:val="20"/>
        </w:rPr>
        <w:t xml:space="preserve"> </w:t>
      </w:r>
      <w:r w:rsidR="000207A4" w:rsidRPr="00D213B2">
        <w:rPr>
          <w:rFonts w:ascii="Verdana" w:hAnsi="Verdana"/>
          <w:w w:val="90"/>
          <w:sz w:val="20"/>
        </w:rPr>
        <w:t>w</w:t>
      </w:r>
      <w:r w:rsidR="004420AF" w:rsidRPr="00D213B2">
        <w:rPr>
          <w:rFonts w:ascii="Verdana" w:hAnsi="Verdana"/>
          <w:w w:val="90"/>
          <w:sz w:val="20"/>
        </w:rPr>
        <w:t xml:space="preserve"> sprawie </w:t>
      </w:r>
      <w:r w:rsidR="004420AF" w:rsidRPr="00D213B2">
        <w:rPr>
          <w:rFonts w:ascii="Verdana" w:hAnsi="Verdana"/>
          <w:b/>
          <w:w w:val="90"/>
          <w:sz w:val="20"/>
        </w:rPr>
        <w:t>nadzoru nad pracami geodezyjnymi i kartograficznymi na terenach zamkniętych</w:t>
      </w:r>
      <w:r w:rsidR="004420AF" w:rsidRPr="00D213B2">
        <w:rPr>
          <w:rFonts w:ascii="Verdana" w:hAnsi="Verdana"/>
          <w:w w:val="90"/>
          <w:sz w:val="20"/>
        </w:rPr>
        <w:t xml:space="preserve"> (Dz. U. Nr 101</w:t>
      </w:r>
      <w:r w:rsidR="00303869" w:rsidRPr="00D213B2">
        <w:rPr>
          <w:rFonts w:ascii="Verdana" w:hAnsi="Verdana"/>
          <w:w w:val="90"/>
          <w:sz w:val="20"/>
        </w:rPr>
        <w:t>,</w:t>
      </w:r>
      <w:r w:rsidR="004420AF" w:rsidRPr="00D213B2">
        <w:rPr>
          <w:rFonts w:ascii="Verdana" w:hAnsi="Verdana"/>
          <w:w w:val="90"/>
          <w:sz w:val="20"/>
        </w:rPr>
        <w:t xml:space="preserve"> poz.</w:t>
      </w:r>
      <w:r w:rsidR="00303869" w:rsidRPr="00D213B2">
        <w:rPr>
          <w:rFonts w:ascii="Verdana" w:hAnsi="Verdana"/>
          <w:w w:val="90"/>
          <w:sz w:val="20"/>
        </w:rPr>
        <w:t xml:space="preserve"> </w:t>
      </w:r>
      <w:r w:rsidR="004420AF" w:rsidRPr="00D213B2">
        <w:rPr>
          <w:rFonts w:ascii="Verdana" w:hAnsi="Verdana"/>
          <w:w w:val="90"/>
          <w:sz w:val="20"/>
        </w:rPr>
        <w:t>939)</w:t>
      </w:r>
      <w:r w:rsidR="00DD512A" w:rsidRPr="00D213B2">
        <w:rPr>
          <w:rFonts w:ascii="Verdana" w:hAnsi="Verdana"/>
          <w:w w:val="90"/>
          <w:sz w:val="20"/>
        </w:rPr>
        <w:t>.</w:t>
      </w:r>
    </w:p>
    <w:p w14:paraId="2B9E95D6" w14:textId="0DC490EF" w:rsidR="00A76285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 </w:t>
      </w:r>
      <w:r w:rsidR="00A76285" w:rsidRPr="00D213B2">
        <w:rPr>
          <w:rFonts w:ascii="Verdana" w:hAnsi="Verdana"/>
          <w:w w:val="90"/>
          <w:sz w:val="20"/>
        </w:rPr>
        <w:t>Rozporządzenie Ministra Administracji i C</w:t>
      </w:r>
      <w:r w:rsidR="004C2B2B" w:rsidRPr="00D213B2">
        <w:rPr>
          <w:rFonts w:ascii="Verdana" w:hAnsi="Verdana"/>
          <w:w w:val="90"/>
          <w:sz w:val="20"/>
        </w:rPr>
        <w:t>yfryzacji z dnia 14 lutego 2012</w:t>
      </w:r>
      <w:r w:rsidR="003E0E76" w:rsidRPr="00D213B2">
        <w:rPr>
          <w:rFonts w:ascii="Verdana" w:hAnsi="Verdana"/>
          <w:w w:val="90"/>
          <w:sz w:val="20"/>
        </w:rPr>
        <w:t xml:space="preserve"> </w:t>
      </w:r>
      <w:r w:rsidR="00A76285" w:rsidRPr="00D213B2">
        <w:rPr>
          <w:rFonts w:ascii="Verdana" w:hAnsi="Verdana"/>
          <w:w w:val="90"/>
          <w:sz w:val="20"/>
        </w:rPr>
        <w:t xml:space="preserve">r. </w:t>
      </w:r>
      <w:r w:rsidR="00097929">
        <w:rPr>
          <w:rFonts w:ascii="Verdana" w:hAnsi="Verdana"/>
          <w:w w:val="90"/>
          <w:sz w:val="20"/>
        </w:rPr>
        <w:br/>
      </w:r>
      <w:r w:rsidR="00A76285" w:rsidRPr="00D213B2">
        <w:rPr>
          <w:rFonts w:ascii="Verdana" w:hAnsi="Verdana"/>
          <w:b/>
          <w:w w:val="90"/>
          <w:sz w:val="20"/>
        </w:rPr>
        <w:t>w sprawie osnów geodezyjnych, grawimetrycznych i magnetycznych</w:t>
      </w:r>
      <w:r w:rsidR="00A76285" w:rsidRPr="00D213B2">
        <w:rPr>
          <w:rFonts w:ascii="Verdana" w:hAnsi="Verdana"/>
          <w:w w:val="90"/>
          <w:sz w:val="20"/>
        </w:rPr>
        <w:t xml:space="preserve"> </w:t>
      </w:r>
      <w:r w:rsidR="00097929">
        <w:rPr>
          <w:rFonts w:ascii="Verdana" w:hAnsi="Verdana"/>
          <w:w w:val="90"/>
          <w:sz w:val="20"/>
        </w:rPr>
        <w:br/>
      </w:r>
      <w:r w:rsidR="00A76285" w:rsidRPr="00D213B2">
        <w:rPr>
          <w:rFonts w:ascii="Verdana" w:hAnsi="Verdana"/>
          <w:w w:val="90"/>
          <w:sz w:val="20"/>
        </w:rPr>
        <w:t xml:space="preserve">(Dz. U. </w:t>
      </w:r>
      <w:r w:rsidR="00FE2315" w:rsidRPr="00D213B2">
        <w:rPr>
          <w:rFonts w:ascii="Verdana" w:hAnsi="Verdana"/>
          <w:w w:val="90"/>
          <w:sz w:val="20"/>
        </w:rPr>
        <w:t xml:space="preserve">z </w:t>
      </w:r>
      <w:r w:rsidR="00A76285" w:rsidRPr="00D213B2">
        <w:rPr>
          <w:rFonts w:ascii="Verdana" w:hAnsi="Verdana"/>
          <w:w w:val="90"/>
          <w:sz w:val="20"/>
        </w:rPr>
        <w:t>2012</w:t>
      </w:r>
      <w:r w:rsidR="004C2B2B" w:rsidRPr="00D213B2">
        <w:rPr>
          <w:rFonts w:ascii="Verdana" w:hAnsi="Verdana"/>
          <w:w w:val="90"/>
          <w:sz w:val="20"/>
        </w:rPr>
        <w:t xml:space="preserve"> r.</w:t>
      </w:r>
      <w:r w:rsidR="00A76285" w:rsidRPr="00D213B2">
        <w:rPr>
          <w:rFonts w:ascii="Verdana" w:hAnsi="Verdana"/>
          <w:w w:val="90"/>
          <w:sz w:val="20"/>
        </w:rPr>
        <w:t xml:space="preserve"> </w:t>
      </w:r>
      <w:r w:rsidR="00792C57" w:rsidRPr="00D213B2">
        <w:rPr>
          <w:rFonts w:ascii="Verdana" w:hAnsi="Verdana"/>
          <w:w w:val="90"/>
          <w:sz w:val="20"/>
        </w:rPr>
        <w:t xml:space="preserve">poz. </w:t>
      </w:r>
      <w:r w:rsidR="00A76285" w:rsidRPr="00D213B2">
        <w:rPr>
          <w:rFonts w:ascii="Verdana" w:hAnsi="Verdana"/>
          <w:w w:val="90"/>
          <w:sz w:val="20"/>
        </w:rPr>
        <w:t>352).</w:t>
      </w:r>
    </w:p>
    <w:p w14:paraId="7DE70B4E" w14:textId="0BEFCB6B" w:rsidR="004420AF" w:rsidRPr="00D213B2" w:rsidRDefault="00314963" w:rsidP="00D213B2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 </w:t>
      </w:r>
      <w:r w:rsidR="004420AF" w:rsidRPr="00D213B2">
        <w:rPr>
          <w:rFonts w:ascii="Verdana" w:hAnsi="Verdana"/>
          <w:w w:val="90"/>
          <w:sz w:val="20"/>
        </w:rPr>
        <w:t>Rozporządzenie Ministra Spraw Wewnętrznych i Administra</w:t>
      </w:r>
      <w:r w:rsidR="00343A9D" w:rsidRPr="00D213B2">
        <w:rPr>
          <w:rFonts w:ascii="Verdana" w:hAnsi="Verdana"/>
          <w:w w:val="90"/>
          <w:sz w:val="20"/>
        </w:rPr>
        <w:t>cji z dnia 15 kwietnia 1999 r.</w:t>
      </w:r>
      <w:r w:rsidR="004420AF" w:rsidRPr="00D213B2">
        <w:rPr>
          <w:rFonts w:ascii="Verdana" w:hAnsi="Verdana"/>
          <w:w w:val="90"/>
          <w:sz w:val="20"/>
        </w:rPr>
        <w:t xml:space="preserve"> </w:t>
      </w:r>
      <w:r w:rsidR="00925115" w:rsidRPr="00D213B2">
        <w:rPr>
          <w:rFonts w:ascii="Verdana" w:hAnsi="Verdana"/>
          <w:b/>
          <w:w w:val="90"/>
          <w:sz w:val="20"/>
        </w:rPr>
        <w:t xml:space="preserve">w sprawie ochrony znaków geodezyjnych, grawimetrycznych </w:t>
      </w:r>
      <w:r w:rsidR="00097929">
        <w:rPr>
          <w:rFonts w:ascii="Verdana" w:hAnsi="Verdana"/>
          <w:b/>
          <w:w w:val="90"/>
          <w:sz w:val="20"/>
        </w:rPr>
        <w:br/>
      </w:r>
      <w:r w:rsidR="00925115" w:rsidRPr="00D213B2">
        <w:rPr>
          <w:rFonts w:ascii="Verdana" w:hAnsi="Verdana"/>
          <w:b/>
          <w:w w:val="90"/>
          <w:sz w:val="20"/>
        </w:rPr>
        <w:t>i magnetycznych</w:t>
      </w:r>
      <w:r w:rsidR="003E0E76" w:rsidRPr="00D213B2">
        <w:rPr>
          <w:rFonts w:ascii="Verdana" w:hAnsi="Verdana"/>
          <w:b/>
          <w:w w:val="90"/>
          <w:sz w:val="20"/>
        </w:rPr>
        <w:t xml:space="preserve"> </w:t>
      </w:r>
      <w:r w:rsidR="00925115" w:rsidRPr="00D213B2">
        <w:rPr>
          <w:rFonts w:ascii="Verdana" w:hAnsi="Verdana"/>
          <w:w w:val="90"/>
          <w:sz w:val="20"/>
        </w:rPr>
        <w:t xml:space="preserve">(Dz. U. </w:t>
      </w:r>
      <w:r w:rsidR="00843AF2" w:rsidRPr="00D213B2">
        <w:rPr>
          <w:rFonts w:ascii="Verdana" w:hAnsi="Verdana"/>
          <w:w w:val="90"/>
          <w:sz w:val="20"/>
        </w:rPr>
        <w:t>z 2020 r.</w:t>
      </w:r>
      <w:r w:rsidR="00792C57" w:rsidRPr="00D213B2">
        <w:rPr>
          <w:rFonts w:ascii="Verdana" w:hAnsi="Verdana"/>
          <w:w w:val="90"/>
          <w:sz w:val="20"/>
        </w:rPr>
        <w:t xml:space="preserve"> poz. </w:t>
      </w:r>
      <w:r w:rsidR="00843AF2" w:rsidRPr="00D213B2">
        <w:rPr>
          <w:rFonts w:ascii="Verdana" w:hAnsi="Verdana"/>
          <w:w w:val="90"/>
          <w:sz w:val="20"/>
        </w:rPr>
        <w:t>1354</w:t>
      </w:r>
      <w:r w:rsidR="00925115" w:rsidRPr="00D213B2">
        <w:rPr>
          <w:rFonts w:ascii="Verdana" w:hAnsi="Verdana"/>
          <w:w w:val="90"/>
          <w:sz w:val="20"/>
        </w:rPr>
        <w:t>)</w:t>
      </w:r>
      <w:bookmarkStart w:id="48" w:name="_Ref62119659"/>
      <w:r w:rsidR="000207A4" w:rsidRPr="00D213B2">
        <w:rPr>
          <w:rFonts w:ascii="Verdana" w:hAnsi="Verdana"/>
          <w:w w:val="90"/>
          <w:sz w:val="20"/>
        </w:rPr>
        <w:t>.</w:t>
      </w:r>
    </w:p>
    <w:p w14:paraId="23A9A400" w14:textId="095B7249" w:rsidR="004D1808" w:rsidRPr="00D213B2" w:rsidRDefault="00314963" w:rsidP="00D213B2">
      <w:pPr>
        <w:numPr>
          <w:ilvl w:val="1"/>
          <w:numId w:val="5"/>
        </w:numPr>
        <w:ind w:left="993" w:hanging="633"/>
        <w:rPr>
          <w:rFonts w:ascii="Verdana" w:hAnsi="Verdana"/>
          <w:w w:val="90"/>
          <w:kern w:val="24"/>
        </w:rPr>
      </w:pPr>
      <w:r>
        <w:rPr>
          <w:rFonts w:ascii="Verdana" w:hAnsi="Verdana"/>
          <w:w w:val="90"/>
          <w:kern w:val="24"/>
        </w:rPr>
        <w:t xml:space="preserve"> </w:t>
      </w:r>
      <w:r w:rsidR="004D1808" w:rsidRPr="00D213B2">
        <w:rPr>
          <w:rFonts w:ascii="Verdana" w:hAnsi="Verdana"/>
          <w:w w:val="90"/>
          <w:kern w:val="24"/>
        </w:rPr>
        <w:t>Rozporządzenie Ministra Spraw Wewnętrznych i Administracji oraz Rolnictwa i Gospodarki Żywnościo</w:t>
      </w:r>
      <w:r w:rsidR="00343A9D" w:rsidRPr="00D213B2">
        <w:rPr>
          <w:rFonts w:ascii="Verdana" w:hAnsi="Verdana"/>
          <w:w w:val="90"/>
          <w:kern w:val="24"/>
        </w:rPr>
        <w:t>wej z dnia 14 kwietnia 1999 r.</w:t>
      </w:r>
      <w:r w:rsidR="004D1808" w:rsidRPr="00D213B2">
        <w:rPr>
          <w:rFonts w:ascii="Verdana" w:hAnsi="Verdana"/>
          <w:w w:val="90"/>
          <w:kern w:val="24"/>
        </w:rPr>
        <w:t xml:space="preserve"> </w:t>
      </w:r>
      <w:r w:rsidR="004D1808" w:rsidRPr="00D213B2">
        <w:rPr>
          <w:rFonts w:ascii="Verdana" w:hAnsi="Verdana"/>
          <w:b/>
          <w:w w:val="90"/>
          <w:kern w:val="24"/>
        </w:rPr>
        <w:t xml:space="preserve">w sprawie rozgraniczania </w:t>
      </w:r>
      <w:r w:rsidR="00FE2315" w:rsidRPr="00D213B2">
        <w:rPr>
          <w:rFonts w:ascii="Verdana" w:hAnsi="Verdana"/>
          <w:b/>
          <w:w w:val="90"/>
          <w:kern w:val="24"/>
        </w:rPr>
        <w:t xml:space="preserve">nieruchomości </w:t>
      </w:r>
      <w:r w:rsidR="00097929">
        <w:rPr>
          <w:rFonts w:ascii="Verdana" w:hAnsi="Verdana"/>
          <w:b/>
          <w:w w:val="90"/>
          <w:kern w:val="24"/>
        </w:rPr>
        <w:br/>
      </w:r>
      <w:r w:rsidR="004D1808" w:rsidRPr="00D213B2">
        <w:rPr>
          <w:rFonts w:ascii="Verdana" w:hAnsi="Verdana"/>
          <w:w w:val="90"/>
          <w:kern w:val="24"/>
        </w:rPr>
        <w:t>(Dz. U. Nr 45, poz. 453)</w:t>
      </w:r>
      <w:r w:rsidR="000207A4" w:rsidRPr="00D213B2">
        <w:rPr>
          <w:rFonts w:ascii="Verdana" w:hAnsi="Verdana"/>
          <w:w w:val="90"/>
          <w:kern w:val="24"/>
        </w:rPr>
        <w:t>.</w:t>
      </w:r>
    </w:p>
    <w:p w14:paraId="3E0566CC" w14:textId="25AED1DD" w:rsidR="000D4F77" w:rsidRPr="00D213B2" w:rsidRDefault="00CC6908" w:rsidP="0078018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w w:val="90"/>
          <w:sz w:val="20"/>
        </w:rPr>
      </w:pPr>
      <w:r w:rsidRPr="00D213B2">
        <w:rPr>
          <w:rFonts w:ascii="Verdana" w:hAnsi="Verdana"/>
          <w:b/>
          <w:spacing w:val="0"/>
          <w:w w:val="90"/>
          <w:sz w:val="20"/>
        </w:rPr>
        <w:t>Ustawa</w:t>
      </w:r>
      <w:r w:rsidRPr="00D213B2">
        <w:rPr>
          <w:rFonts w:ascii="Verdana" w:hAnsi="Verdana"/>
          <w:spacing w:val="0"/>
          <w:w w:val="90"/>
          <w:sz w:val="20"/>
        </w:rPr>
        <w:t xml:space="preserve"> z dnia </w:t>
      </w:r>
      <w:r w:rsidR="008259B3" w:rsidRPr="00D213B2">
        <w:rPr>
          <w:rFonts w:ascii="Verdana" w:hAnsi="Verdana"/>
          <w:spacing w:val="0"/>
          <w:w w:val="90"/>
          <w:sz w:val="20"/>
        </w:rPr>
        <w:t>10</w:t>
      </w:r>
      <w:r w:rsidRPr="00D213B2">
        <w:rPr>
          <w:rFonts w:ascii="Verdana" w:hAnsi="Verdana"/>
          <w:spacing w:val="0"/>
          <w:w w:val="90"/>
          <w:sz w:val="20"/>
        </w:rPr>
        <w:t xml:space="preserve"> </w:t>
      </w:r>
      <w:r w:rsidR="008259B3" w:rsidRPr="00D213B2">
        <w:rPr>
          <w:rFonts w:ascii="Verdana" w:hAnsi="Verdana"/>
          <w:spacing w:val="0"/>
          <w:w w:val="90"/>
          <w:sz w:val="20"/>
        </w:rPr>
        <w:t>kwietnia</w:t>
      </w:r>
      <w:r w:rsidRPr="00D213B2">
        <w:rPr>
          <w:rFonts w:ascii="Verdana" w:hAnsi="Verdana"/>
          <w:spacing w:val="0"/>
          <w:w w:val="90"/>
          <w:sz w:val="20"/>
        </w:rPr>
        <w:t xml:space="preserve"> 200</w:t>
      </w:r>
      <w:r w:rsidR="008259B3" w:rsidRPr="00D213B2">
        <w:rPr>
          <w:rFonts w:ascii="Verdana" w:hAnsi="Verdana"/>
          <w:spacing w:val="0"/>
          <w:w w:val="90"/>
          <w:sz w:val="20"/>
        </w:rPr>
        <w:t>3</w:t>
      </w:r>
      <w:r w:rsidR="00343A9D" w:rsidRPr="00D213B2">
        <w:rPr>
          <w:rFonts w:ascii="Verdana" w:hAnsi="Verdana"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spacing w:val="0"/>
          <w:w w:val="90"/>
          <w:sz w:val="20"/>
        </w:rPr>
        <w:t>r</w:t>
      </w:r>
      <w:r w:rsidR="00343A9D" w:rsidRPr="00D213B2">
        <w:rPr>
          <w:rFonts w:ascii="Verdana" w:hAnsi="Verdana"/>
          <w:spacing w:val="0"/>
          <w:w w:val="90"/>
          <w:sz w:val="20"/>
        </w:rPr>
        <w:t>.</w:t>
      </w:r>
      <w:r w:rsidRPr="00D213B2">
        <w:rPr>
          <w:rFonts w:ascii="Verdana" w:hAnsi="Verdana"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b/>
          <w:bCs/>
          <w:spacing w:val="0"/>
          <w:w w:val="90"/>
          <w:sz w:val="20"/>
        </w:rPr>
        <w:t>o szczególnych zasadach przygotowania i realizacji inwestycji w zakresie dróg publicznych</w:t>
      </w:r>
      <w:r w:rsidRPr="00D213B2">
        <w:rPr>
          <w:rFonts w:ascii="Verdana" w:hAnsi="Verdana"/>
          <w:bCs/>
          <w:spacing w:val="0"/>
          <w:w w:val="90"/>
          <w:sz w:val="20"/>
        </w:rPr>
        <w:t xml:space="preserve">, </w:t>
      </w:r>
      <w:r w:rsidR="000207A4" w:rsidRPr="00D213B2">
        <w:rPr>
          <w:rFonts w:ascii="Verdana" w:hAnsi="Verdana"/>
          <w:bCs/>
          <w:spacing w:val="0"/>
          <w:w w:val="90"/>
          <w:sz w:val="20"/>
        </w:rPr>
        <w:t>(</w:t>
      </w:r>
      <w:r w:rsidRPr="00D213B2">
        <w:rPr>
          <w:rFonts w:ascii="Verdana" w:hAnsi="Verdana"/>
          <w:spacing w:val="0"/>
          <w:w w:val="90"/>
          <w:sz w:val="20"/>
        </w:rPr>
        <w:t>Dz. U</w:t>
      </w:r>
      <w:r w:rsidR="00792C57" w:rsidRPr="00D213B2">
        <w:rPr>
          <w:rFonts w:ascii="Verdana" w:hAnsi="Verdana"/>
          <w:spacing w:val="0"/>
          <w:w w:val="90"/>
          <w:sz w:val="20"/>
        </w:rPr>
        <w:t xml:space="preserve">. </w:t>
      </w:r>
      <w:r w:rsidR="00343A9D" w:rsidRPr="00D213B2">
        <w:rPr>
          <w:rFonts w:ascii="Verdana" w:hAnsi="Verdana"/>
          <w:spacing w:val="0"/>
          <w:w w:val="90"/>
          <w:sz w:val="20"/>
        </w:rPr>
        <w:t xml:space="preserve">z </w:t>
      </w:r>
      <w:r w:rsidR="00792C57" w:rsidRPr="00D213B2">
        <w:rPr>
          <w:rFonts w:ascii="Verdana" w:hAnsi="Verdana"/>
          <w:spacing w:val="0"/>
          <w:w w:val="90"/>
          <w:sz w:val="20"/>
        </w:rPr>
        <w:t>20</w:t>
      </w:r>
      <w:r w:rsidR="00711512" w:rsidRPr="00D213B2">
        <w:rPr>
          <w:rFonts w:ascii="Verdana" w:hAnsi="Verdana"/>
          <w:spacing w:val="0"/>
          <w:w w:val="90"/>
          <w:sz w:val="20"/>
        </w:rPr>
        <w:t>24</w:t>
      </w:r>
      <w:r w:rsidR="00343A9D" w:rsidRPr="00D213B2">
        <w:rPr>
          <w:rFonts w:ascii="Verdana" w:hAnsi="Verdana"/>
          <w:spacing w:val="0"/>
          <w:w w:val="90"/>
          <w:sz w:val="20"/>
        </w:rPr>
        <w:t xml:space="preserve"> r.</w:t>
      </w:r>
      <w:r w:rsidR="00792C57" w:rsidRPr="00D213B2">
        <w:rPr>
          <w:rFonts w:ascii="Verdana" w:hAnsi="Verdana"/>
          <w:spacing w:val="0"/>
          <w:w w:val="90"/>
          <w:sz w:val="20"/>
        </w:rPr>
        <w:t xml:space="preserve"> poz. </w:t>
      </w:r>
      <w:r w:rsidR="00711512" w:rsidRPr="00D213B2">
        <w:rPr>
          <w:rFonts w:ascii="Verdana" w:hAnsi="Verdana"/>
          <w:spacing w:val="0"/>
          <w:w w:val="90"/>
          <w:sz w:val="20"/>
        </w:rPr>
        <w:t>311</w:t>
      </w:r>
      <w:r w:rsidR="000207A4" w:rsidRPr="00D213B2">
        <w:rPr>
          <w:rFonts w:ascii="Verdana" w:hAnsi="Verdana"/>
          <w:spacing w:val="0"/>
          <w:w w:val="90"/>
          <w:sz w:val="20"/>
        </w:rPr>
        <w:t>).</w:t>
      </w:r>
    </w:p>
    <w:bookmarkEnd w:id="35"/>
    <w:bookmarkEnd w:id="48"/>
    <w:p w14:paraId="70456EEE" w14:textId="414E02D3" w:rsidR="00992AF6" w:rsidRPr="00D213B2" w:rsidRDefault="00FE2315" w:rsidP="008170B7">
      <w:pPr>
        <w:pStyle w:val="Listapunktowana"/>
        <w:numPr>
          <w:ilvl w:val="0"/>
          <w:numId w:val="5"/>
        </w:numPr>
        <w:rPr>
          <w:rFonts w:ascii="Verdana" w:hAnsi="Verdana"/>
          <w:spacing w:val="0"/>
          <w:w w:val="90"/>
          <w:sz w:val="20"/>
        </w:rPr>
      </w:pPr>
      <w:r w:rsidRPr="00D213B2">
        <w:rPr>
          <w:rFonts w:ascii="Verdana" w:hAnsi="Verdana"/>
          <w:spacing w:val="0"/>
          <w:w w:val="90"/>
          <w:sz w:val="20"/>
        </w:rPr>
        <w:t>Ustawa z dnia 21 sierpnia 1997 r</w:t>
      </w:r>
      <w:r w:rsidR="004C2B2B" w:rsidRPr="00D213B2">
        <w:rPr>
          <w:rFonts w:ascii="Verdana" w:hAnsi="Verdana"/>
          <w:spacing w:val="0"/>
          <w:w w:val="90"/>
          <w:sz w:val="20"/>
        </w:rPr>
        <w:t>.</w:t>
      </w:r>
      <w:r w:rsidRPr="00D213B2">
        <w:rPr>
          <w:rFonts w:ascii="Verdana" w:hAnsi="Verdana"/>
          <w:spacing w:val="0"/>
          <w:w w:val="90"/>
          <w:sz w:val="20"/>
        </w:rPr>
        <w:t xml:space="preserve"> </w:t>
      </w:r>
      <w:r w:rsidRPr="00D213B2">
        <w:rPr>
          <w:rFonts w:ascii="Verdana" w:hAnsi="Verdana"/>
          <w:b/>
          <w:spacing w:val="0"/>
          <w:w w:val="90"/>
          <w:sz w:val="20"/>
        </w:rPr>
        <w:t>o gospodarce nieruchomościami</w:t>
      </w:r>
      <w:r w:rsidRPr="00D213B2">
        <w:rPr>
          <w:rFonts w:ascii="Verdana" w:hAnsi="Verdana"/>
          <w:spacing w:val="0"/>
          <w:w w:val="90"/>
          <w:sz w:val="20"/>
        </w:rPr>
        <w:t xml:space="preserve"> (Dz.</w:t>
      </w:r>
      <w:r w:rsidR="002F550F" w:rsidRPr="00D213B2">
        <w:rPr>
          <w:rFonts w:ascii="Verdana" w:hAnsi="Verdana"/>
          <w:spacing w:val="0"/>
          <w:w w:val="90"/>
          <w:sz w:val="20"/>
        </w:rPr>
        <w:t>U</w:t>
      </w:r>
      <w:r w:rsidRPr="00D213B2">
        <w:rPr>
          <w:rFonts w:ascii="Verdana" w:hAnsi="Verdana"/>
          <w:spacing w:val="0"/>
          <w:w w:val="90"/>
          <w:sz w:val="20"/>
        </w:rPr>
        <w:t>. z 202</w:t>
      </w:r>
      <w:r w:rsidR="0056366D" w:rsidRPr="00D213B2">
        <w:rPr>
          <w:rFonts w:ascii="Verdana" w:hAnsi="Verdana"/>
          <w:spacing w:val="0"/>
          <w:w w:val="90"/>
          <w:sz w:val="20"/>
        </w:rPr>
        <w:t>3</w:t>
      </w:r>
      <w:r w:rsidRPr="00D213B2">
        <w:rPr>
          <w:rFonts w:ascii="Verdana" w:hAnsi="Verdana"/>
          <w:spacing w:val="0"/>
          <w:w w:val="90"/>
          <w:sz w:val="20"/>
        </w:rPr>
        <w:t xml:space="preserve"> r. poz. </w:t>
      </w:r>
      <w:r w:rsidR="0056366D" w:rsidRPr="00D213B2">
        <w:rPr>
          <w:rFonts w:ascii="Verdana" w:hAnsi="Verdana"/>
          <w:spacing w:val="0"/>
          <w:w w:val="90"/>
          <w:sz w:val="20"/>
        </w:rPr>
        <w:t>344</w:t>
      </w:r>
      <w:r w:rsidR="00343A9D" w:rsidRPr="00D213B2">
        <w:rPr>
          <w:rFonts w:ascii="Verdana" w:hAnsi="Verdana"/>
          <w:spacing w:val="0"/>
          <w:w w:val="90"/>
          <w:sz w:val="20"/>
        </w:rPr>
        <w:t>,</w:t>
      </w:r>
      <w:r w:rsidRPr="00D213B2">
        <w:rPr>
          <w:rFonts w:ascii="Verdana" w:hAnsi="Verdana"/>
          <w:spacing w:val="0"/>
          <w:w w:val="90"/>
          <w:sz w:val="20"/>
        </w:rPr>
        <w:t xml:space="preserve"> z</w:t>
      </w:r>
      <w:r w:rsidR="008F46BB" w:rsidRPr="00D213B2">
        <w:rPr>
          <w:rFonts w:ascii="Verdana" w:hAnsi="Verdana"/>
          <w:spacing w:val="0"/>
          <w:w w:val="90"/>
          <w:sz w:val="20"/>
        </w:rPr>
        <w:t xml:space="preserve"> </w:t>
      </w:r>
      <w:proofErr w:type="spellStart"/>
      <w:r w:rsidR="008F46BB" w:rsidRPr="00D213B2">
        <w:rPr>
          <w:rFonts w:ascii="Verdana" w:hAnsi="Verdana"/>
          <w:spacing w:val="0"/>
          <w:w w:val="90"/>
          <w:sz w:val="20"/>
        </w:rPr>
        <w:t>późn</w:t>
      </w:r>
      <w:proofErr w:type="spellEnd"/>
      <w:r w:rsidR="008F46BB" w:rsidRPr="00D213B2">
        <w:rPr>
          <w:rFonts w:ascii="Verdana" w:hAnsi="Verdana"/>
          <w:spacing w:val="0"/>
          <w:w w:val="90"/>
          <w:sz w:val="20"/>
        </w:rPr>
        <w:t>.</w:t>
      </w:r>
      <w:r w:rsidRPr="00D213B2">
        <w:rPr>
          <w:rFonts w:ascii="Verdana" w:hAnsi="Verdana"/>
          <w:spacing w:val="0"/>
          <w:w w:val="90"/>
          <w:sz w:val="20"/>
        </w:rPr>
        <w:t xml:space="preserve"> zm.)</w:t>
      </w:r>
    </w:p>
    <w:bookmarkEnd w:id="4"/>
    <w:p w14:paraId="07003284" w14:textId="02895008" w:rsidR="005534CF" w:rsidRPr="00D213B2" w:rsidRDefault="005534CF" w:rsidP="001A33DA">
      <w:pPr>
        <w:pStyle w:val="tekstost"/>
        <w:jc w:val="left"/>
        <w:rPr>
          <w:rFonts w:ascii="Verdana" w:hAnsi="Verdana"/>
          <w:w w:val="90"/>
          <w:sz w:val="19"/>
          <w:u w:val="single"/>
        </w:rPr>
      </w:pPr>
    </w:p>
    <w:sectPr w:rsidR="005534CF" w:rsidRPr="00D213B2" w:rsidSect="00A3666A">
      <w:headerReference w:type="default" r:id="rId12"/>
      <w:footerReference w:type="even" r:id="rId13"/>
      <w:footerReference w:type="default" r:id="rId14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08B1C" w14:textId="77777777" w:rsidR="00B95F91" w:rsidRDefault="00B95F91">
      <w:r>
        <w:separator/>
      </w:r>
    </w:p>
  </w:endnote>
  <w:endnote w:type="continuationSeparator" w:id="0">
    <w:p w14:paraId="525E9603" w14:textId="77777777" w:rsidR="00B95F91" w:rsidRDefault="00B9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C855C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22151B27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1397A" w14:textId="3138F847" w:rsidR="008170B7" w:rsidRDefault="00D87FD9" w:rsidP="00D213B2">
    <w:pPr>
      <w:pBdr>
        <w:top w:val="single" w:sz="4" w:space="1" w:color="auto"/>
      </w:pBdr>
      <w:spacing w:before="240"/>
    </w:pPr>
    <w:r w:rsidRPr="008172EC">
      <w:rPr>
        <w:rFonts w:ascii="Verdana" w:hAnsi="Verdana"/>
        <w:b/>
        <w:w w:val="90"/>
      </w:rPr>
      <w:t xml:space="preserve">wersja </w:t>
    </w:r>
    <w:r>
      <w:rPr>
        <w:rFonts w:ascii="Verdana" w:hAnsi="Verdana"/>
        <w:b/>
        <w:w w:val="90"/>
      </w:rPr>
      <w:t>1</w:t>
    </w:r>
    <w:r w:rsidRPr="008172EC">
      <w:rPr>
        <w:rFonts w:ascii="Verdana" w:hAnsi="Verdana"/>
        <w:b/>
        <w:w w:val="90"/>
      </w:rPr>
      <w:t>.</w:t>
    </w:r>
    <w:r>
      <w:rPr>
        <w:rFonts w:ascii="Verdana" w:hAnsi="Verdana"/>
        <w:b/>
        <w:w w:val="90"/>
      </w:rPr>
      <w:t>3</w:t>
    </w:r>
    <w:r w:rsidRPr="00BA1D23">
      <w:rPr>
        <w:rFonts w:ascii="Verdana" w:hAnsi="Verdana"/>
        <w:bCs/>
        <w:w w:val="90"/>
      </w:rPr>
      <w:t xml:space="preserve">   lipiec</w:t>
    </w:r>
    <w:r w:rsidRPr="00FA68A0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>2024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AB7C8" w14:textId="77777777" w:rsidR="00B95F91" w:rsidRDefault="00B95F91">
      <w:r>
        <w:separator/>
      </w:r>
    </w:p>
  </w:footnote>
  <w:footnote w:type="continuationSeparator" w:id="0">
    <w:p w14:paraId="7BEE3FDF" w14:textId="77777777" w:rsidR="00B95F91" w:rsidRDefault="00B95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954"/>
      <w:gridCol w:w="1559"/>
    </w:tblGrid>
    <w:tr w:rsidR="00303869" w14:paraId="655D7EFC" w14:textId="77777777" w:rsidTr="00A47D4E">
      <w:tc>
        <w:tcPr>
          <w:tcW w:w="1771" w:type="dxa"/>
        </w:tcPr>
        <w:p w14:paraId="4033CD24" w14:textId="77777777" w:rsidR="00303869" w:rsidRPr="00EF6DDE" w:rsidRDefault="00303869" w:rsidP="00303869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EF6DDE">
            <w:rPr>
              <w:rFonts w:ascii="Verdana" w:hAnsi="Verdana"/>
              <w:b/>
              <w:sz w:val="20"/>
            </w:rPr>
            <w:t>SP.30.</w:t>
          </w:r>
          <w:r>
            <w:rPr>
              <w:rFonts w:ascii="Verdana" w:hAnsi="Verdana"/>
              <w:b/>
              <w:sz w:val="20"/>
            </w:rPr>
            <w:t>4</w:t>
          </w:r>
          <w:r w:rsidRPr="00EF6DDE">
            <w:rPr>
              <w:rFonts w:ascii="Verdana" w:hAnsi="Verdana"/>
              <w:b/>
              <w:sz w:val="20"/>
            </w:rPr>
            <w:t>0.00</w:t>
          </w:r>
        </w:p>
      </w:tc>
      <w:tc>
        <w:tcPr>
          <w:tcW w:w="5954" w:type="dxa"/>
        </w:tcPr>
        <w:p w14:paraId="1E51C329" w14:textId="68D00298" w:rsidR="00303869" w:rsidRPr="00EF6DDE" w:rsidRDefault="00303869" w:rsidP="00303869">
          <w:pPr>
            <w:pStyle w:val="Nagwek"/>
            <w:rPr>
              <w:rFonts w:ascii="Verdana" w:hAnsi="Verdana"/>
              <w:sz w:val="20"/>
            </w:rPr>
          </w:pPr>
          <w:r w:rsidRPr="00EF6DDE">
            <w:rPr>
              <w:rFonts w:ascii="Verdana" w:hAnsi="Verdana"/>
              <w:sz w:val="20"/>
            </w:rPr>
            <w:t>Specyfikacj</w:t>
          </w:r>
          <w:r w:rsidR="00D87FD9">
            <w:rPr>
              <w:rFonts w:ascii="Verdana" w:hAnsi="Verdana"/>
              <w:sz w:val="20"/>
            </w:rPr>
            <w:t>a</w:t>
          </w:r>
          <w:r w:rsidRPr="00EF6DDE">
            <w:rPr>
              <w:rFonts w:ascii="Verdana" w:hAnsi="Verdana"/>
              <w:sz w:val="20"/>
            </w:rPr>
            <w:t xml:space="preserve"> na projektowanie</w:t>
          </w:r>
        </w:p>
      </w:tc>
      <w:tc>
        <w:tcPr>
          <w:tcW w:w="1559" w:type="dxa"/>
        </w:tcPr>
        <w:p w14:paraId="41B8B0A5" w14:textId="77777777" w:rsidR="00303869" w:rsidRPr="00EF6DDE" w:rsidRDefault="00303869" w:rsidP="00303869">
          <w:pPr>
            <w:pStyle w:val="Nagwek"/>
            <w:jc w:val="right"/>
            <w:rPr>
              <w:rFonts w:ascii="Verdana" w:hAnsi="Verdana"/>
              <w:sz w:val="20"/>
            </w:rPr>
          </w:pPr>
          <w:r w:rsidRPr="00EF6DDE">
            <w:rPr>
              <w:rStyle w:val="Numerstrony"/>
              <w:rFonts w:ascii="Verdana" w:hAnsi="Verdana"/>
              <w:sz w:val="20"/>
            </w:rPr>
            <w:fldChar w:fldCharType="begin"/>
          </w:r>
          <w:r w:rsidRPr="00EF6DD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EF6DDE">
            <w:rPr>
              <w:rStyle w:val="Numerstrony"/>
              <w:rFonts w:ascii="Verdana" w:hAnsi="Verdana"/>
              <w:sz w:val="20"/>
            </w:rPr>
            <w:fldChar w:fldCharType="separate"/>
          </w:r>
          <w:r w:rsidR="0034281B">
            <w:rPr>
              <w:rStyle w:val="Numerstrony"/>
              <w:rFonts w:ascii="Verdana" w:hAnsi="Verdana"/>
              <w:noProof/>
              <w:sz w:val="20"/>
            </w:rPr>
            <w:t>10</w:t>
          </w:r>
          <w:r w:rsidRPr="00EF6DD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4EDD699B" w14:textId="77777777" w:rsidR="00303869" w:rsidRDefault="00303869" w:rsidP="00303869">
    <w:pPr>
      <w:pStyle w:val="Nagwek"/>
      <w:rPr>
        <w:sz w:val="23"/>
      </w:rPr>
    </w:pPr>
  </w:p>
  <w:p w14:paraId="1F2933E8" w14:textId="77777777" w:rsidR="008170B7" w:rsidRPr="00303869" w:rsidRDefault="008170B7" w:rsidP="003038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23FE0F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44AD232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7BE214F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60AC0BC0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0E2D5C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6FB0346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90544E2A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F7727048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8CEC306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D2BC30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52F87A1C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6A4BBA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83CED520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E3D61F98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547A5D3A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E9E0B51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98A43542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22E962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9347C9"/>
    <w:multiLevelType w:val="hybridMultilevel"/>
    <w:tmpl w:val="57024F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A82141"/>
    <w:multiLevelType w:val="multilevel"/>
    <w:tmpl w:val="8FD09E7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0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A2D48E8"/>
    <w:multiLevelType w:val="multilevel"/>
    <w:tmpl w:val="CB983FB4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3A10422E"/>
    <w:multiLevelType w:val="hybridMultilevel"/>
    <w:tmpl w:val="216A40E2"/>
    <w:lvl w:ilvl="0" w:tplc="6C5C92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5C0B414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D0D2B006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5E2047E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A6A01AE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F9EB2FC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4168066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376E088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C2E30BE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4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 w15:restartNumberingAfterBreak="0">
    <w:nsid w:val="4F7616E1"/>
    <w:multiLevelType w:val="hybridMultilevel"/>
    <w:tmpl w:val="E03E2C70"/>
    <w:lvl w:ilvl="0" w:tplc="079092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A16FD"/>
    <w:multiLevelType w:val="hybridMultilevel"/>
    <w:tmpl w:val="91921180"/>
    <w:lvl w:ilvl="0" w:tplc="597C4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3CFB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BCA1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180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4CD9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804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DCF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67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C3E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3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4145A6"/>
    <w:multiLevelType w:val="hybridMultilevel"/>
    <w:tmpl w:val="9AB23300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27" w15:restartNumberingAfterBreak="0">
    <w:nsid w:val="7CFD3C48"/>
    <w:multiLevelType w:val="hybridMultilevel"/>
    <w:tmpl w:val="C41C05F0"/>
    <w:lvl w:ilvl="0" w:tplc="5E44B42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1886">
    <w:abstractNumId w:val="1"/>
  </w:num>
  <w:num w:numId="2" w16cid:durableId="364408537">
    <w:abstractNumId w:val="0"/>
  </w:num>
  <w:num w:numId="3" w16cid:durableId="294216343">
    <w:abstractNumId w:val="21"/>
  </w:num>
  <w:num w:numId="4" w16cid:durableId="2084984289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277953472">
    <w:abstractNumId w:val="11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bCs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 w16cid:durableId="1539930369">
    <w:abstractNumId w:val="23"/>
  </w:num>
  <w:num w:numId="7" w16cid:durableId="281689476">
    <w:abstractNumId w:val="26"/>
  </w:num>
  <w:num w:numId="8" w16cid:durableId="1233078178">
    <w:abstractNumId w:val="10"/>
  </w:num>
  <w:num w:numId="9" w16cid:durableId="1211192170">
    <w:abstractNumId w:val="15"/>
  </w:num>
  <w:num w:numId="10" w16cid:durableId="781847262">
    <w:abstractNumId w:val="22"/>
  </w:num>
  <w:num w:numId="11" w16cid:durableId="781920149">
    <w:abstractNumId w:val="9"/>
  </w:num>
  <w:num w:numId="12" w16cid:durableId="660233688">
    <w:abstractNumId w:val="20"/>
  </w:num>
  <w:num w:numId="13" w16cid:durableId="1820923613">
    <w:abstractNumId w:val="16"/>
  </w:num>
  <w:num w:numId="14" w16cid:durableId="743769755">
    <w:abstractNumId w:val="12"/>
  </w:num>
  <w:num w:numId="15" w16cid:durableId="1369841495">
    <w:abstractNumId w:val="13"/>
  </w:num>
  <w:num w:numId="16" w16cid:durableId="1308440536">
    <w:abstractNumId w:val="4"/>
  </w:num>
  <w:num w:numId="17" w16cid:durableId="418675652">
    <w:abstractNumId w:val="3"/>
  </w:num>
  <w:num w:numId="18" w16cid:durableId="1999573076">
    <w:abstractNumId w:val="18"/>
  </w:num>
  <w:num w:numId="19" w16cid:durableId="959649312">
    <w:abstractNumId w:val="6"/>
  </w:num>
  <w:num w:numId="20" w16cid:durableId="1412894672">
    <w:abstractNumId w:val="7"/>
  </w:num>
  <w:num w:numId="21" w16cid:durableId="1304114445">
    <w:abstractNumId w:val="5"/>
  </w:num>
  <w:num w:numId="22" w16cid:durableId="1943033335">
    <w:abstractNumId w:val="9"/>
  </w:num>
  <w:num w:numId="23" w16cid:durableId="457991880">
    <w:abstractNumId w:val="14"/>
  </w:num>
  <w:num w:numId="24" w16cid:durableId="838496583">
    <w:abstractNumId w:val="24"/>
  </w:num>
  <w:num w:numId="25" w16cid:durableId="1926449021">
    <w:abstractNumId w:val="19"/>
  </w:num>
  <w:num w:numId="26" w16cid:durableId="1046371297">
    <w:abstractNumId w:val="25"/>
  </w:num>
  <w:num w:numId="27" w16cid:durableId="523514970">
    <w:abstractNumId w:val="17"/>
  </w:num>
  <w:num w:numId="28" w16cid:durableId="582302653">
    <w:abstractNumId w:val="27"/>
  </w:num>
  <w:num w:numId="29" w16cid:durableId="10907381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73"/>
    <w:rsid w:val="00010E9F"/>
    <w:rsid w:val="000207A4"/>
    <w:rsid w:val="00024BCF"/>
    <w:rsid w:val="0002568B"/>
    <w:rsid w:val="0002651C"/>
    <w:rsid w:val="00037FE6"/>
    <w:rsid w:val="0004573A"/>
    <w:rsid w:val="00045D6F"/>
    <w:rsid w:val="00053654"/>
    <w:rsid w:val="000556CF"/>
    <w:rsid w:val="00056801"/>
    <w:rsid w:val="00057C34"/>
    <w:rsid w:val="00061AD5"/>
    <w:rsid w:val="00064686"/>
    <w:rsid w:val="000751F8"/>
    <w:rsid w:val="0008430F"/>
    <w:rsid w:val="00084E9C"/>
    <w:rsid w:val="00097929"/>
    <w:rsid w:val="000A67F4"/>
    <w:rsid w:val="000B1ED9"/>
    <w:rsid w:val="000B5C16"/>
    <w:rsid w:val="000C5371"/>
    <w:rsid w:val="000D3B75"/>
    <w:rsid w:val="000D4032"/>
    <w:rsid w:val="000D4F77"/>
    <w:rsid w:val="000E0049"/>
    <w:rsid w:val="000E0450"/>
    <w:rsid w:val="000E53C7"/>
    <w:rsid w:val="000F04C5"/>
    <w:rsid w:val="0011390E"/>
    <w:rsid w:val="00125B84"/>
    <w:rsid w:val="00125F98"/>
    <w:rsid w:val="00127634"/>
    <w:rsid w:val="001337F0"/>
    <w:rsid w:val="00133BCD"/>
    <w:rsid w:val="0013407C"/>
    <w:rsid w:val="001346FF"/>
    <w:rsid w:val="00145A62"/>
    <w:rsid w:val="00145CAE"/>
    <w:rsid w:val="00154B3D"/>
    <w:rsid w:val="00154CC0"/>
    <w:rsid w:val="00155487"/>
    <w:rsid w:val="0016127D"/>
    <w:rsid w:val="00163564"/>
    <w:rsid w:val="00164174"/>
    <w:rsid w:val="00165F98"/>
    <w:rsid w:val="0017281B"/>
    <w:rsid w:val="001746B6"/>
    <w:rsid w:val="00175F57"/>
    <w:rsid w:val="00176DBB"/>
    <w:rsid w:val="001771AF"/>
    <w:rsid w:val="001805E2"/>
    <w:rsid w:val="001827C2"/>
    <w:rsid w:val="0018311A"/>
    <w:rsid w:val="00194709"/>
    <w:rsid w:val="00194BF5"/>
    <w:rsid w:val="00196DE1"/>
    <w:rsid w:val="001973B9"/>
    <w:rsid w:val="001A1ACF"/>
    <w:rsid w:val="001A33DA"/>
    <w:rsid w:val="001A448C"/>
    <w:rsid w:val="001A708D"/>
    <w:rsid w:val="001A71E0"/>
    <w:rsid w:val="001B48CE"/>
    <w:rsid w:val="001C1237"/>
    <w:rsid w:val="001D165C"/>
    <w:rsid w:val="001E067D"/>
    <w:rsid w:val="001E0773"/>
    <w:rsid w:val="001E799A"/>
    <w:rsid w:val="001F37B7"/>
    <w:rsid w:val="001F3A0A"/>
    <w:rsid w:val="001F4F53"/>
    <w:rsid w:val="001F555E"/>
    <w:rsid w:val="002054B2"/>
    <w:rsid w:val="00214CEB"/>
    <w:rsid w:val="00214D29"/>
    <w:rsid w:val="00226272"/>
    <w:rsid w:val="002263AE"/>
    <w:rsid w:val="00226D1D"/>
    <w:rsid w:val="00233042"/>
    <w:rsid w:val="00233FAB"/>
    <w:rsid w:val="002349FF"/>
    <w:rsid w:val="00236172"/>
    <w:rsid w:val="002402AB"/>
    <w:rsid w:val="00247A43"/>
    <w:rsid w:val="0025403E"/>
    <w:rsid w:val="00260703"/>
    <w:rsid w:val="00274E07"/>
    <w:rsid w:val="002752B0"/>
    <w:rsid w:val="00275D33"/>
    <w:rsid w:val="00280653"/>
    <w:rsid w:val="00280C7C"/>
    <w:rsid w:val="002856CA"/>
    <w:rsid w:val="002A3AE8"/>
    <w:rsid w:val="002A68C1"/>
    <w:rsid w:val="002B2B3F"/>
    <w:rsid w:val="002B5F75"/>
    <w:rsid w:val="002D40D7"/>
    <w:rsid w:val="002D4426"/>
    <w:rsid w:val="002D61A9"/>
    <w:rsid w:val="002E42DE"/>
    <w:rsid w:val="002E4938"/>
    <w:rsid w:val="002E7B67"/>
    <w:rsid w:val="002F550F"/>
    <w:rsid w:val="00302DF2"/>
    <w:rsid w:val="00303869"/>
    <w:rsid w:val="003048E4"/>
    <w:rsid w:val="003052CC"/>
    <w:rsid w:val="00314963"/>
    <w:rsid w:val="00317C84"/>
    <w:rsid w:val="00322CF5"/>
    <w:rsid w:val="0033632B"/>
    <w:rsid w:val="0033754E"/>
    <w:rsid w:val="0034281B"/>
    <w:rsid w:val="00343013"/>
    <w:rsid w:val="0034385A"/>
    <w:rsid w:val="00343A9D"/>
    <w:rsid w:val="003572BC"/>
    <w:rsid w:val="003766D0"/>
    <w:rsid w:val="00384629"/>
    <w:rsid w:val="00384CBC"/>
    <w:rsid w:val="00386F57"/>
    <w:rsid w:val="0039048C"/>
    <w:rsid w:val="00391839"/>
    <w:rsid w:val="00391FDE"/>
    <w:rsid w:val="00392AB3"/>
    <w:rsid w:val="003A15B4"/>
    <w:rsid w:val="003A6341"/>
    <w:rsid w:val="003B3800"/>
    <w:rsid w:val="003B39BE"/>
    <w:rsid w:val="003B3FB1"/>
    <w:rsid w:val="003B6084"/>
    <w:rsid w:val="003C0576"/>
    <w:rsid w:val="003C357D"/>
    <w:rsid w:val="003D0C7F"/>
    <w:rsid w:val="003D128F"/>
    <w:rsid w:val="003D2DAF"/>
    <w:rsid w:val="003D51A9"/>
    <w:rsid w:val="003D6386"/>
    <w:rsid w:val="003E0E76"/>
    <w:rsid w:val="003F1E22"/>
    <w:rsid w:val="003F2EC4"/>
    <w:rsid w:val="003F45D9"/>
    <w:rsid w:val="003F4A31"/>
    <w:rsid w:val="003F7E6C"/>
    <w:rsid w:val="00417150"/>
    <w:rsid w:val="00420293"/>
    <w:rsid w:val="00437E69"/>
    <w:rsid w:val="004420AF"/>
    <w:rsid w:val="00452D38"/>
    <w:rsid w:val="0045570D"/>
    <w:rsid w:val="004557A6"/>
    <w:rsid w:val="00467485"/>
    <w:rsid w:val="00472722"/>
    <w:rsid w:val="00475235"/>
    <w:rsid w:val="00484840"/>
    <w:rsid w:val="00497517"/>
    <w:rsid w:val="004A7724"/>
    <w:rsid w:val="004C0AC2"/>
    <w:rsid w:val="004C1EAC"/>
    <w:rsid w:val="004C2B2B"/>
    <w:rsid w:val="004D1808"/>
    <w:rsid w:val="004D463A"/>
    <w:rsid w:val="004E1A8B"/>
    <w:rsid w:val="004E23B1"/>
    <w:rsid w:val="004E3C1C"/>
    <w:rsid w:val="004E57AF"/>
    <w:rsid w:val="004F3037"/>
    <w:rsid w:val="004F69D5"/>
    <w:rsid w:val="004F7338"/>
    <w:rsid w:val="004F73C5"/>
    <w:rsid w:val="00504A9C"/>
    <w:rsid w:val="00520F04"/>
    <w:rsid w:val="00526997"/>
    <w:rsid w:val="00536130"/>
    <w:rsid w:val="005448F6"/>
    <w:rsid w:val="005534CF"/>
    <w:rsid w:val="0055641C"/>
    <w:rsid w:val="00557918"/>
    <w:rsid w:val="00562B07"/>
    <w:rsid w:val="0056366D"/>
    <w:rsid w:val="0056386E"/>
    <w:rsid w:val="00564A10"/>
    <w:rsid w:val="00571C0A"/>
    <w:rsid w:val="00572F05"/>
    <w:rsid w:val="00576BA5"/>
    <w:rsid w:val="005772C4"/>
    <w:rsid w:val="00583365"/>
    <w:rsid w:val="00586AA2"/>
    <w:rsid w:val="00590625"/>
    <w:rsid w:val="00594C2D"/>
    <w:rsid w:val="005A0DFD"/>
    <w:rsid w:val="005A51B6"/>
    <w:rsid w:val="005A6DCD"/>
    <w:rsid w:val="005A6F8B"/>
    <w:rsid w:val="005B2B28"/>
    <w:rsid w:val="005B3EDC"/>
    <w:rsid w:val="005C0EDD"/>
    <w:rsid w:val="005C59B9"/>
    <w:rsid w:val="005C5D99"/>
    <w:rsid w:val="005D0EDE"/>
    <w:rsid w:val="005E0430"/>
    <w:rsid w:val="005E0F2D"/>
    <w:rsid w:val="005E4003"/>
    <w:rsid w:val="005E67D8"/>
    <w:rsid w:val="005E6DAD"/>
    <w:rsid w:val="005F071F"/>
    <w:rsid w:val="005F636D"/>
    <w:rsid w:val="006160A7"/>
    <w:rsid w:val="00617C16"/>
    <w:rsid w:val="00632152"/>
    <w:rsid w:val="006368F2"/>
    <w:rsid w:val="0063707A"/>
    <w:rsid w:val="00646124"/>
    <w:rsid w:val="0064696E"/>
    <w:rsid w:val="006479E6"/>
    <w:rsid w:val="00670A92"/>
    <w:rsid w:val="00672BC7"/>
    <w:rsid w:val="00674EA5"/>
    <w:rsid w:val="00676B37"/>
    <w:rsid w:val="00687983"/>
    <w:rsid w:val="00691DAF"/>
    <w:rsid w:val="00692DCC"/>
    <w:rsid w:val="00696D5D"/>
    <w:rsid w:val="006978CB"/>
    <w:rsid w:val="006A1B1E"/>
    <w:rsid w:val="006A657F"/>
    <w:rsid w:val="006B0D4F"/>
    <w:rsid w:val="006C2608"/>
    <w:rsid w:val="006C38E9"/>
    <w:rsid w:val="006C42EE"/>
    <w:rsid w:val="006C6BAD"/>
    <w:rsid w:val="006D00CA"/>
    <w:rsid w:val="006D24C9"/>
    <w:rsid w:val="006D27E9"/>
    <w:rsid w:val="006D4D5D"/>
    <w:rsid w:val="006D5337"/>
    <w:rsid w:val="006E5331"/>
    <w:rsid w:val="006E6CF7"/>
    <w:rsid w:val="00703FA4"/>
    <w:rsid w:val="00705BCC"/>
    <w:rsid w:val="00711512"/>
    <w:rsid w:val="00711D3F"/>
    <w:rsid w:val="00714C7D"/>
    <w:rsid w:val="00720050"/>
    <w:rsid w:val="00722927"/>
    <w:rsid w:val="00725547"/>
    <w:rsid w:val="00726A9F"/>
    <w:rsid w:val="007317E3"/>
    <w:rsid w:val="00734C83"/>
    <w:rsid w:val="0073673F"/>
    <w:rsid w:val="00744DC8"/>
    <w:rsid w:val="00752AE9"/>
    <w:rsid w:val="007737FC"/>
    <w:rsid w:val="00775806"/>
    <w:rsid w:val="00776FA2"/>
    <w:rsid w:val="0078018B"/>
    <w:rsid w:val="00786001"/>
    <w:rsid w:val="007870C3"/>
    <w:rsid w:val="00791C4D"/>
    <w:rsid w:val="00791F54"/>
    <w:rsid w:val="00792C57"/>
    <w:rsid w:val="0079353D"/>
    <w:rsid w:val="00794597"/>
    <w:rsid w:val="007A7C51"/>
    <w:rsid w:val="007B0B7C"/>
    <w:rsid w:val="007B32C9"/>
    <w:rsid w:val="007B65F2"/>
    <w:rsid w:val="007C188D"/>
    <w:rsid w:val="007D37CF"/>
    <w:rsid w:val="007E1A71"/>
    <w:rsid w:val="007E48AE"/>
    <w:rsid w:val="007E5766"/>
    <w:rsid w:val="007F1110"/>
    <w:rsid w:val="007F2F02"/>
    <w:rsid w:val="00802CF3"/>
    <w:rsid w:val="00811220"/>
    <w:rsid w:val="0081487A"/>
    <w:rsid w:val="008170B7"/>
    <w:rsid w:val="008259B3"/>
    <w:rsid w:val="00827F8F"/>
    <w:rsid w:val="008339FD"/>
    <w:rsid w:val="00840989"/>
    <w:rsid w:val="00843AAB"/>
    <w:rsid w:val="00843AF2"/>
    <w:rsid w:val="00845F05"/>
    <w:rsid w:val="0084681F"/>
    <w:rsid w:val="0085266C"/>
    <w:rsid w:val="00853685"/>
    <w:rsid w:val="008561D9"/>
    <w:rsid w:val="00860B26"/>
    <w:rsid w:val="00873135"/>
    <w:rsid w:val="00874EDC"/>
    <w:rsid w:val="00892870"/>
    <w:rsid w:val="008934B6"/>
    <w:rsid w:val="008937F9"/>
    <w:rsid w:val="00896053"/>
    <w:rsid w:val="008A0388"/>
    <w:rsid w:val="008A3DA5"/>
    <w:rsid w:val="008A65A2"/>
    <w:rsid w:val="008B0DF1"/>
    <w:rsid w:val="008B2556"/>
    <w:rsid w:val="008C7A9E"/>
    <w:rsid w:val="008D7392"/>
    <w:rsid w:val="008E71DF"/>
    <w:rsid w:val="008F1E51"/>
    <w:rsid w:val="008F3F5E"/>
    <w:rsid w:val="008F46BB"/>
    <w:rsid w:val="008F528C"/>
    <w:rsid w:val="008F71D0"/>
    <w:rsid w:val="00906736"/>
    <w:rsid w:val="00906EBE"/>
    <w:rsid w:val="009179A0"/>
    <w:rsid w:val="00925115"/>
    <w:rsid w:val="00926EF8"/>
    <w:rsid w:val="00940714"/>
    <w:rsid w:val="009434AC"/>
    <w:rsid w:val="0094691E"/>
    <w:rsid w:val="00952957"/>
    <w:rsid w:val="00954C16"/>
    <w:rsid w:val="00963E5B"/>
    <w:rsid w:val="009771C2"/>
    <w:rsid w:val="00977AB6"/>
    <w:rsid w:val="0098208A"/>
    <w:rsid w:val="00983D1A"/>
    <w:rsid w:val="00985182"/>
    <w:rsid w:val="00986626"/>
    <w:rsid w:val="00992AF6"/>
    <w:rsid w:val="00994B49"/>
    <w:rsid w:val="00996D7D"/>
    <w:rsid w:val="009973C2"/>
    <w:rsid w:val="009A0D46"/>
    <w:rsid w:val="009A13F6"/>
    <w:rsid w:val="009B66A6"/>
    <w:rsid w:val="009B72A5"/>
    <w:rsid w:val="009B7F6E"/>
    <w:rsid w:val="009C3220"/>
    <w:rsid w:val="009D638C"/>
    <w:rsid w:val="009E331E"/>
    <w:rsid w:val="009E36EF"/>
    <w:rsid w:val="009F3C32"/>
    <w:rsid w:val="009F75A2"/>
    <w:rsid w:val="00A036DB"/>
    <w:rsid w:val="00A1650B"/>
    <w:rsid w:val="00A2007A"/>
    <w:rsid w:val="00A20F93"/>
    <w:rsid w:val="00A3666A"/>
    <w:rsid w:val="00A370E8"/>
    <w:rsid w:val="00A42A10"/>
    <w:rsid w:val="00A544AD"/>
    <w:rsid w:val="00A54797"/>
    <w:rsid w:val="00A57BF9"/>
    <w:rsid w:val="00A64FBA"/>
    <w:rsid w:val="00A6692D"/>
    <w:rsid w:val="00A670B1"/>
    <w:rsid w:val="00A67D45"/>
    <w:rsid w:val="00A67E0B"/>
    <w:rsid w:val="00A74337"/>
    <w:rsid w:val="00A76285"/>
    <w:rsid w:val="00A76358"/>
    <w:rsid w:val="00A772F6"/>
    <w:rsid w:val="00A94F9B"/>
    <w:rsid w:val="00AA584D"/>
    <w:rsid w:val="00AC0A75"/>
    <w:rsid w:val="00AD6D36"/>
    <w:rsid w:val="00AE7D4F"/>
    <w:rsid w:val="00AF0679"/>
    <w:rsid w:val="00AF5487"/>
    <w:rsid w:val="00AF6D8F"/>
    <w:rsid w:val="00B07340"/>
    <w:rsid w:val="00B22D10"/>
    <w:rsid w:val="00B23506"/>
    <w:rsid w:val="00B239C8"/>
    <w:rsid w:val="00B25DFB"/>
    <w:rsid w:val="00B27822"/>
    <w:rsid w:val="00B3073F"/>
    <w:rsid w:val="00B33223"/>
    <w:rsid w:val="00B345F8"/>
    <w:rsid w:val="00B40FA3"/>
    <w:rsid w:val="00B41E25"/>
    <w:rsid w:val="00B441DB"/>
    <w:rsid w:val="00B47083"/>
    <w:rsid w:val="00B510FC"/>
    <w:rsid w:val="00B55F31"/>
    <w:rsid w:val="00B73464"/>
    <w:rsid w:val="00B7383B"/>
    <w:rsid w:val="00B76D50"/>
    <w:rsid w:val="00B810BD"/>
    <w:rsid w:val="00B81A2F"/>
    <w:rsid w:val="00B84519"/>
    <w:rsid w:val="00B87F1E"/>
    <w:rsid w:val="00B87F59"/>
    <w:rsid w:val="00B9222A"/>
    <w:rsid w:val="00B95F91"/>
    <w:rsid w:val="00BA0D76"/>
    <w:rsid w:val="00BA159C"/>
    <w:rsid w:val="00BC414E"/>
    <w:rsid w:val="00BD60CE"/>
    <w:rsid w:val="00BE22CD"/>
    <w:rsid w:val="00BE5BF6"/>
    <w:rsid w:val="00BE71F9"/>
    <w:rsid w:val="00BF4551"/>
    <w:rsid w:val="00BF4C6E"/>
    <w:rsid w:val="00C03211"/>
    <w:rsid w:val="00C0765A"/>
    <w:rsid w:val="00C07CBE"/>
    <w:rsid w:val="00C146E7"/>
    <w:rsid w:val="00C21CC0"/>
    <w:rsid w:val="00C34D80"/>
    <w:rsid w:val="00C353D4"/>
    <w:rsid w:val="00C355FB"/>
    <w:rsid w:val="00C40AA4"/>
    <w:rsid w:val="00C421AE"/>
    <w:rsid w:val="00C5001B"/>
    <w:rsid w:val="00C519E8"/>
    <w:rsid w:val="00C56E53"/>
    <w:rsid w:val="00C6061B"/>
    <w:rsid w:val="00C65113"/>
    <w:rsid w:val="00C6557B"/>
    <w:rsid w:val="00C7049C"/>
    <w:rsid w:val="00C70785"/>
    <w:rsid w:val="00C725E4"/>
    <w:rsid w:val="00C730CD"/>
    <w:rsid w:val="00C744DE"/>
    <w:rsid w:val="00C811E2"/>
    <w:rsid w:val="00C84434"/>
    <w:rsid w:val="00C95CDF"/>
    <w:rsid w:val="00C9776E"/>
    <w:rsid w:val="00CA39B1"/>
    <w:rsid w:val="00CC56EC"/>
    <w:rsid w:val="00CC6839"/>
    <w:rsid w:val="00CC6908"/>
    <w:rsid w:val="00CD01CC"/>
    <w:rsid w:val="00CD59D9"/>
    <w:rsid w:val="00CE0D5A"/>
    <w:rsid w:val="00CE3FB0"/>
    <w:rsid w:val="00CE6EC1"/>
    <w:rsid w:val="00CF0F75"/>
    <w:rsid w:val="00CF4125"/>
    <w:rsid w:val="00CF4D18"/>
    <w:rsid w:val="00CF58A8"/>
    <w:rsid w:val="00D01049"/>
    <w:rsid w:val="00D06643"/>
    <w:rsid w:val="00D10F41"/>
    <w:rsid w:val="00D141A2"/>
    <w:rsid w:val="00D213B2"/>
    <w:rsid w:val="00D22BE4"/>
    <w:rsid w:val="00D25211"/>
    <w:rsid w:val="00D364FD"/>
    <w:rsid w:val="00D3653D"/>
    <w:rsid w:val="00D40FD0"/>
    <w:rsid w:val="00D45DBC"/>
    <w:rsid w:val="00D51153"/>
    <w:rsid w:val="00D55AF3"/>
    <w:rsid w:val="00D57828"/>
    <w:rsid w:val="00D65A32"/>
    <w:rsid w:val="00D711E2"/>
    <w:rsid w:val="00D73210"/>
    <w:rsid w:val="00D77B29"/>
    <w:rsid w:val="00D85189"/>
    <w:rsid w:val="00D86E6A"/>
    <w:rsid w:val="00D87FD9"/>
    <w:rsid w:val="00D91454"/>
    <w:rsid w:val="00D96137"/>
    <w:rsid w:val="00D976D8"/>
    <w:rsid w:val="00DA5071"/>
    <w:rsid w:val="00DB43A7"/>
    <w:rsid w:val="00DB5542"/>
    <w:rsid w:val="00DB65B9"/>
    <w:rsid w:val="00DB6EF2"/>
    <w:rsid w:val="00DB7657"/>
    <w:rsid w:val="00DC114C"/>
    <w:rsid w:val="00DC30EC"/>
    <w:rsid w:val="00DC6DF6"/>
    <w:rsid w:val="00DD512A"/>
    <w:rsid w:val="00DE1AA9"/>
    <w:rsid w:val="00DE228A"/>
    <w:rsid w:val="00DE53A0"/>
    <w:rsid w:val="00DF0C28"/>
    <w:rsid w:val="00DF221D"/>
    <w:rsid w:val="00E07928"/>
    <w:rsid w:val="00E113C7"/>
    <w:rsid w:val="00E1393C"/>
    <w:rsid w:val="00E17257"/>
    <w:rsid w:val="00E21B3C"/>
    <w:rsid w:val="00E25D57"/>
    <w:rsid w:val="00E27778"/>
    <w:rsid w:val="00E30860"/>
    <w:rsid w:val="00E31A9B"/>
    <w:rsid w:val="00E36A53"/>
    <w:rsid w:val="00E37031"/>
    <w:rsid w:val="00E4258E"/>
    <w:rsid w:val="00E44DD9"/>
    <w:rsid w:val="00E47079"/>
    <w:rsid w:val="00E51A75"/>
    <w:rsid w:val="00E60EE6"/>
    <w:rsid w:val="00E66EF7"/>
    <w:rsid w:val="00E76357"/>
    <w:rsid w:val="00E857EF"/>
    <w:rsid w:val="00E907CE"/>
    <w:rsid w:val="00E92E96"/>
    <w:rsid w:val="00E93185"/>
    <w:rsid w:val="00EA5173"/>
    <w:rsid w:val="00EA71A1"/>
    <w:rsid w:val="00EA78D5"/>
    <w:rsid w:val="00EB18E0"/>
    <w:rsid w:val="00EB2B96"/>
    <w:rsid w:val="00EB74B9"/>
    <w:rsid w:val="00EC23FD"/>
    <w:rsid w:val="00EC290C"/>
    <w:rsid w:val="00EC29B6"/>
    <w:rsid w:val="00EF253D"/>
    <w:rsid w:val="00EF4C60"/>
    <w:rsid w:val="00F037E4"/>
    <w:rsid w:val="00F06379"/>
    <w:rsid w:val="00F10817"/>
    <w:rsid w:val="00F121E2"/>
    <w:rsid w:val="00F12690"/>
    <w:rsid w:val="00F22EF6"/>
    <w:rsid w:val="00F23D4B"/>
    <w:rsid w:val="00F246A2"/>
    <w:rsid w:val="00F26D04"/>
    <w:rsid w:val="00F337B4"/>
    <w:rsid w:val="00F40F22"/>
    <w:rsid w:val="00F465E3"/>
    <w:rsid w:val="00F50F50"/>
    <w:rsid w:val="00F571AF"/>
    <w:rsid w:val="00F60688"/>
    <w:rsid w:val="00F65DBE"/>
    <w:rsid w:val="00F678B1"/>
    <w:rsid w:val="00F707F0"/>
    <w:rsid w:val="00F74C9A"/>
    <w:rsid w:val="00F9477E"/>
    <w:rsid w:val="00F94E89"/>
    <w:rsid w:val="00F959A2"/>
    <w:rsid w:val="00FA29C2"/>
    <w:rsid w:val="00FA2E9B"/>
    <w:rsid w:val="00FA587A"/>
    <w:rsid w:val="00FB16A7"/>
    <w:rsid w:val="00FB570E"/>
    <w:rsid w:val="00FC1F20"/>
    <w:rsid w:val="00FC2916"/>
    <w:rsid w:val="00FC30CA"/>
    <w:rsid w:val="00FC3341"/>
    <w:rsid w:val="00FC7202"/>
    <w:rsid w:val="00FE2315"/>
    <w:rsid w:val="00FE46C3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55105"/>
  <w15:chartTrackingRefBased/>
  <w15:docId w15:val="{AB84A7DF-BD08-49BF-B67E-B354518A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303869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03869"/>
    <w:pPr>
      <w:keepNext/>
      <w:numPr>
        <w:ilvl w:val="1"/>
        <w:numId w:val="11"/>
      </w:numPr>
      <w:tabs>
        <w:tab w:val="clear" w:pos="360"/>
        <w:tab w:val="num" w:pos="567"/>
      </w:tabs>
      <w:spacing w:before="240" w:after="120"/>
      <w:ind w:left="74" w:hanging="74"/>
      <w:outlineLvl w:val="1"/>
    </w:pPr>
    <w:rPr>
      <w:rFonts w:ascii="Verdana" w:hAnsi="Verdana"/>
      <w:b/>
      <w:w w:val="9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character" w:customStyle="1" w:styleId="FontStyle34">
    <w:name w:val="Font Style34"/>
    <w:uiPriority w:val="99"/>
    <w:rsid w:val="00EF4C60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1A33DA"/>
    <w:rPr>
      <w:spacing w:val="12"/>
      <w:kern w:val="24"/>
      <w:sz w:val="24"/>
    </w:rPr>
  </w:style>
  <w:style w:type="character" w:customStyle="1" w:styleId="NagwekZnak">
    <w:name w:val="Nagłówek Znak"/>
    <w:basedOn w:val="Domylnaczcionkaakapitu"/>
    <w:link w:val="Nagwek"/>
    <w:rsid w:val="00303869"/>
    <w:rPr>
      <w:rFonts w:ascii="Century Gothic" w:hAnsi="Century Gothi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73BBE-6631-4BE0-9738-DDA957C52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9EBD8-EC55-4140-9573-3E2ED489B3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D9F235-A9EE-4A0E-8F7C-41DDB8CC31E8}"/>
</file>

<file path=customXml/itemProps4.xml><?xml version="1.0" encoding="utf-8"?>
<ds:datastoreItem xmlns:ds="http://schemas.openxmlformats.org/officeDocument/2006/customXml" ds:itemID="{96B4F1F8-4DF2-4BDA-B3EC-B4D9F504AF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0</TotalTime>
  <Pages>8</Pages>
  <Words>2433</Words>
  <Characters>14598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16998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GDDKiA ZN</cp:lastModifiedBy>
  <cp:revision>2</cp:revision>
  <cp:lastPrinted>2020-09-29T05:26:00Z</cp:lastPrinted>
  <dcterms:created xsi:type="dcterms:W3CDTF">2024-07-05T11:32:00Z</dcterms:created>
  <dcterms:modified xsi:type="dcterms:W3CDTF">2024-07-05T11:32:00Z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